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B87EB" w14:textId="25091379" w:rsidR="001B3BFB" w:rsidRDefault="001B3BFB" w:rsidP="001B3BFB">
      <w:pPr>
        <w:spacing w:after="0" w:line="240" w:lineRule="auto"/>
        <w:jc w:val="center"/>
        <w:rPr>
          <w:b/>
          <w:sz w:val="24"/>
          <w:szCs w:val="24"/>
        </w:rPr>
      </w:pPr>
      <w:r w:rsidRPr="00FF539F">
        <w:rPr>
          <w:b/>
          <w:smallCaps/>
          <w:sz w:val="32"/>
          <w:szCs w:val="24"/>
        </w:rPr>
        <w:t>Autorización para la Puesta en Servicio</w:t>
      </w:r>
      <w:r>
        <w:rPr>
          <w:b/>
          <w:smallCaps/>
          <w:sz w:val="32"/>
          <w:szCs w:val="24"/>
        </w:rPr>
        <w:t xml:space="preserve"> de Estaciones R</w:t>
      </w:r>
      <w:r w:rsidR="007301D0">
        <w:rPr>
          <w:b/>
          <w:smallCaps/>
          <w:sz w:val="32"/>
          <w:szCs w:val="24"/>
        </w:rPr>
        <w:t>adioeléctricas</w:t>
      </w:r>
    </w:p>
    <w:p w14:paraId="42F9FB3E" w14:textId="77777777" w:rsidR="001B3BFB" w:rsidRDefault="001B3BFB" w:rsidP="001B3BFB">
      <w:pPr>
        <w:spacing w:after="0" w:line="240" w:lineRule="auto"/>
        <w:rPr>
          <w:b/>
          <w:sz w:val="24"/>
          <w:szCs w:val="24"/>
        </w:rPr>
      </w:pPr>
    </w:p>
    <w:tbl>
      <w:tblPr>
        <w:tblStyle w:val="Tablaconcuadrcula"/>
        <w:tblW w:w="5011" w:type="pct"/>
        <w:jc w:val="center"/>
        <w:tblLook w:val="04A0" w:firstRow="1" w:lastRow="0" w:firstColumn="1" w:lastColumn="0" w:noHBand="0" w:noVBand="1"/>
      </w:tblPr>
      <w:tblGrid>
        <w:gridCol w:w="928"/>
        <w:gridCol w:w="6614"/>
        <w:gridCol w:w="892"/>
        <w:gridCol w:w="1215"/>
      </w:tblGrid>
      <w:tr w:rsidR="001B3BFB" w14:paraId="7E90BC29" w14:textId="77777777" w:rsidTr="00B33343">
        <w:trPr>
          <w:trHeight w:val="254"/>
          <w:jc w:val="center"/>
        </w:trPr>
        <w:tc>
          <w:tcPr>
            <w:tcW w:w="470" w:type="pct"/>
            <w:vMerge w:val="restart"/>
            <w:shd w:val="clear" w:color="auto" w:fill="C6D9F1" w:themeFill="text2" w:themeFillTint="33"/>
            <w:vAlign w:val="center"/>
          </w:tcPr>
          <w:p w14:paraId="0B284E32" w14:textId="77777777" w:rsidR="001B3BFB" w:rsidRPr="00FF539F" w:rsidRDefault="001B3BFB" w:rsidP="00BA3F36">
            <w:pPr>
              <w:jc w:val="center"/>
              <w:rPr>
                <w:b/>
                <w:sz w:val="24"/>
                <w:szCs w:val="24"/>
              </w:rPr>
            </w:pPr>
            <w:r w:rsidRPr="00BA3F36">
              <w:rPr>
                <w:b/>
                <w:szCs w:val="24"/>
              </w:rPr>
              <w:t>Modelo</w:t>
            </w:r>
          </w:p>
        </w:tc>
        <w:tc>
          <w:tcPr>
            <w:tcW w:w="3431" w:type="pct"/>
            <w:vMerge w:val="restart"/>
            <w:vAlign w:val="center"/>
          </w:tcPr>
          <w:p w14:paraId="244C9162" w14:textId="36D03157" w:rsidR="001B3BFB" w:rsidRDefault="001B3BFB" w:rsidP="00BA3F36">
            <w:pPr>
              <w:rPr>
                <w:b/>
                <w:sz w:val="24"/>
                <w:szCs w:val="24"/>
              </w:rPr>
            </w:pPr>
            <w:r w:rsidRPr="001B3BFB">
              <w:rPr>
                <w:szCs w:val="24"/>
              </w:rPr>
              <w:t>Certificación de instalación de estaciones radioeléctricas</w:t>
            </w:r>
          </w:p>
        </w:tc>
        <w:tc>
          <w:tcPr>
            <w:tcW w:w="466" w:type="pct"/>
            <w:vMerge w:val="restart"/>
            <w:shd w:val="clear" w:color="auto" w:fill="C6D9F1" w:themeFill="text2" w:themeFillTint="33"/>
            <w:vAlign w:val="center"/>
          </w:tcPr>
          <w:p w14:paraId="28721F70" w14:textId="77777777" w:rsidR="001B3BFB" w:rsidRDefault="001B3BFB" w:rsidP="00BA3F36">
            <w:pPr>
              <w:jc w:val="center"/>
              <w:rPr>
                <w:b/>
                <w:sz w:val="24"/>
                <w:szCs w:val="24"/>
              </w:rPr>
            </w:pPr>
            <w:r w:rsidRPr="00FF539F">
              <w:rPr>
                <w:b/>
                <w:sz w:val="20"/>
                <w:szCs w:val="24"/>
              </w:rPr>
              <w:t>Código S.I.A.</w:t>
            </w:r>
          </w:p>
        </w:tc>
        <w:tc>
          <w:tcPr>
            <w:tcW w:w="633" w:type="pct"/>
            <w:vAlign w:val="center"/>
          </w:tcPr>
          <w:p w14:paraId="3D2CE66D" w14:textId="77777777" w:rsidR="001B3BFB" w:rsidRPr="00FF539F" w:rsidRDefault="001B3BFB" w:rsidP="00BA3F36">
            <w:pPr>
              <w:jc w:val="center"/>
              <w:rPr>
                <w:sz w:val="18"/>
                <w:szCs w:val="24"/>
              </w:rPr>
            </w:pPr>
            <w:r w:rsidRPr="00FF539F">
              <w:rPr>
                <w:sz w:val="18"/>
                <w:szCs w:val="16"/>
              </w:rPr>
              <w:t>203075</w:t>
            </w:r>
          </w:p>
        </w:tc>
      </w:tr>
      <w:tr w:rsidR="001B3BFB" w14:paraId="3B1B747C" w14:textId="77777777" w:rsidTr="00B33343">
        <w:trPr>
          <w:trHeight w:val="254"/>
          <w:jc w:val="center"/>
        </w:trPr>
        <w:tc>
          <w:tcPr>
            <w:tcW w:w="470" w:type="pct"/>
            <w:vMerge/>
            <w:shd w:val="clear" w:color="auto" w:fill="C6D9F1" w:themeFill="text2" w:themeFillTint="33"/>
            <w:vAlign w:val="center"/>
          </w:tcPr>
          <w:p w14:paraId="118F6590" w14:textId="77777777" w:rsidR="001B3BFB" w:rsidRDefault="001B3BFB" w:rsidP="00BA3F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1" w:type="pct"/>
            <w:vMerge/>
            <w:vAlign w:val="center"/>
          </w:tcPr>
          <w:p w14:paraId="4537F1BF" w14:textId="77777777" w:rsidR="001B3BFB" w:rsidRDefault="001B3BFB" w:rsidP="00BA3F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" w:type="pct"/>
            <w:vMerge/>
            <w:shd w:val="clear" w:color="auto" w:fill="C6D9F1" w:themeFill="text2" w:themeFillTint="33"/>
            <w:vAlign w:val="center"/>
          </w:tcPr>
          <w:p w14:paraId="0E41FB37" w14:textId="77777777" w:rsidR="001B3BFB" w:rsidRDefault="001B3BFB" w:rsidP="00BA3F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144F23C2" w14:textId="77777777" w:rsidR="001B3BFB" w:rsidRPr="00FF539F" w:rsidRDefault="001B3BFB" w:rsidP="00BA3F36">
            <w:pPr>
              <w:jc w:val="center"/>
              <w:rPr>
                <w:sz w:val="18"/>
                <w:szCs w:val="24"/>
              </w:rPr>
            </w:pPr>
            <w:r w:rsidRPr="00FF539F">
              <w:rPr>
                <w:sz w:val="18"/>
                <w:szCs w:val="16"/>
              </w:rPr>
              <w:t>210020</w:t>
            </w:r>
          </w:p>
        </w:tc>
      </w:tr>
      <w:tr w:rsidR="001B3BFB" w14:paraId="32464A78" w14:textId="77777777" w:rsidTr="00B33343">
        <w:trPr>
          <w:trHeight w:val="254"/>
          <w:jc w:val="center"/>
        </w:trPr>
        <w:tc>
          <w:tcPr>
            <w:tcW w:w="470" w:type="pct"/>
            <w:vMerge/>
            <w:shd w:val="clear" w:color="auto" w:fill="C6D9F1" w:themeFill="text2" w:themeFillTint="33"/>
            <w:vAlign w:val="center"/>
          </w:tcPr>
          <w:p w14:paraId="27509CEE" w14:textId="77777777" w:rsidR="001B3BFB" w:rsidRDefault="001B3BFB" w:rsidP="00BA3F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1" w:type="pct"/>
            <w:vMerge/>
            <w:vAlign w:val="center"/>
          </w:tcPr>
          <w:p w14:paraId="5AA10ECE" w14:textId="77777777" w:rsidR="001B3BFB" w:rsidRDefault="001B3BFB" w:rsidP="00BA3F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" w:type="pct"/>
            <w:vMerge/>
            <w:shd w:val="clear" w:color="auto" w:fill="C6D9F1" w:themeFill="text2" w:themeFillTint="33"/>
            <w:vAlign w:val="center"/>
          </w:tcPr>
          <w:p w14:paraId="6FC1E573" w14:textId="77777777" w:rsidR="001B3BFB" w:rsidRDefault="001B3BFB" w:rsidP="00BA3F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7C8C6D33" w14:textId="77777777" w:rsidR="001B3BFB" w:rsidRPr="00FF539F" w:rsidRDefault="001B3BFB" w:rsidP="00BA3F36">
            <w:pPr>
              <w:jc w:val="center"/>
              <w:rPr>
                <w:sz w:val="18"/>
                <w:szCs w:val="24"/>
              </w:rPr>
            </w:pPr>
            <w:r w:rsidRPr="00FF539F">
              <w:rPr>
                <w:sz w:val="18"/>
                <w:szCs w:val="16"/>
              </w:rPr>
              <w:t>206146</w:t>
            </w:r>
          </w:p>
        </w:tc>
      </w:tr>
    </w:tbl>
    <w:p w14:paraId="116D5827" w14:textId="77777777" w:rsidR="001B3BFB" w:rsidRDefault="001B3BFB" w:rsidP="00B33343">
      <w:pPr>
        <w:spacing w:after="0" w:line="240" w:lineRule="auto"/>
        <w:jc w:val="center"/>
        <w:rPr>
          <w:b/>
          <w:sz w:val="24"/>
          <w:szCs w:val="24"/>
        </w:rPr>
      </w:pPr>
    </w:p>
    <w:p w14:paraId="54CB51A8" w14:textId="77777777" w:rsidR="00C67942" w:rsidRDefault="008C7427" w:rsidP="008C7427">
      <w:pPr>
        <w:spacing w:after="0" w:line="360" w:lineRule="auto"/>
      </w:pPr>
      <w:r w:rsidRPr="00C67942">
        <w:t>D./Dª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1469480039"/>
          <w:placeholder>
            <w:docPart w:val="75FE135A9AA9400F9007E6DB4FF4C4AD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                                                                                  </w:t>
          </w:r>
        </w:sdtContent>
      </w:sdt>
      <w:r w:rsidRPr="00C67942">
        <w:t>, con NIF/NIE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1257241865"/>
          <w:placeholder>
            <w:docPart w:val="E4C64DAB52DB46E59C05982CBDBEDEAA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  </w:t>
          </w:r>
        </w:sdtContent>
      </w:sdt>
      <w:r w:rsidRPr="00C67942">
        <w:t>, y título académico de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-1271845732"/>
          <w:placeholder>
            <w:docPart w:val="B1CB025F906F40B6892E7A3FF38792A0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                                                                                </w:t>
          </w:r>
        </w:sdtContent>
      </w:sdt>
      <w:r w:rsidRPr="00C67942">
        <w:t xml:space="preserve">, expedido por la Universidad  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-326207435"/>
          <w:placeholder>
            <w:docPart w:val="BA6ED8C6C0FB406AB6D7121077196891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                                                                                                          </w:t>
          </w:r>
        </w:sdtContent>
      </w:sdt>
      <w:r w:rsidRPr="00C67942">
        <w:t>, y domicilio en</w:t>
      </w:r>
      <w:r w:rsidR="00C67942">
        <w:t xml:space="preserve"> </w:t>
      </w:r>
    </w:p>
    <w:p w14:paraId="17088E53" w14:textId="77777777" w:rsidR="008C7427" w:rsidRPr="00C67942" w:rsidRDefault="00AF57F9" w:rsidP="008C7427">
      <w:pPr>
        <w:spacing w:after="0" w:line="360" w:lineRule="auto"/>
      </w:pPr>
      <w:sdt>
        <w:sdtPr>
          <w:rPr>
            <w:shd w:val="clear" w:color="auto" w:fill="C6D9F1" w:themeFill="text2" w:themeFillTint="33"/>
          </w:rPr>
          <w:id w:val="-1532024580"/>
          <w:placeholder>
            <w:docPart w:val="90858C943127490FBDDD9961DEB43637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                                                                            </w:t>
          </w:r>
        </w:sdtContent>
      </w:sdt>
      <w:r w:rsidR="008C7427" w:rsidRPr="00C67942">
        <w:t xml:space="preserve">, con código postal 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-1944832806"/>
          <w:placeholder>
            <w:docPart w:val="9532356D371C478DA0B472721E4B88D3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</w:t>
          </w:r>
        </w:sdtContent>
      </w:sdt>
      <w:r w:rsidR="008C7427" w:rsidRPr="00C67942">
        <w:t xml:space="preserve"> y con correo electrónico para envío de avisos de notificación 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-28115892"/>
          <w:placeholder>
            <w:docPart w:val="4B1993906F8445FC9A198BBF3AA5C76B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             </w:t>
          </w:r>
        </w:sdtContent>
      </w:sdt>
      <w:r w:rsidR="008C7427" w:rsidRPr="00C67942">
        <w:t xml:space="preserve"> y, en su caso, colegiado número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-1473742952"/>
          <w:placeholder>
            <w:docPart w:val="81E226802A734568A4909243B561E2DB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</w:t>
          </w:r>
        </w:sdtContent>
      </w:sdt>
      <w:r w:rsidR="008C7427" w:rsidRPr="00C67942">
        <w:t>, del Colegio Oficial de</w:t>
      </w:r>
      <w:r w:rsidR="00C67942">
        <w:t xml:space="preserve"> </w:t>
      </w:r>
      <w:sdt>
        <w:sdtPr>
          <w:rPr>
            <w:shd w:val="clear" w:color="auto" w:fill="C6D9F1" w:themeFill="text2" w:themeFillTint="33"/>
          </w:rPr>
          <w:id w:val="2010241397"/>
          <w:placeholder>
            <w:docPart w:val="19B1F9BDA19E4977B8268BF4EBDBE04F"/>
          </w:placeholder>
          <w:showingPlcHdr/>
        </w:sdtPr>
        <w:sdtEndPr/>
        <w:sdtContent>
          <w:r w:rsidR="00C67942" w:rsidRPr="00B33343">
            <w:rPr>
              <w:shd w:val="clear" w:color="auto" w:fill="C6D9F1" w:themeFill="text2" w:themeFillTint="33"/>
            </w:rPr>
            <w:t xml:space="preserve">                                                                                             </w:t>
          </w:r>
        </w:sdtContent>
      </w:sdt>
      <w:r w:rsidR="00094DE9" w:rsidRPr="00C67942">
        <w:t>.</w:t>
      </w:r>
      <w:r w:rsidR="008C7427" w:rsidRPr="00C67942">
        <w:t xml:space="preserve"> </w:t>
      </w:r>
    </w:p>
    <w:p w14:paraId="3E48B608" w14:textId="77777777" w:rsidR="00071E7E" w:rsidRPr="00C67942" w:rsidRDefault="00071E7E" w:rsidP="00071E7E">
      <w:pPr>
        <w:spacing w:after="0" w:line="360" w:lineRule="auto"/>
        <w:rPr>
          <w:b/>
        </w:rPr>
      </w:pPr>
    </w:p>
    <w:p w14:paraId="067C2D5F" w14:textId="77777777" w:rsidR="00CF4DF5" w:rsidRPr="00C67942" w:rsidRDefault="00DB2709" w:rsidP="00265F8B">
      <w:pPr>
        <w:spacing w:after="0" w:line="360" w:lineRule="auto"/>
        <w:rPr>
          <w:b/>
        </w:rPr>
      </w:pPr>
      <w:r w:rsidRPr="00C67942">
        <w:rPr>
          <w:b/>
        </w:rPr>
        <w:t>CERTIFICA</w:t>
      </w:r>
    </w:p>
    <w:p w14:paraId="64E54E88" w14:textId="77777777" w:rsidR="00265F8B" w:rsidRPr="00C67942" w:rsidRDefault="00265F8B" w:rsidP="00265F8B">
      <w:pPr>
        <w:spacing w:after="0" w:line="360" w:lineRule="auto"/>
        <w:rPr>
          <w:b/>
        </w:rPr>
      </w:pPr>
    </w:p>
    <w:p w14:paraId="4C029A03" w14:textId="5704D5D1" w:rsidR="00FA5F8E" w:rsidRPr="00C67942" w:rsidRDefault="004A508D" w:rsidP="00071E7E">
      <w:pPr>
        <w:pStyle w:val="Prrafodelista"/>
        <w:numPr>
          <w:ilvl w:val="0"/>
          <w:numId w:val="9"/>
        </w:numPr>
        <w:spacing w:after="0" w:line="360" w:lineRule="auto"/>
      </w:pPr>
      <w:r w:rsidRPr="00C67942">
        <w:t>Que está habilitado profesional y legalmente para la firma de la certificación</w:t>
      </w:r>
      <w:r w:rsidR="00F84F53">
        <w:t xml:space="preserve"> como técnico competente en materia de telecomunicaciones</w:t>
      </w:r>
      <w:r w:rsidR="00FA5F8E" w:rsidRPr="00F75885">
        <w:rPr>
          <w:rStyle w:val="Refdenotaalfinal"/>
        </w:rPr>
        <w:endnoteReference w:id="1"/>
      </w:r>
      <w:r w:rsidR="00FA5F8E" w:rsidRPr="00C67942">
        <w:t xml:space="preserve">. </w:t>
      </w:r>
    </w:p>
    <w:p w14:paraId="1ADB406E" w14:textId="4E72BDDA" w:rsidR="00FA5F8E" w:rsidRDefault="00FA5F8E" w:rsidP="00B27628">
      <w:pPr>
        <w:pStyle w:val="Sinespaciado"/>
        <w:numPr>
          <w:ilvl w:val="0"/>
          <w:numId w:val="9"/>
        </w:numPr>
        <w:spacing w:line="360" w:lineRule="auto"/>
      </w:pPr>
      <w:r w:rsidRPr="00C67942">
        <w:rPr>
          <w:spacing w:val="-4"/>
        </w:rPr>
        <w:t xml:space="preserve">Que </w:t>
      </w:r>
      <w:r w:rsidRPr="001B3BFB">
        <w:rPr>
          <w:spacing w:val="-4"/>
        </w:rPr>
        <w:t>la empresa instaladora de telecomunicaciones</w:t>
      </w:r>
      <w:r w:rsidR="00CF3326" w:rsidRPr="001B3BFB">
        <w:rPr>
          <w:rStyle w:val="Refdenotaalfinal"/>
          <w:spacing w:val="-4"/>
        </w:rPr>
        <w:endnoteReference w:id="2"/>
      </w:r>
      <w:r w:rsidR="00CF3326">
        <w:rPr>
          <w:spacing w:val="-4"/>
        </w:rPr>
        <w:t xml:space="preserve"> </w:t>
      </w:r>
      <w:r>
        <w:rPr>
          <w:spacing w:val="-4"/>
        </w:rPr>
        <w:t xml:space="preserve"> </w:t>
      </w:r>
      <w:sdt>
        <w:sdtPr>
          <w:rPr>
            <w:shd w:val="clear" w:color="auto" w:fill="C6D9F1" w:themeFill="text2" w:themeFillTint="33"/>
          </w:rPr>
          <w:id w:val="-159544746"/>
          <w:placeholder>
            <w:docPart w:val="F604B722448A46B488E3E3490629D176"/>
          </w:placeholder>
          <w:showingPlcHdr/>
        </w:sdtPr>
        <w:sdtEndPr/>
        <w:sdtContent>
          <w:r w:rsidRPr="00B33343">
            <w:rPr>
              <w:rStyle w:val="Textodelmarcadordeposicin"/>
              <w:color w:val="auto"/>
              <w:shd w:val="clear" w:color="auto" w:fill="C6D9F1" w:themeFill="text2" w:themeFillTint="33"/>
            </w:rPr>
            <w:t xml:space="preserve">                                                           </w:t>
          </w:r>
          <w:r w:rsidRPr="00B33343">
            <w:rPr>
              <w:shd w:val="clear" w:color="auto" w:fill="C6D9F1" w:themeFill="text2" w:themeFillTint="33"/>
            </w:rPr>
            <w:t xml:space="preserve">        </w:t>
          </w:r>
          <w:r w:rsidRPr="00B33343">
            <w:rPr>
              <w:rStyle w:val="Textodelmarcadordeposicin"/>
              <w:color w:val="auto"/>
              <w:shd w:val="clear" w:color="auto" w:fill="C6D9F1" w:themeFill="text2" w:themeFillTint="33"/>
            </w:rPr>
            <w:t xml:space="preserve">                          </w:t>
          </w:r>
        </w:sdtContent>
      </w:sdt>
      <w:r w:rsidRPr="00C67942">
        <w:rPr>
          <w:spacing w:val="-4"/>
        </w:rPr>
        <w:t>, con NIF</w:t>
      </w:r>
      <w:r>
        <w:rPr>
          <w:spacing w:val="-4"/>
        </w:rPr>
        <w:t xml:space="preserve"> </w:t>
      </w:r>
      <w:sdt>
        <w:sdtPr>
          <w:rPr>
            <w:shd w:val="clear" w:color="auto" w:fill="C6D9F1" w:themeFill="text2" w:themeFillTint="33"/>
          </w:rPr>
          <w:id w:val="-279182010"/>
          <w:placeholder>
            <w:docPart w:val="BB2FF21781FB417E8713278B7F37F03A"/>
          </w:placeholder>
          <w:showingPlcHdr/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                   </w:t>
          </w:r>
        </w:sdtContent>
      </w:sdt>
      <w:r w:rsidRPr="00C67942">
        <w:t>, con domicilio a efectos de notificación en</w:t>
      </w:r>
      <w:r>
        <w:t xml:space="preserve">  </w:t>
      </w:r>
      <w:sdt>
        <w:sdtPr>
          <w:rPr>
            <w:shd w:val="clear" w:color="auto" w:fill="C6D9F1" w:themeFill="text2" w:themeFillTint="33"/>
          </w:rPr>
          <w:id w:val="-1611351634"/>
          <w:placeholder>
            <w:docPart w:val="E7F304727E4F4F85B92E39483F303212"/>
          </w:placeholder>
          <w:showingPlcHdr/>
        </w:sdtPr>
        <w:sdtEndPr/>
        <w:sdtContent>
          <w:r w:rsidRPr="00B33343">
            <w:rPr>
              <w:rStyle w:val="Textodelmarcadordeposicin"/>
              <w:color w:val="auto"/>
              <w:shd w:val="clear" w:color="auto" w:fill="C6D9F1" w:themeFill="text2" w:themeFillTint="33"/>
            </w:rPr>
            <w:t xml:space="preserve">                                 </w:t>
          </w:r>
          <w:r w:rsidRPr="00B33343">
            <w:rPr>
              <w:shd w:val="clear" w:color="auto" w:fill="C6D9F1" w:themeFill="text2" w:themeFillTint="33"/>
            </w:rPr>
            <w:t xml:space="preserve">        </w:t>
          </w:r>
          <w:r w:rsidRPr="00B33343">
            <w:rPr>
              <w:rStyle w:val="Textodelmarcadordeposicin"/>
              <w:color w:val="auto"/>
              <w:shd w:val="clear" w:color="auto" w:fill="C6D9F1" w:themeFill="text2" w:themeFillTint="33"/>
            </w:rPr>
            <w:t xml:space="preserve">                          </w:t>
          </w:r>
        </w:sdtContent>
      </w:sdt>
      <w:r w:rsidRPr="00B27628">
        <w:t>,</w:t>
      </w:r>
    </w:p>
    <w:p w14:paraId="68437F8B" w14:textId="2B7D3343" w:rsidR="00FA5F8E" w:rsidRPr="00C67942" w:rsidRDefault="00FA5F8E" w:rsidP="00B27628">
      <w:pPr>
        <w:pStyle w:val="Sinespaciado"/>
        <w:spacing w:line="360" w:lineRule="auto"/>
        <w:ind w:left="360"/>
      </w:pPr>
      <w:r w:rsidRPr="00C67942">
        <w:t>con código postal</w:t>
      </w:r>
      <w:r>
        <w:t xml:space="preserve"> </w:t>
      </w:r>
      <w:sdt>
        <w:sdtPr>
          <w:rPr>
            <w:shd w:val="clear" w:color="auto" w:fill="C6D9F1" w:themeFill="text2" w:themeFillTint="33"/>
          </w:rPr>
          <w:id w:val="1158354681"/>
          <w:placeholder>
            <w:docPart w:val="E12DA8CDFC64464BB5E75B1D78712D4F"/>
          </w:placeholder>
          <w:showingPlcHdr/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                   </w:t>
          </w:r>
        </w:sdtContent>
      </w:sdt>
      <w:r w:rsidRPr="00C67942">
        <w:t xml:space="preserve">, e </w:t>
      </w:r>
      <w:r w:rsidRPr="00C67942">
        <w:rPr>
          <w:spacing w:val="-4"/>
        </w:rPr>
        <w:t xml:space="preserve">inscrita en el </w:t>
      </w:r>
      <w:r w:rsidRPr="00C67942">
        <w:rPr>
          <w:i/>
          <w:spacing w:val="-4"/>
        </w:rPr>
        <w:t>Registro de Empresas Instaladoras de Telecomunicación</w:t>
      </w:r>
      <w:r w:rsidRPr="00C67942">
        <w:rPr>
          <w:spacing w:val="-4"/>
        </w:rPr>
        <w:t xml:space="preserve"> de la Secretaría de Estado para instalaciones de estaciones de radiocomunicaciones (tipo D) con número de registro</w:t>
      </w:r>
      <w:r>
        <w:rPr>
          <w:spacing w:val="-4"/>
        </w:rPr>
        <w:t xml:space="preserve"> </w:t>
      </w:r>
      <w:sdt>
        <w:sdtPr>
          <w:rPr>
            <w:shd w:val="clear" w:color="auto" w:fill="C6D9F1" w:themeFill="text2" w:themeFillTint="33"/>
          </w:rPr>
          <w:id w:val="1910106975"/>
          <w:placeholder>
            <w:docPart w:val="AC28C0D44CD442CEAE2854991ECE007F"/>
          </w:placeholder>
          <w:showingPlcHdr/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                   </w:t>
          </w:r>
        </w:sdtContent>
      </w:sdt>
      <w:r w:rsidRPr="00C67942">
        <w:rPr>
          <w:spacing w:val="-4"/>
        </w:rPr>
        <w:t>, ha realizado la instalación correspondiente al expediente administrativo con referencia</w:t>
      </w:r>
      <w:r>
        <w:rPr>
          <w:spacing w:val="-4"/>
        </w:rPr>
        <w:t xml:space="preserve"> </w:t>
      </w:r>
      <w:sdt>
        <w:sdtPr>
          <w:rPr>
            <w:shd w:val="clear" w:color="auto" w:fill="C6D9F1" w:themeFill="text2" w:themeFillTint="33"/>
          </w:rPr>
          <w:id w:val="-852874986"/>
          <w:placeholder>
            <w:docPart w:val="3B4491C3014042BA8CB0B08E9AC5F5A0"/>
          </w:placeholder>
          <w:showingPlcHdr/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                   </w:t>
          </w:r>
        </w:sdtContent>
      </w:sdt>
      <w:r w:rsidRPr="00C67942">
        <w:t xml:space="preserve">, que consta de un número total de </w:t>
      </w:r>
      <w:sdt>
        <w:sdtPr>
          <w:rPr>
            <w:spacing w:val="-4"/>
            <w:shd w:val="clear" w:color="auto" w:fill="C6D9F1" w:themeFill="text2" w:themeFillTint="33"/>
          </w:rPr>
          <w:id w:val="-1812403612"/>
          <w:placeholder>
            <w:docPart w:val="649FD92039054E309B1F3C1DFCA4B28D"/>
          </w:placeholder>
        </w:sdtPr>
        <w:sdtEndPr>
          <w:rPr>
            <w:spacing w:val="0"/>
          </w:rPr>
        </w:sdtEndPr>
        <w:sdtContent>
          <w:r w:rsidRPr="00B33343">
            <w:rPr>
              <w:spacing w:val="-4"/>
              <w:shd w:val="clear" w:color="auto" w:fill="C6D9F1" w:themeFill="text2" w:themeFillTint="33"/>
            </w:rPr>
            <w:t xml:space="preserve">          </w:t>
          </w:r>
        </w:sdtContent>
      </w:sdt>
      <w:r w:rsidRPr="00C67942">
        <w:t xml:space="preserve"> estaciones, de las cuales se han instalado </w:t>
      </w:r>
      <w:sdt>
        <w:sdtPr>
          <w:rPr>
            <w:shd w:val="clear" w:color="auto" w:fill="C6D9F1" w:themeFill="text2" w:themeFillTint="33"/>
          </w:rPr>
          <w:id w:val="822928422"/>
          <w:placeholder>
            <w:docPart w:val="6B01988E7952460A992589A5087E8383"/>
          </w:placeholder>
          <w:showingPlcHdr/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</w:t>
          </w:r>
        </w:sdtContent>
      </w:sdt>
      <w:r w:rsidRPr="00C67942">
        <w:t xml:space="preserve"> estaciones nuevas y se han modificado </w:t>
      </w:r>
      <w:sdt>
        <w:sdtPr>
          <w:rPr>
            <w:shd w:val="clear" w:color="auto" w:fill="C6D9F1" w:themeFill="text2" w:themeFillTint="33"/>
          </w:rPr>
          <w:id w:val="-1202779694"/>
          <w:placeholder>
            <w:docPart w:val="BE8F95A7E7094BFC9F5E99D62B190E79"/>
          </w:placeholder>
          <w:showingPlcHdr/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</w:t>
          </w:r>
        </w:sdtContent>
      </w:sdt>
      <w:r w:rsidRPr="00C67942">
        <w:t xml:space="preserve"> estaciones previamente instaladas.</w:t>
      </w:r>
    </w:p>
    <w:p w14:paraId="0080F18F" w14:textId="77777777" w:rsidR="00FA5F8E" w:rsidRPr="00C67942" w:rsidRDefault="00FA5F8E" w:rsidP="00071E7E">
      <w:pPr>
        <w:pStyle w:val="Prrafodelista"/>
        <w:numPr>
          <w:ilvl w:val="0"/>
          <w:numId w:val="9"/>
        </w:numPr>
        <w:spacing w:after="0" w:line="360" w:lineRule="auto"/>
      </w:pPr>
      <w:r w:rsidRPr="00C67942">
        <w:t xml:space="preserve">Que ha revisado en fechas </w:t>
      </w:r>
      <w:sdt>
        <w:sdtPr>
          <w:rPr>
            <w:shd w:val="clear" w:color="auto" w:fill="C6D9F1" w:themeFill="text2" w:themeFillTint="33"/>
          </w:rPr>
          <w:tag w:val="Haga clic aquí para insertar una fecha"/>
          <w:id w:val="-854731053"/>
          <w:placeholder>
            <w:docPart w:val="0C4277C87BC8432B92113A9DFB3E20A2"/>
          </w:placeholder>
          <w:showingPlcHdr/>
          <w:date>
            <w:dateFormat w:val="dd' de 'MMMM' de 'yyyy"/>
            <w:lid w:val="es-ES"/>
            <w:storeMappedDataAs w:val="dateTime"/>
            <w:calendar w:val="gregorian"/>
          </w:date>
        </w:sdtPr>
        <w:sdtEndPr/>
        <w:sdtContent>
          <w:r w:rsidRPr="00B33343">
            <w:rPr>
              <w:rStyle w:val="Textodelmarcadordeposicin"/>
              <w:color w:val="auto"/>
              <w:shd w:val="clear" w:color="auto" w:fill="C6D9F1" w:themeFill="text2" w:themeFillTint="33"/>
            </w:rPr>
            <w:t xml:space="preserve">                               </w:t>
          </w:r>
        </w:sdtContent>
      </w:sdt>
      <w:r w:rsidRPr="00C67942">
        <w:t xml:space="preserve"> la instalación de las estaciones que se pretenden poner en servicio.</w:t>
      </w:r>
    </w:p>
    <w:p w14:paraId="6DBFAA4D" w14:textId="77777777" w:rsidR="00FA5F8E" w:rsidRPr="00C67942" w:rsidRDefault="00FA5F8E" w:rsidP="00071E7E">
      <w:pPr>
        <w:pStyle w:val="Prrafodelista"/>
        <w:numPr>
          <w:ilvl w:val="0"/>
          <w:numId w:val="9"/>
        </w:numPr>
        <w:spacing w:after="0" w:line="360" w:lineRule="auto"/>
      </w:pPr>
      <w:r w:rsidRPr="00C67942">
        <w:t>Que los parámetros técnicos de las estaciones,</w:t>
      </w:r>
    </w:p>
    <w:p w14:paraId="6CF54462" w14:textId="0D6C33C9" w:rsidR="00FA5F8E" w:rsidRPr="00C67942" w:rsidRDefault="00AF57F9" w:rsidP="008C7427">
      <w:pPr>
        <w:pStyle w:val="Prrafodelista"/>
        <w:spacing w:after="0" w:line="360" w:lineRule="auto"/>
        <w:ind w:left="360"/>
      </w:pPr>
      <w:sdt>
        <w:sdtPr>
          <w:rPr>
            <w:rFonts w:eastAsia="MS Gothic" w:cs="Segoe UI Symbol"/>
          </w:rPr>
          <w:id w:val="-1445985054"/>
          <w14:checkbox>
            <w14:checked w14:val="0"/>
            <w14:checkedState w14:val="2611" w14:font="Segoe UI Symbol"/>
            <w14:uncheckedState w14:val="2610" w14:font="Segoe UI Symbol"/>
          </w14:checkbox>
        </w:sdtPr>
        <w:sdtEndPr/>
        <w:sdtContent>
          <w:r w:rsidR="007A6FA7">
            <w:rPr>
              <w:rFonts w:ascii="Segoe UI Symbol" w:eastAsia="MS Gothic" w:hAnsi="Segoe UI Symbol" w:cs="Segoe UI Symbol"/>
            </w:rPr>
            <w:t>☐</w:t>
          </w:r>
        </w:sdtContent>
      </w:sdt>
      <w:r w:rsidR="001B3BFB" w:rsidRPr="00C67942">
        <w:t xml:space="preserve"> </w:t>
      </w:r>
      <w:r w:rsidR="00FA5F8E" w:rsidRPr="00C67942">
        <w:t xml:space="preserve">incorporados en un fichero XML </w:t>
      </w:r>
      <w:r w:rsidR="005B4DE5">
        <w:t>incluido junto con</w:t>
      </w:r>
      <w:r w:rsidR="00FA5F8E" w:rsidRPr="00C67942">
        <w:t xml:space="preserve"> este certificado</w:t>
      </w:r>
      <w:r w:rsidR="00FA5F8E" w:rsidRPr="00F75885">
        <w:rPr>
          <w:rStyle w:val="Refdenotaalfinal"/>
        </w:rPr>
        <w:endnoteReference w:id="3"/>
      </w:r>
      <w:r w:rsidR="00FA5F8E" w:rsidRPr="00C67942">
        <w:t>,</w:t>
      </w:r>
    </w:p>
    <w:p w14:paraId="184D4516" w14:textId="046BDAC8" w:rsidR="008C7427" w:rsidRPr="00C67942" w:rsidRDefault="00AF57F9" w:rsidP="008C7427">
      <w:pPr>
        <w:pStyle w:val="Prrafodelista"/>
        <w:spacing w:after="0" w:line="360" w:lineRule="auto"/>
        <w:ind w:left="360"/>
      </w:pPr>
      <w:sdt>
        <w:sdtPr>
          <w:rPr>
            <w:rFonts w:eastAsia="MS Gothic" w:cs="Segoe UI Symbol"/>
          </w:rPr>
          <w:id w:val="-2054528523"/>
          <w14:checkbox>
            <w14:checked w14:val="0"/>
            <w14:checkedState w14:val="2611" w14:font="Segoe UI Symbol"/>
            <w14:uncheckedState w14:val="2610" w14:font="Segoe UI Symbol"/>
          </w14:checkbox>
        </w:sdtPr>
        <w:sdtEndPr/>
        <w:sdtContent>
          <w:r w:rsidR="00D41CB3">
            <w:rPr>
              <w:rFonts w:ascii="Segoe UI Symbol" w:eastAsia="MS Gothic" w:hAnsi="Segoe UI Symbol" w:cs="Segoe UI Symbol"/>
            </w:rPr>
            <w:t>☐</w:t>
          </w:r>
        </w:sdtContent>
      </w:sdt>
      <w:r w:rsidR="001B3BFB" w:rsidRPr="00C67942">
        <w:t xml:space="preserve"> </w:t>
      </w:r>
      <w:r w:rsidR="00BF7FCF" w:rsidRPr="00C67942">
        <w:t>descritos en el apartado “Principales características de las estaciones”</w:t>
      </w:r>
      <w:r w:rsidR="00211065" w:rsidRPr="00C67942">
        <w:t>,</w:t>
      </w:r>
      <w:r w:rsidR="00BF7FCF" w:rsidRPr="00C67942">
        <w:t xml:space="preserve"> </w:t>
      </w:r>
    </w:p>
    <w:p w14:paraId="67601C9B" w14:textId="77777777" w:rsidR="00181D7A" w:rsidRPr="00C67942" w:rsidRDefault="00181D7A" w:rsidP="008C7427">
      <w:pPr>
        <w:pStyle w:val="Prrafodelista"/>
        <w:spacing w:after="0" w:line="360" w:lineRule="auto"/>
        <w:ind w:left="360"/>
      </w:pPr>
      <w:r w:rsidRPr="00C67942">
        <w:t>se ajusta</w:t>
      </w:r>
      <w:r w:rsidR="004E19CC" w:rsidRPr="00C67942">
        <w:t>n al proyecto técnico aprobado y</w:t>
      </w:r>
      <w:r w:rsidRPr="00C67942">
        <w:t xml:space="preserve"> a las condiciones previamente autorizadas por la Secretaría de Estado</w:t>
      </w:r>
      <w:r w:rsidR="004E19CC" w:rsidRPr="00C67942">
        <w:t>.</w:t>
      </w:r>
    </w:p>
    <w:p w14:paraId="6D364850" w14:textId="77777777" w:rsidR="00181D7A" w:rsidRPr="00C67942" w:rsidRDefault="00181D7A" w:rsidP="00071E7E">
      <w:pPr>
        <w:pStyle w:val="Prrafodelista"/>
        <w:numPr>
          <w:ilvl w:val="0"/>
          <w:numId w:val="9"/>
        </w:numPr>
        <w:spacing w:after="0" w:line="360" w:lineRule="auto"/>
      </w:pPr>
      <w:r w:rsidRPr="00C67942">
        <w:t xml:space="preserve">Que ha comprobado que todos los equipos instalados disponen del marcado de Conformidad Europea (CE) y de la declaración de conformidad del fabricante, en </w:t>
      </w:r>
      <w:r w:rsidR="00586137" w:rsidRPr="00C67942">
        <w:t>conformidad con el</w:t>
      </w:r>
      <w:r w:rsidRPr="00C67942">
        <w:t xml:space="preserve"> Real Decreto 188/2016, de 6 de mayo, </w:t>
      </w:r>
      <w:r w:rsidRPr="00C67942">
        <w:rPr>
          <w:i/>
        </w:rPr>
        <w:t xml:space="preserve">por el que se aprueba el Reglamento por el que se establecen los requisitos para la </w:t>
      </w:r>
      <w:r w:rsidRPr="00C67942">
        <w:rPr>
          <w:i/>
        </w:rPr>
        <w:lastRenderedPageBreak/>
        <w:t>comercialización, puesta en servicio y uso de equipos radioeléctricos, y se regula el procedimiento para la evaluación de la conformidad, la vigilancia del mercado y el régimen sancionador de los equipos de telecomunicación</w:t>
      </w:r>
      <w:r w:rsidRPr="00C67942">
        <w:t xml:space="preserve"> o, en su caso, del Real Decreto 186/2016, de 6 de mayo, </w:t>
      </w:r>
      <w:r w:rsidRPr="00C67942">
        <w:rPr>
          <w:i/>
        </w:rPr>
        <w:t>por el que se regula la compatibilidad electromagnética de los equipos eléctricos y electrónicos</w:t>
      </w:r>
      <w:r w:rsidRPr="00C67942">
        <w:t>.</w:t>
      </w:r>
    </w:p>
    <w:p w14:paraId="56811561" w14:textId="77777777" w:rsidR="00742CEA" w:rsidRPr="00FC122A" w:rsidRDefault="00742CEA" w:rsidP="00742CEA">
      <w:pPr>
        <w:pStyle w:val="Prrafodelista"/>
        <w:numPr>
          <w:ilvl w:val="0"/>
          <w:numId w:val="9"/>
        </w:numPr>
        <w:spacing w:after="0" w:line="360" w:lineRule="auto"/>
      </w:pPr>
      <w:r>
        <w:t>Que las mediciones se han realizado utilizando equipos de medida debidamente calibrados, según las especificaciones del fabricante, norma o reglamento aplicables.</w:t>
      </w:r>
    </w:p>
    <w:p w14:paraId="311E0EDE" w14:textId="77777777" w:rsidR="00151A09" w:rsidRDefault="00E676BD" w:rsidP="00071E7E">
      <w:pPr>
        <w:pStyle w:val="Prrafodelista"/>
        <w:numPr>
          <w:ilvl w:val="0"/>
          <w:numId w:val="9"/>
        </w:numPr>
        <w:spacing w:after="0" w:line="360" w:lineRule="auto"/>
        <w:ind w:left="357" w:hanging="357"/>
      </w:pPr>
      <w:r w:rsidRPr="00C67942">
        <w:t>Que</w:t>
      </w:r>
      <w:r w:rsidR="00115F87" w:rsidRPr="00C67942">
        <w:t xml:space="preserve"> </w:t>
      </w:r>
      <w:r w:rsidR="00151A09" w:rsidRPr="00C67942">
        <w:t>la descripción fotográfica</w:t>
      </w:r>
      <w:r w:rsidR="008A54FB" w:rsidRPr="00C67942">
        <w:t xml:space="preserve"> de los principales elementos</w:t>
      </w:r>
      <w:r w:rsidR="00151A09" w:rsidRPr="00C67942">
        <w:t xml:space="preserve">, que se </w:t>
      </w:r>
      <w:r w:rsidR="00563F75" w:rsidRPr="00C67942">
        <w:t>incluye a continuación,</w:t>
      </w:r>
      <w:r w:rsidR="00151A09" w:rsidRPr="00C67942">
        <w:t xml:space="preserve"> corresponde a la</w:t>
      </w:r>
      <w:r w:rsidR="0077536E" w:rsidRPr="00C67942">
        <w:t>s</w:t>
      </w:r>
      <w:r w:rsidR="00151A09" w:rsidRPr="00C67942">
        <w:t xml:space="preserve"> </w:t>
      </w:r>
      <w:r w:rsidR="0077536E" w:rsidRPr="00C67942">
        <w:t>instalaciones</w:t>
      </w:r>
      <w:r w:rsidR="00151A09" w:rsidRPr="00C67942">
        <w:t xml:space="preserve"> certificada</w:t>
      </w:r>
      <w:r w:rsidR="0077536E" w:rsidRPr="00C67942">
        <w:t>s</w:t>
      </w:r>
      <w:r w:rsidR="00151A09" w:rsidRPr="00C67942">
        <w:t>.</w:t>
      </w:r>
    </w:p>
    <w:p w14:paraId="692D3250" w14:textId="77777777" w:rsidR="003F20EE" w:rsidRDefault="003F20EE" w:rsidP="003F20EE">
      <w:pPr>
        <w:pStyle w:val="Prrafodelista"/>
        <w:numPr>
          <w:ilvl w:val="0"/>
          <w:numId w:val="9"/>
        </w:numPr>
        <w:spacing w:after="0" w:line="360" w:lineRule="auto"/>
      </w:pPr>
      <w:r w:rsidRPr="00EA2311">
        <w:t xml:space="preserve">Que aparece identificado en el fichero XML </w:t>
      </w:r>
      <w:r w:rsidRPr="001B3BFB">
        <w:t>como “</w:t>
      </w:r>
      <w:proofErr w:type="spellStart"/>
      <w:r w:rsidRPr="00B33343">
        <w:t>Tecnico_Competente</w:t>
      </w:r>
      <w:proofErr w:type="spellEnd"/>
      <w:r w:rsidRPr="001B3BFB">
        <w:t>”, y que</w:t>
      </w:r>
      <w:r w:rsidRPr="00EA2311">
        <w:t xml:space="preserve"> dicha información es coincidente con los datos aportados en esta certificación</w:t>
      </w:r>
      <w:r w:rsidRPr="00EA2311">
        <w:rPr>
          <w:rStyle w:val="Refdenotaalfinal"/>
        </w:rPr>
        <w:endnoteReference w:id="4"/>
      </w:r>
      <w:r w:rsidRPr="00EA2311">
        <w:t>.</w:t>
      </w:r>
    </w:p>
    <w:p w14:paraId="05F014D6" w14:textId="77777777" w:rsidR="00365EAA" w:rsidRPr="00C67942" w:rsidRDefault="00365EAA" w:rsidP="00071E7E">
      <w:pPr>
        <w:spacing w:after="0" w:line="360" w:lineRule="auto"/>
        <w:jc w:val="center"/>
      </w:pPr>
    </w:p>
    <w:p w14:paraId="665C0D30" w14:textId="77777777" w:rsidR="00B27628" w:rsidRDefault="00B27628" w:rsidP="00B27628">
      <w:pPr>
        <w:spacing w:after="0" w:line="360" w:lineRule="auto"/>
        <w:jc w:val="center"/>
      </w:pPr>
      <w:r>
        <w:t xml:space="preserve">En </w:t>
      </w:r>
      <w:sdt>
        <w:sdtPr>
          <w:rPr>
            <w:shd w:val="clear" w:color="auto" w:fill="C6D9F1" w:themeFill="text2" w:themeFillTint="33"/>
          </w:rPr>
          <w:id w:val="-127239193"/>
          <w:showingPlcHdr/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                                                            </w:t>
          </w:r>
        </w:sdtContent>
      </w:sdt>
      <w:r>
        <w:t xml:space="preserve">, a </w:t>
      </w:r>
      <w:sdt>
        <w:sdtPr>
          <w:rPr>
            <w:shd w:val="clear" w:color="auto" w:fill="C6D9F1" w:themeFill="text2" w:themeFillTint="33"/>
          </w:rPr>
          <w:tag w:val="Haga clic aquí para insertar una fecha"/>
          <w:id w:val="1668126413"/>
          <w:showingPlcHdr/>
          <w:date>
            <w:dateFormat w:val="dd' de 'MMMM' de 'yyyy"/>
            <w:lid w:val="es-ES"/>
            <w:storeMappedDataAs w:val="dateTime"/>
            <w:calendar w:val="gregorian"/>
          </w:date>
        </w:sdtPr>
        <w:sdtEndPr/>
        <w:sdtContent>
          <w:r w:rsidRPr="00B33343">
            <w:rPr>
              <w:shd w:val="clear" w:color="auto" w:fill="C6D9F1" w:themeFill="text2" w:themeFillTint="33"/>
            </w:rPr>
            <w:t xml:space="preserve">                              </w:t>
          </w:r>
        </w:sdtContent>
      </w:sdt>
      <w:r w:rsidR="002B0012" w:rsidRPr="002B0012">
        <w:t>.</w:t>
      </w:r>
    </w:p>
    <w:p w14:paraId="02564FA5" w14:textId="4D044605" w:rsidR="001B3BFB" w:rsidRDefault="00124D6F" w:rsidP="001B3BFB">
      <w:pPr>
        <w:spacing w:after="0" w:line="360" w:lineRule="auto"/>
        <w:jc w:val="center"/>
        <w:rPr>
          <w:i/>
          <w:sz w:val="18"/>
          <w:szCs w:val="16"/>
        </w:rPr>
      </w:pP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4D31B" wp14:editId="1FD59F0C">
                <wp:simplePos x="0" y="0"/>
                <wp:positionH relativeFrom="column">
                  <wp:posOffset>1319530</wp:posOffset>
                </wp:positionH>
                <wp:positionV relativeFrom="paragraph">
                  <wp:posOffset>184150</wp:posOffset>
                </wp:positionV>
                <wp:extent cx="3505200" cy="1210310"/>
                <wp:effectExtent l="0" t="0" r="0" b="889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2103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C448B" w14:textId="77777777" w:rsidR="001B3BFB" w:rsidRDefault="001B3BFB" w:rsidP="00B333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4D31B" id="10 Rectángulo" o:spid="_x0000_s1026" style="position:absolute;left:0;text-align:left;margin-left:103.9pt;margin-top:14.5pt;width:276pt;height:9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" fillcolor="#dbe5f1 [660]" stroked="f">
                <v:textbox>
                  <w:txbxContent>
                    <w:p w14:paraId="248C448B" w14:textId="77777777" w:rsidR="001B3BFB" w:rsidRDefault="001B3BFB" w:rsidP="00B333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B3BFB" w:rsidRPr="00A720DB">
        <w:rPr>
          <w:i/>
          <w:sz w:val="16"/>
          <w:szCs w:val="16"/>
        </w:rPr>
        <w:t>[Fírmese</w:t>
      </w:r>
      <w:r w:rsidR="00DD0289">
        <w:rPr>
          <w:i/>
          <w:sz w:val="16"/>
          <w:szCs w:val="16"/>
        </w:rPr>
        <w:t xml:space="preserve"> la certificación </w:t>
      </w:r>
      <w:r w:rsidR="001B3BFB" w:rsidRPr="006311C7">
        <w:rPr>
          <w:rStyle w:val="Refdenotaalfinal"/>
          <w:i/>
          <w:sz w:val="18"/>
          <w:szCs w:val="16"/>
        </w:rPr>
        <w:endnoteReference w:id="5"/>
      </w:r>
      <w:r w:rsidR="008E6C39">
        <w:rPr>
          <w:i/>
          <w:sz w:val="18"/>
          <w:szCs w:val="16"/>
        </w:rPr>
        <w:t>]</w:t>
      </w:r>
    </w:p>
    <w:p w14:paraId="7ABE3D5F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5B9AD251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5D834DDB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28C76A24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053FB78E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78717935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3443D00E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28916ED9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3C85ECF3" w14:textId="77777777" w:rsidR="00FC07BB" w:rsidRDefault="00FC07BB" w:rsidP="00FC07BB">
      <w:pPr>
        <w:pStyle w:val="Textonotaalfinal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Información sobre protección de datos personales:</w:t>
      </w:r>
    </w:p>
    <w:p w14:paraId="614348D4" w14:textId="78DFF88C" w:rsidR="00124D6F" w:rsidRPr="00161754" w:rsidRDefault="00FC07BB" w:rsidP="00FC07BB">
      <w:pPr>
        <w:pStyle w:val="Textonotaalfinal"/>
        <w:contextualSpacing/>
        <w:rPr>
          <w:i/>
          <w:sz w:val="16"/>
        </w:rPr>
      </w:pPr>
      <w:r>
        <w:rPr>
          <w:i/>
          <w:iCs/>
          <w:sz w:val="16"/>
          <w:szCs w:val="16"/>
        </w:rPr>
        <w:t xml:space="preserve">De acuerdo con </w:t>
      </w:r>
      <w:r w:rsidRPr="0009322B">
        <w:rPr>
          <w:i/>
          <w:iCs/>
          <w:sz w:val="16"/>
          <w:szCs w:val="16"/>
        </w:rPr>
        <w:t>los  art. 13 y 14</w:t>
      </w:r>
      <w:r>
        <w:rPr>
          <w:i/>
          <w:iCs/>
          <w:sz w:val="16"/>
          <w:szCs w:val="16"/>
        </w:rPr>
        <w:t xml:space="preserve"> del Reglamento (UE) 2016/679 del Parlamento Europeo y del Consejo de 27 de abril de 2016 (Reglamento General de Protección de Datos Personales) </w:t>
      </w:r>
      <w:r w:rsidRPr="0009322B">
        <w:rPr>
          <w:i/>
          <w:iCs/>
          <w:sz w:val="16"/>
          <w:szCs w:val="16"/>
        </w:rPr>
        <w:t>y el artículo  11 de la Ley Orgánica 3/2018 de Protección de Datos Personales y Garantía de los Derechos Digitales, aprobada el 5 de diciembre de 2018</w:t>
      </w:r>
      <w:r>
        <w:rPr>
          <w:i/>
          <w:iCs/>
          <w:sz w:val="16"/>
          <w:szCs w:val="16"/>
        </w:rPr>
        <w:t>, se informa que los datos personales facilitados mediante el presente documento serán tratados por la Subdirección General de Inspección de las Telecomunicaciones e Infraestructuras Digitales en el tratamiento Autorización Puesta en Servicio Estaciones y Certificaciones con la finalidad de resolver los procedimientos y prestar los servicios a que hacen referencia el título IV y el título VIII del Reglamento sobre el uso del Dominio Público Radioeléctrico, aprobado mediante el  Real Decreto 123/2017, de 24 de febrero</w:t>
      </w:r>
      <w:r w:rsidR="00124D6F" w:rsidRPr="00161754">
        <w:rPr>
          <w:i/>
          <w:sz w:val="16"/>
        </w:rPr>
        <w:t>.</w:t>
      </w:r>
    </w:p>
    <w:p w14:paraId="6D4DD311" w14:textId="77777777" w:rsidR="00124D6F" w:rsidRPr="00161754" w:rsidRDefault="00124D6F" w:rsidP="00124D6F">
      <w:pPr>
        <w:pStyle w:val="Textonotaalfinal"/>
        <w:contextualSpacing/>
        <w:rPr>
          <w:i/>
          <w:sz w:val="16"/>
        </w:rPr>
      </w:pPr>
    </w:p>
    <w:p w14:paraId="699E969E" w14:textId="7C291573" w:rsidR="00EF7402" w:rsidRDefault="00FC07BB" w:rsidP="00124D6F">
      <w:pPr>
        <w:spacing w:line="240" w:lineRule="auto"/>
        <w:contextualSpacing/>
        <w:rPr>
          <w:i/>
          <w:sz w:val="16"/>
          <w:szCs w:val="20"/>
        </w:rPr>
      </w:pPr>
      <w:r>
        <w:rPr>
          <w:i/>
          <w:iCs/>
          <w:sz w:val="16"/>
          <w:szCs w:val="16"/>
        </w:rPr>
        <w:t>El mencionado tratamiento de datos personales es necesario para resolver los procedimientos y prestar los servicios indicados. La reclamación/información recibida (incluidos sus datos personales) será remitida a la Subdirección General de Inspección de las Telecomunicaciones e Infraestructuras Digitales. Podrá ejercer sus derechos ante dicho responsable del tratamiento. Antes de cumplimentar este documento considere leer la siguiente información adicional sobre protección de datos personales en</w:t>
      </w:r>
      <w:r w:rsidR="00EF7402">
        <w:rPr>
          <w:i/>
          <w:sz w:val="16"/>
          <w:szCs w:val="20"/>
        </w:rPr>
        <w:t>:</w:t>
      </w:r>
    </w:p>
    <w:p w14:paraId="4F28C77A" w14:textId="77777777" w:rsidR="00FC07BB" w:rsidRDefault="00FC07BB" w:rsidP="00124D6F">
      <w:pPr>
        <w:spacing w:line="240" w:lineRule="auto"/>
        <w:contextualSpacing/>
        <w:rPr>
          <w:i/>
          <w:sz w:val="16"/>
          <w:szCs w:val="20"/>
        </w:rPr>
      </w:pPr>
    </w:p>
    <w:p w14:paraId="5DA71C26" w14:textId="5172B224" w:rsidR="00124D6F" w:rsidRPr="00161754" w:rsidRDefault="00AF57F9" w:rsidP="00EF7402">
      <w:pPr>
        <w:spacing w:line="240" w:lineRule="auto"/>
        <w:contextualSpacing/>
        <w:jc w:val="center"/>
        <w:rPr>
          <w:rFonts w:ascii="Verdana" w:hAnsi="Verdana"/>
          <w:i/>
          <w:color w:val="000080"/>
          <w:sz w:val="20"/>
          <w:szCs w:val="24"/>
        </w:rPr>
      </w:pPr>
      <w:hyperlink r:id="rId8" w:history="1">
        <w:r w:rsidR="00124D6F" w:rsidRPr="00161754">
          <w:rPr>
            <w:rStyle w:val="Hipervnculo"/>
            <w:i/>
            <w:sz w:val="16"/>
            <w:szCs w:val="20"/>
          </w:rPr>
          <w:t>https://avancedigital.gob.es/inspeccion-telecomunicaciones/Paginas/proteccion-de-datos-personales.aspx</w:t>
        </w:r>
      </w:hyperlink>
    </w:p>
    <w:p w14:paraId="6E56326D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114EC1FF" w14:textId="77777777" w:rsidR="00124D6F" w:rsidRDefault="00124D6F" w:rsidP="001B3BFB">
      <w:pPr>
        <w:spacing w:after="0" w:line="360" w:lineRule="auto"/>
        <w:jc w:val="center"/>
        <w:rPr>
          <w:i/>
          <w:sz w:val="16"/>
          <w:szCs w:val="16"/>
        </w:rPr>
      </w:pPr>
    </w:p>
    <w:p w14:paraId="74420E0B" w14:textId="200215DD" w:rsidR="00071E7E" w:rsidRPr="00C67942" w:rsidRDefault="00071E7E" w:rsidP="00071E7E">
      <w:pPr>
        <w:pStyle w:val="Prrafodelista"/>
        <w:spacing w:after="0" w:line="360" w:lineRule="auto"/>
        <w:ind w:left="357"/>
      </w:pPr>
    </w:p>
    <w:p w14:paraId="7B62D23C" w14:textId="3E1FDADC" w:rsidR="001B3BFB" w:rsidRDefault="00396319">
      <w:pPr>
        <w:jc w:val="left"/>
      </w:pPr>
      <w:r>
        <w:br w:type="page"/>
      </w:r>
      <w:bookmarkStart w:id="0" w:name="_GoBack"/>
      <w:bookmarkEnd w:id="0"/>
    </w:p>
    <w:p w14:paraId="1B7FB3CB" w14:textId="77777777" w:rsidR="007D4FCD" w:rsidRPr="00E141F9" w:rsidRDefault="007D4FCD" w:rsidP="00B33343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140"/>
        <w:jc w:val="center"/>
        <w:rPr>
          <w:b/>
          <w:caps/>
          <w:sz w:val="28"/>
          <w:szCs w:val="24"/>
        </w:rPr>
      </w:pPr>
      <w:r w:rsidRPr="00E141F9">
        <w:rPr>
          <w:b/>
          <w:caps/>
          <w:sz w:val="28"/>
          <w:szCs w:val="24"/>
        </w:rPr>
        <w:lastRenderedPageBreak/>
        <w:t>Principales características de las estaciones</w:t>
      </w:r>
    </w:p>
    <w:p w14:paraId="6F3CB9AD" w14:textId="245A9461" w:rsidR="001B3BFB" w:rsidRPr="00B33343" w:rsidRDefault="001B3BFB" w:rsidP="00BF7FCF">
      <w:pPr>
        <w:pBdr>
          <w:bottom w:val="single" w:sz="4" w:space="1" w:color="auto"/>
        </w:pBdr>
        <w:spacing w:before="120" w:after="120"/>
        <w:contextualSpacing/>
        <w:jc w:val="center"/>
        <w:rPr>
          <w:b/>
          <w:caps/>
          <w:szCs w:val="18"/>
        </w:rPr>
      </w:pPr>
      <w:r w:rsidRPr="00B33343">
        <w:rPr>
          <w:b/>
          <w:caps/>
          <w:szCs w:val="18"/>
        </w:rPr>
        <w:t>comunicaciones electrónicas en bandas armonizadas (telefonía móvil y LMDS)</w:t>
      </w:r>
      <w:r>
        <w:rPr>
          <w:b/>
          <w:caps/>
          <w:szCs w:val="18"/>
        </w:rPr>
        <w:t xml:space="preserve"> o radiodifusión sonora o de televisión</w:t>
      </w:r>
    </w:p>
    <w:p w14:paraId="4C904132" w14:textId="77777777" w:rsidR="00BF7FCF" w:rsidRPr="00525E4C" w:rsidRDefault="00BF7FCF" w:rsidP="00BF7FCF">
      <w:pPr>
        <w:pStyle w:val="Sinespaciado"/>
        <w:spacing w:after="140"/>
        <w:jc w:val="center"/>
        <w:rPr>
          <w:b/>
          <w:szCs w:val="24"/>
          <w:u w:val="single"/>
        </w:rPr>
      </w:pPr>
      <w:r w:rsidRPr="00525E4C">
        <w:rPr>
          <w:b/>
          <w:szCs w:val="24"/>
          <w:u w:val="single"/>
        </w:rPr>
        <w:t>Descripción fotográfica asociada a la estación:</w:t>
      </w:r>
    </w:p>
    <w:p w14:paraId="552202DD" w14:textId="00FD5813" w:rsidR="00BF7FCF" w:rsidRPr="001E08C4" w:rsidRDefault="00BF7FCF">
      <w:pPr>
        <w:spacing w:after="0" w:line="240" w:lineRule="auto"/>
        <w:jc w:val="center"/>
        <w:rPr>
          <w:i/>
          <w:sz w:val="16"/>
          <w:szCs w:val="16"/>
        </w:rPr>
      </w:pPr>
      <w:r w:rsidRPr="001E08C4">
        <w:rPr>
          <w:i/>
          <w:sz w:val="16"/>
          <w:szCs w:val="16"/>
        </w:rPr>
        <w:t>Incorpórese una descripción fotográfica de los principales elementos de cada instalación y, en particular, los siguientes:</w:t>
      </w:r>
    </w:p>
    <w:p w14:paraId="14D4C11D" w14:textId="0A2D1297" w:rsidR="00BF7FCF" w:rsidRPr="001E08C4" w:rsidRDefault="00BF7FCF" w:rsidP="00D41CB3">
      <w:pPr>
        <w:pStyle w:val="Prrafodelista"/>
        <w:numPr>
          <w:ilvl w:val="0"/>
          <w:numId w:val="33"/>
        </w:numPr>
        <w:spacing w:after="0" w:line="240" w:lineRule="auto"/>
        <w:ind w:left="426"/>
        <w:rPr>
          <w:i/>
          <w:sz w:val="18"/>
          <w:szCs w:val="16"/>
        </w:rPr>
      </w:pPr>
      <w:r w:rsidRPr="001E08C4">
        <w:rPr>
          <w:b/>
          <w:i/>
          <w:sz w:val="18"/>
          <w:szCs w:val="16"/>
        </w:rPr>
        <w:t>Estación en su conjunto</w:t>
      </w:r>
      <w:r w:rsidRPr="001E08C4">
        <w:rPr>
          <w:i/>
          <w:sz w:val="18"/>
          <w:szCs w:val="16"/>
        </w:rPr>
        <w:t xml:space="preserve"> (vista global, incluyendo ca</w:t>
      </w:r>
      <w:r w:rsidR="00CA13FE">
        <w:rPr>
          <w:i/>
          <w:sz w:val="18"/>
          <w:szCs w:val="16"/>
        </w:rPr>
        <w:t>seta, mástil soporte de antenas</w:t>
      </w:r>
      <w:r w:rsidRPr="001E08C4">
        <w:rPr>
          <w:i/>
          <w:sz w:val="18"/>
          <w:szCs w:val="16"/>
        </w:rPr>
        <w:t xml:space="preserve"> y sistema radiante). </w:t>
      </w:r>
    </w:p>
    <w:p w14:paraId="41012D6F" w14:textId="156A77CF" w:rsidR="00BF7FCF" w:rsidRPr="001E08C4" w:rsidRDefault="00BF7FCF" w:rsidP="00CA13FE">
      <w:pPr>
        <w:pStyle w:val="Prrafodelista"/>
        <w:numPr>
          <w:ilvl w:val="0"/>
          <w:numId w:val="33"/>
        </w:numPr>
        <w:spacing w:after="0" w:line="240" w:lineRule="auto"/>
        <w:ind w:left="426"/>
        <w:jc w:val="left"/>
        <w:rPr>
          <w:i/>
          <w:sz w:val="18"/>
          <w:szCs w:val="16"/>
        </w:rPr>
      </w:pPr>
      <w:r w:rsidRPr="001E08C4">
        <w:rPr>
          <w:b/>
          <w:i/>
          <w:sz w:val="18"/>
          <w:szCs w:val="16"/>
        </w:rPr>
        <w:t>Antena utilizada</w:t>
      </w:r>
      <w:r w:rsidRPr="001E08C4">
        <w:rPr>
          <w:i/>
          <w:sz w:val="18"/>
          <w:szCs w:val="16"/>
        </w:rPr>
        <w:t xml:space="preserve"> (una o más fotografías con el detalle de los elementos del sistema radiante objeto de la certificación</w:t>
      </w:r>
      <w:r w:rsidR="00CA13FE">
        <w:rPr>
          <w:i/>
          <w:sz w:val="18"/>
          <w:szCs w:val="16"/>
        </w:rPr>
        <w:t xml:space="preserve">. En caso de existencia de </w:t>
      </w:r>
      <w:r w:rsidR="00CA13FE" w:rsidRPr="00CA13FE">
        <w:rPr>
          <w:b/>
          <w:i/>
          <w:sz w:val="18"/>
          <w:szCs w:val="16"/>
        </w:rPr>
        <w:t>varias antenas</w:t>
      </w:r>
      <w:r w:rsidR="00CA13FE">
        <w:rPr>
          <w:i/>
          <w:sz w:val="18"/>
          <w:szCs w:val="16"/>
        </w:rPr>
        <w:t xml:space="preserve"> en la fotografía o si se encuentran mimetizadas, </w:t>
      </w:r>
      <w:r w:rsidR="00CA13FE">
        <w:rPr>
          <w:b/>
          <w:i/>
          <w:sz w:val="18"/>
          <w:szCs w:val="16"/>
        </w:rPr>
        <w:t>identificar</w:t>
      </w:r>
      <w:r w:rsidR="00CA13FE" w:rsidRPr="00CA13FE">
        <w:rPr>
          <w:b/>
          <w:i/>
          <w:sz w:val="18"/>
          <w:szCs w:val="16"/>
        </w:rPr>
        <w:t xml:space="preserve"> unívocamente</w:t>
      </w:r>
      <w:r w:rsidR="00CA13FE">
        <w:rPr>
          <w:i/>
          <w:sz w:val="18"/>
          <w:szCs w:val="16"/>
        </w:rPr>
        <w:t xml:space="preserve"> a través de un </w:t>
      </w:r>
      <w:r w:rsidR="00CA13FE" w:rsidRPr="00CA13FE">
        <w:rPr>
          <w:b/>
          <w:i/>
          <w:sz w:val="18"/>
          <w:szCs w:val="16"/>
        </w:rPr>
        <w:t>recuadro</w:t>
      </w:r>
      <w:r w:rsidRPr="001E08C4">
        <w:rPr>
          <w:i/>
          <w:sz w:val="18"/>
          <w:szCs w:val="16"/>
        </w:rPr>
        <w:t xml:space="preserve">).   </w:t>
      </w:r>
    </w:p>
    <w:p w14:paraId="6538C221" w14:textId="6C89DA14" w:rsidR="00BF7FCF" w:rsidRPr="001E08C4" w:rsidRDefault="00BF7FCF" w:rsidP="00D41CB3">
      <w:pPr>
        <w:pStyle w:val="Prrafodelista"/>
        <w:numPr>
          <w:ilvl w:val="0"/>
          <w:numId w:val="33"/>
        </w:numPr>
        <w:spacing w:after="0" w:line="240" w:lineRule="auto"/>
        <w:ind w:left="426"/>
        <w:rPr>
          <w:i/>
          <w:sz w:val="18"/>
          <w:szCs w:val="16"/>
        </w:rPr>
      </w:pPr>
      <w:r w:rsidRPr="001E08C4">
        <w:rPr>
          <w:b/>
          <w:i/>
          <w:sz w:val="18"/>
          <w:szCs w:val="16"/>
        </w:rPr>
        <w:t>Coordenadas geográficas de la estación</w:t>
      </w:r>
      <w:r w:rsidRPr="001E08C4">
        <w:rPr>
          <w:i/>
          <w:sz w:val="18"/>
          <w:szCs w:val="16"/>
        </w:rPr>
        <w:t xml:space="preserve"> en el </w:t>
      </w:r>
      <w:proofErr w:type="spellStart"/>
      <w:r w:rsidRPr="001E08C4">
        <w:rPr>
          <w:i/>
          <w:sz w:val="18"/>
          <w:szCs w:val="16"/>
        </w:rPr>
        <w:t>datum</w:t>
      </w:r>
      <w:proofErr w:type="spellEnd"/>
      <w:r w:rsidRPr="001E08C4">
        <w:rPr>
          <w:i/>
          <w:sz w:val="18"/>
          <w:szCs w:val="16"/>
        </w:rPr>
        <w:t xml:space="preserve"> ETRS89 para Península Ibérica e Islas Baleares, y REGCAN95 para Canarias, en la que se visualice la estación</w:t>
      </w:r>
      <w:r w:rsidRPr="001E08C4">
        <w:rPr>
          <w:b/>
          <w:i/>
          <w:sz w:val="18"/>
          <w:szCs w:val="16"/>
        </w:rPr>
        <w:t xml:space="preserve"> junto con la pantalla de geolocalización</w:t>
      </w:r>
      <w:r w:rsidRPr="001E08C4">
        <w:rPr>
          <w:i/>
          <w:sz w:val="18"/>
          <w:szCs w:val="16"/>
        </w:rPr>
        <w:t xml:space="preserve"> </w:t>
      </w:r>
      <w:r w:rsidR="00113457">
        <w:rPr>
          <w:i/>
          <w:sz w:val="18"/>
          <w:szCs w:val="16"/>
        </w:rPr>
        <w:t xml:space="preserve">y </w:t>
      </w:r>
      <w:r w:rsidRPr="001E08C4">
        <w:rPr>
          <w:i/>
          <w:sz w:val="18"/>
          <w:szCs w:val="16"/>
        </w:rPr>
        <w:t xml:space="preserve">que muestre unas coordenadas próximas a la antena o </w:t>
      </w:r>
      <w:r w:rsidR="00113457">
        <w:rPr>
          <w:i/>
          <w:sz w:val="18"/>
          <w:szCs w:val="16"/>
        </w:rPr>
        <w:t xml:space="preserve">bien </w:t>
      </w:r>
      <w:r w:rsidRPr="001E08C4">
        <w:rPr>
          <w:i/>
          <w:sz w:val="18"/>
          <w:szCs w:val="16"/>
        </w:rPr>
        <w:t xml:space="preserve">fotografía </w:t>
      </w:r>
      <w:r w:rsidR="00113457">
        <w:rPr>
          <w:i/>
          <w:sz w:val="18"/>
          <w:szCs w:val="16"/>
        </w:rPr>
        <w:t xml:space="preserve">u </w:t>
      </w:r>
      <w:proofErr w:type="spellStart"/>
      <w:r w:rsidR="00113457">
        <w:rPr>
          <w:i/>
          <w:sz w:val="18"/>
          <w:szCs w:val="16"/>
        </w:rPr>
        <w:t>ortofotografía</w:t>
      </w:r>
      <w:proofErr w:type="spellEnd"/>
      <w:r w:rsidR="00113457">
        <w:rPr>
          <w:i/>
          <w:sz w:val="18"/>
          <w:szCs w:val="16"/>
        </w:rPr>
        <w:t xml:space="preserve"> </w:t>
      </w:r>
      <w:r w:rsidRPr="001E08C4">
        <w:rPr>
          <w:i/>
          <w:sz w:val="18"/>
          <w:szCs w:val="16"/>
        </w:rPr>
        <w:t>con impre</w:t>
      </w:r>
      <w:r w:rsidR="00113457">
        <w:rPr>
          <w:i/>
          <w:sz w:val="18"/>
          <w:szCs w:val="16"/>
        </w:rPr>
        <w:t>sión de coordenadas incorporada</w:t>
      </w:r>
      <w:r w:rsidRPr="001E08C4">
        <w:rPr>
          <w:i/>
          <w:sz w:val="18"/>
          <w:szCs w:val="16"/>
        </w:rPr>
        <w:t>.</w:t>
      </w:r>
    </w:p>
    <w:p w14:paraId="4D7C5EC7" w14:textId="77777777" w:rsidR="00BF7FCF" w:rsidRPr="00FE7D7E" w:rsidRDefault="00BF7FCF" w:rsidP="00BF7FCF">
      <w:pPr>
        <w:spacing w:before="120" w:after="120"/>
        <w:contextualSpacing/>
        <w:jc w:val="center"/>
        <w:rPr>
          <w:i/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4462"/>
      </w:tblGrid>
      <w:tr w:rsidR="00BF7FCF" w14:paraId="38288C43" w14:textId="77777777" w:rsidTr="00E141F9">
        <w:trPr>
          <w:trHeight w:val="3112"/>
          <w:jc w:val="center"/>
        </w:trPr>
        <w:tc>
          <w:tcPr>
            <w:tcW w:w="4462" w:type="dxa"/>
            <w:shd w:val="clear" w:color="auto" w:fill="auto"/>
          </w:tcPr>
          <w:p w14:paraId="374CDC9F" w14:textId="77777777" w:rsidR="00BF7FCF" w:rsidRDefault="00AF57F9" w:rsidP="00717A53">
            <w:pPr>
              <w:jc w:val="center"/>
              <w:rPr>
                <w:b/>
              </w:rPr>
            </w:pPr>
            <w:sdt>
              <w:sdtPr>
                <w:id w:val="972034375"/>
                <w:showingPlcHdr/>
                <w:picture/>
              </w:sdtPr>
              <w:sdtEndPr/>
              <w:sdtContent>
                <w:r w:rsidR="00BF7FCF">
                  <w:rPr>
                    <w:noProof/>
                    <w:lang w:eastAsia="es-ES"/>
                  </w:rPr>
                  <w:drawing>
                    <wp:inline distT="0" distB="0" distL="0" distR="0" wp14:anchorId="22BA83B3" wp14:editId="685B2A17">
                      <wp:extent cx="2668772" cy="1980822"/>
                      <wp:effectExtent l="0" t="0" r="0" b="635"/>
                      <wp:docPr id="16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68772" cy="198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462" w:type="dxa"/>
            <w:shd w:val="clear" w:color="auto" w:fill="auto"/>
          </w:tcPr>
          <w:p w14:paraId="1AB8A1EC" w14:textId="77777777" w:rsidR="00BF7FCF" w:rsidRDefault="00AF57F9" w:rsidP="00717A53">
            <w:pPr>
              <w:jc w:val="center"/>
              <w:rPr>
                <w:b/>
              </w:rPr>
            </w:pPr>
            <w:sdt>
              <w:sdtPr>
                <w:id w:val="360945761"/>
                <w:showingPlcHdr/>
                <w:picture/>
              </w:sdtPr>
              <w:sdtEndPr/>
              <w:sdtContent>
                <w:r w:rsidR="00D55340">
                  <w:rPr>
                    <w:noProof/>
                    <w:lang w:eastAsia="es-ES"/>
                  </w:rPr>
                  <w:drawing>
                    <wp:inline distT="0" distB="0" distL="0" distR="0" wp14:anchorId="0C6A99D0" wp14:editId="709B71CA">
                      <wp:extent cx="2668772" cy="1980822"/>
                      <wp:effectExtent l="0" t="0" r="0" b="635"/>
                      <wp:docPr id="5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68772" cy="198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D55340" w:rsidDel="00D55340">
              <w:t xml:space="preserve"> </w:t>
            </w:r>
          </w:p>
        </w:tc>
      </w:tr>
      <w:tr w:rsidR="00BF7FCF" w14:paraId="06D40D63" w14:textId="77777777" w:rsidTr="00E141F9">
        <w:trPr>
          <w:trHeight w:val="132"/>
          <w:jc w:val="center"/>
        </w:trPr>
        <w:tc>
          <w:tcPr>
            <w:tcW w:w="4462" w:type="dxa"/>
            <w:shd w:val="clear" w:color="auto" w:fill="auto"/>
          </w:tcPr>
          <w:p w14:paraId="0699C2A8" w14:textId="77777777" w:rsidR="00BF7FCF" w:rsidRPr="00BF7FCF" w:rsidRDefault="00FE7D7E" w:rsidP="00FE7D7E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Descripción 1: </w:t>
            </w:r>
          </w:p>
        </w:tc>
        <w:tc>
          <w:tcPr>
            <w:tcW w:w="4462" w:type="dxa"/>
            <w:shd w:val="clear" w:color="auto" w:fill="auto"/>
          </w:tcPr>
          <w:p w14:paraId="53CD521D" w14:textId="77777777" w:rsidR="00BF7FCF" w:rsidRPr="00BF7FCF" w:rsidRDefault="00FE7D7E" w:rsidP="00FE7D7E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Descripción </w:t>
            </w:r>
            <w:r w:rsidR="003F1F42">
              <w:rPr>
                <w:b/>
                <w:sz w:val="16"/>
                <w:szCs w:val="16"/>
              </w:rPr>
              <w:t xml:space="preserve">… </w:t>
            </w:r>
            <w:r>
              <w:rPr>
                <w:b/>
                <w:sz w:val="16"/>
                <w:szCs w:val="16"/>
              </w:rPr>
              <w:t>:</w:t>
            </w:r>
          </w:p>
        </w:tc>
      </w:tr>
      <w:tr w:rsidR="00D55340" w14:paraId="05474782" w14:textId="77777777" w:rsidTr="0017017B">
        <w:trPr>
          <w:trHeight w:val="3112"/>
          <w:jc w:val="center"/>
        </w:trPr>
        <w:tc>
          <w:tcPr>
            <w:tcW w:w="4462" w:type="dxa"/>
            <w:shd w:val="clear" w:color="auto" w:fill="auto"/>
          </w:tcPr>
          <w:p w14:paraId="10124331" w14:textId="77777777" w:rsidR="00D55340" w:rsidRDefault="00AF57F9" w:rsidP="0017017B">
            <w:pPr>
              <w:jc w:val="center"/>
              <w:rPr>
                <w:b/>
              </w:rPr>
            </w:pPr>
            <w:sdt>
              <w:sdtPr>
                <w:id w:val="-1661845473"/>
                <w:showingPlcHdr/>
                <w:picture/>
              </w:sdtPr>
              <w:sdtEndPr/>
              <w:sdtContent>
                <w:r w:rsidR="00D55340">
                  <w:rPr>
                    <w:noProof/>
                    <w:lang w:eastAsia="es-ES"/>
                  </w:rPr>
                  <w:drawing>
                    <wp:inline distT="0" distB="0" distL="0" distR="0" wp14:anchorId="16693930" wp14:editId="5DC3A201">
                      <wp:extent cx="2668772" cy="1980822"/>
                      <wp:effectExtent l="0" t="0" r="0" b="635"/>
                      <wp:docPr id="26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68772" cy="198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462" w:type="dxa"/>
            <w:shd w:val="clear" w:color="auto" w:fill="auto"/>
          </w:tcPr>
          <w:p w14:paraId="27A8796E" w14:textId="77777777" w:rsidR="00D55340" w:rsidRDefault="00AF57F9" w:rsidP="0017017B">
            <w:pPr>
              <w:jc w:val="center"/>
              <w:rPr>
                <w:b/>
              </w:rPr>
            </w:pPr>
            <w:sdt>
              <w:sdtPr>
                <w:id w:val="1145710990"/>
                <w:showingPlcHdr/>
                <w:picture/>
              </w:sdtPr>
              <w:sdtEndPr/>
              <w:sdtContent>
                <w:r w:rsidR="00D55340">
                  <w:rPr>
                    <w:noProof/>
                    <w:lang w:eastAsia="es-ES"/>
                  </w:rPr>
                  <w:drawing>
                    <wp:inline distT="0" distB="0" distL="0" distR="0" wp14:anchorId="352AE9B7" wp14:editId="4A54D3CB">
                      <wp:extent cx="2668772" cy="1980822"/>
                      <wp:effectExtent l="0" t="0" r="0" b="635"/>
                      <wp:docPr id="27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68772" cy="198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D55340" w:rsidDel="00D55340">
              <w:t xml:space="preserve"> </w:t>
            </w:r>
          </w:p>
        </w:tc>
      </w:tr>
      <w:tr w:rsidR="00D55340" w:rsidRPr="00BF7FCF" w14:paraId="54DB10AE" w14:textId="77777777" w:rsidTr="0017017B">
        <w:trPr>
          <w:trHeight w:val="132"/>
          <w:jc w:val="center"/>
        </w:trPr>
        <w:tc>
          <w:tcPr>
            <w:tcW w:w="4462" w:type="dxa"/>
            <w:shd w:val="clear" w:color="auto" w:fill="auto"/>
          </w:tcPr>
          <w:p w14:paraId="1A8EF1D6" w14:textId="77777777" w:rsidR="00D55340" w:rsidRPr="00BF7FCF" w:rsidRDefault="00D55340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Descripción … : </w:t>
            </w:r>
          </w:p>
        </w:tc>
        <w:tc>
          <w:tcPr>
            <w:tcW w:w="4462" w:type="dxa"/>
            <w:shd w:val="clear" w:color="auto" w:fill="auto"/>
          </w:tcPr>
          <w:p w14:paraId="78E06DA3" w14:textId="77777777" w:rsidR="00D55340" w:rsidRPr="00BF7FCF" w:rsidRDefault="00D55340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Descripción … :</w:t>
            </w:r>
          </w:p>
        </w:tc>
      </w:tr>
      <w:tr w:rsidR="00D55340" w14:paraId="2D7FDF9F" w14:textId="77777777" w:rsidTr="0017017B">
        <w:trPr>
          <w:trHeight w:val="3112"/>
          <w:jc w:val="center"/>
        </w:trPr>
        <w:tc>
          <w:tcPr>
            <w:tcW w:w="4462" w:type="dxa"/>
            <w:shd w:val="clear" w:color="auto" w:fill="auto"/>
          </w:tcPr>
          <w:p w14:paraId="731BD6D3" w14:textId="77777777" w:rsidR="00D55340" w:rsidRDefault="00AF57F9" w:rsidP="0017017B">
            <w:pPr>
              <w:jc w:val="center"/>
              <w:rPr>
                <w:b/>
              </w:rPr>
            </w:pPr>
            <w:sdt>
              <w:sdtPr>
                <w:id w:val="166921606"/>
                <w:showingPlcHdr/>
                <w:picture/>
              </w:sdtPr>
              <w:sdtEndPr/>
              <w:sdtContent>
                <w:r w:rsidR="00D55340">
                  <w:rPr>
                    <w:noProof/>
                    <w:lang w:eastAsia="es-ES"/>
                  </w:rPr>
                  <w:drawing>
                    <wp:inline distT="0" distB="0" distL="0" distR="0" wp14:anchorId="334DE312" wp14:editId="4E0CF896">
                      <wp:extent cx="2668772" cy="1980822"/>
                      <wp:effectExtent l="0" t="0" r="0" b="635"/>
                      <wp:docPr id="32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68772" cy="198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462" w:type="dxa"/>
            <w:shd w:val="clear" w:color="auto" w:fill="auto"/>
          </w:tcPr>
          <w:p w14:paraId="0E0D40E9" w14:textId="77777777" w:rsidR="00D55340" w:rsidRDefault="00AF57F9" w:rsidP="0017017B">
            <w:pPr>
              <w:jc w:val="center"/>
              <w:rPr>
                <w:b/>
              </w:rPr>
            </w:pPr>
            <w:sdt>
              <w:sdtPr>
                <w:id w:val="1062297469"/>
                <w:showingPlcHdr/>
                <w:picture/>
              </w:sdtPr>
              <w:sdtEndPr/>
              <w:sdtContent>
                <w:r w:rsidR="00D55340">
                  <w:rPr>
                    <w:noProof/>
                    <w:lang w:eastAsia="es-ES"/>
                  </w:rPr>
                  <w:drawing>
                    <wp:inline distT="0" distB="0" distL="0" distR="0" wp14:anchorId="62A98488" wp14:editId="1C4E40C8">
                      <wp:extent cx="2668772" cy="1980822"/>
                      <wp:effectExtent l="0" t="0" r="0" b="635"/>
                      <wp:docPr id="33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68772" cy="198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D55340" w:rsidDel="00D55340">
              <w:t xml:space="preserve"> </w:t>
            </w:r>
          </w:p>
        </w:tc>
      </w:tr>
      <w:tr w:rsidR="00D55340" w14:paraId="68B80E42" w14:textId="77777777" w:rsidTr="0017017B">
        <w:trPr>
          <w:trHeight w:val="132"/>
          <w:jc w:val="center"/>
        </w:trPr>
        <w:tc>
          <w:tcPr>
            <w:tcW w:w="4462" w:type="dxa"/>
            <w:shd w:val="clear" w:color="auto" w:fill="auto"/>
          </w:tcPr>
          <w:p w14:paraId="1DB29A59" w14:textId="77777777" w:rsidR="00D55340" w:rsidRPr="00BF7FCF" w:rsidRDefault="00D55340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Descripción … : </w:t>
            </w:r>
          </w:p>
        </w:tc>
        <w:tc>
          <w:tcPr>
            <w:tcW w:w="4462" w:type="dxa"/>
            <w:shd w:val="clear" w:color="auto" w:fill="auto"/>
          </w:tcPr>
          <w:p w14:paraId="67D81C06" w14:textId="77777777" w:rsidR="00D55340" w:rsidRPr="00BF7FCF" w:rsidRDefault="00D55340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Descripción n :</w:t>
            </w:r>
          </w:p>
        </w:tc>
      </w:tr>
    </w:tbl>
    <w:p w14:paraId="204E9B5E" w14:textId="14062ABF" w:rsidR="00F31E85" w:rsidRDefault="00F31E85" w:rsidP="00F31E85">
      <w:pPr>
        <w:pBdr>
          <w:bottom w:val="single" w:sz="4" w:space="1" w:color="auto"/>
        </w:pBdr>
        <w:spacing w:before="120" w:after="0" w:line="240" w:lineRule="auto"/>
        <w:jc w:val="center"/>
        <w:rPr>
          <w:b/>
          <w:caps/>
          <w:szCs w:val="18"/>
        </w:rPr>
      </w:pPr>
      <w:r>
        <w:rPr>
          <w:b/>
          <w:caps/>
          <w:szCs w:val="18"/>
        </w:rPr>
        <w:lastRenderedPageBreak/>
        <w:t xml:space="preserve">red de </w:t>
      </w:r>
      <w:r w:rsidRPr="00F31E85">
        <w:rPr>
          <w:b/>
          <w:caps/>
          <w:szCs w:val="18"/>
        </w:rPr>
        <w:t>radiodeterminación, comunicación por satélite, servicio fijo punto a multipunto, servicio fijo de banda ancha, servicio fijo en banda reservada, servicio móvil</w:t>
      </w:r>
      <w:r w:rsidR="00A34155">
        <w:rPr>
          <w:b/>
          <w:caps/>
          <w:szCs w:val="18"/>
        </w:rPr>
        <w:t>-</w:t>
      </w:r>
      <w:r w:rsidR="00982A3E">
        <w:rPr>
          <w:b/>
          <w:caps/>
          <w:szCs w:val="18"/>
        </w:rPr>
        <w:t>fijo</w:t>
      </w:r>
      <w:r w:rsidRPr="00F31E85">
        <w:rPr>
          <w:b/>
          <w:caps/>
          <w:szCs w:val="18"/>
        </w:rPr>
        <w:t xml:space="preserve"> de b</w:t>
      </w:r>
      <w:r w:rsidR="00003394">
        <w:rPr>
          <w:b/>
          <w:caps/>
          <w:szCs w:val="18"/>
        </w:rPr>
        <w:t>anda estrecha y otros servicios</w:t>
      </w:r>
    </w:p>
    <w:p w14:paraId="2C7565A9" w14:textId="02AB2B36" w:rsidR="00717A53" w:rsidRDefault="00BA3445" w:rsidP="00B33343">
      <w:pPr>
        <w:spacing w:before="120" w:after="0" w:line="24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[</w:t>
      </w:r>
      <w:r w:rsidR="00C37DB0">
        <w:rPr>
          <w:i/>
          <w:sz w:val="16"/>
          <w:szCs w:val="16"/>
        </w:rPr>
        <w:t>I</w:t>
      </w:r>
      <w:r>
        <w:rPr>
          <w:i/>
          <w:sz w:val="16"/>
          <w:szCs w:val="16"/>
        </w:rPr>
        <w:t xml:space="preserve">ncluya todas las estaciones que </w:t>
      </w:r>
      <w:r w:rsidR="00C37DB0">
        <w:rPr>
          <w:i/>
          <w:sz w:val="16"/>
          <w:szCs w:val="16"/>
        </w:rPr>
        <w:t>se hayan instalado o modificado</w:t>
      </w:r>
      <w:r w:rsidR="00875767">
        <w:rPr>
          <w:i/>
          <w:sz w:val="16"/>
          <w:szCs w:val="16"/>
        </w:rPr>
        <w:t xml:space="preserve">. </w:t>
      </w:r>
      <w:r>
        <w:rPr>
          <w:i/>
          <w:sz w:val="16"/>
          <w:szCs w:val="16"/>
        </w:rPr>
        <w:t>Cada estación de la red debe de comenzar en una página independiente</w:t>
      </w:r>
      <w:r w:rsidRPr="00923F95">
        <w:rPr>
          <w:i/>
          <w:sz w:val="16"/>
          <w:szCs w:val="16"/>
        </w:rPr>
        <w:t>]</w:t>
      </w:r>
    </w:p>
    <w:p w14:paraId="0E9C5549" w14:textId="77777777" w:rsidR="00BF7FCF" w:rsidRPr="00E141F9" w:rsidRDefault="00BF7FCF" w:rsidP="00E141F9">
      <w:pPr>
        <w:pStyle w:val="Prrafodelista"/>
        <w:numPr>
          <w:ilvl w:val="0"/>
          <w:numId w:val="31"/>
        </w:numPr>
        <w:spacing w:before="120" w:after="80"/>
        <w:ind w:left="283" w:hanging="425"/>
        <w:jc w:val="left"/>
        <w:rPr>
          <w:b/>
          <w:szCs w:val="18"/>
        </w:rPr>
      </w:pPr>
      <w:r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ESTACIÓN </w:t>
      </w:r>
      <w:r w:rsidR="00C95861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con </w:t>
      </w:r>
      <w:r w:rsidR="00AE4A89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>REFERENCIA</w:t>
      </w:r>
      <w:r w:rsidR="00C95861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o </w:t>
      </w:r>
      <w:r w:rsidR="00AE4A89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>IDENTIFICADOR Nº</w:t>
      </w:r>
      <w:r w:rsidRPr="00B33343">
        <w:rPr>
          <w:rFonts w:ascii="Calibri" w:hAnsi="Calibri" w:cs="Arial"/>
          <w:b/>
          <w:bdr w:val="single" w:sz="4" w:space="0" w:color="auto"/>
          <w:shd w:val="clear" w:color="auto" w:fill="DBE5F1" w:themeFill="accent1" w:themeFillTint="33"/>
          <w:vertAlign w:val="superscript"/>
          <w:lang w:val="es-ES_tradnl"/>
        </w:rPr>
        <w:endnoteReference w:id="6"/>
      </w:r>
      <w:r w:rsidRPr="00B33343">
        <w:rPr>
          <w:b/>
          <w:bdr w:val="single" w:sz="4" w:space="0" w:color="auto"/>
          <w:shd w:val="clear" w:color="auto" w:fill="DBE5F1" w:themeFill="accent1" w:themeFillTint="33"/>
        </w:rPr>
        <w:t>:</w:t>
      </w:r>
      <w:r w:rsidR="00737473" w:rsidRPr="00B33343">
        <w:rPr>
          <w:b/>
          <w:bdr w:val="single" w:sz="4" w:space="0" w:color="auto"/>
          <w:shd w:val="clear" w:color="auto" w:fill="DBE5F1" w:themeFill="accent1" w:themeFillTint="33"/>
        </w:rPr>
        <w:t xml:space="preserve"> </w:t>
      </w:r>
      <w:r w:rsidR="00C95861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</w:t>
      </w:r>
      <w:r w:rsidR="00717A53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                        </w:t>
      </w:r>
      <w:r w:rsidR="00AE4A89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        </w:t>
      </w:r>
      <w:r w:rsidR="00717A53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                             </w:t>
      </w:r>
      <w:r w:rsidR="00D55BB1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</w:t>
      </w:r>
      <w:r w:rsidR="00AB4434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 </w:t>
      </w:r>
      <w:r w:rsidR="00D55BB1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  </w:t>
      </w:r>
      <w:r w:rsidR="0078528F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  </w:t>
      </w:r>
      <w:r w:rsidR="00D55BB1"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</w:t>
      </w:r>
      <w:r w:rsidRPr="00B33343">
        <w:rPr>
          <w:b/>
          <w:i/>
          <w:sz w:val="18"/>
          <w:szCs w:val="18"/>
          <w:bdr w:val="single" w:sz="4" w:space="0" w:color="auto"/>
          <w:shd w:val="clear" w:color="auto" w:fill="DBE5F1" w:themeFill="accent1" w:themeFillTint="33"/>
        </w:rPr>
        <w:t>(I</w:t>
      </w:r>
      <w:r w:rsidR="00D55BB1" w:rsidRPr="00B33343">
        <w:rPr>
          <w:b/>
          <w:i/>
          <w:sz w:val="18"/>
          <w:szCs w:val="18"/>
          <w:bdr w:val="single" w:sz="4" w:space="0" w:color="auto"/>
          <w:shd w:val="clear" w:color="auto" w:fill="DBE5F1" w:themeFill="accent1" w:themeFillTint="33"/>
        </w:rPr>
        <w:t>nicio</w:t>
      </w:r>
      <w:r w:rsidRPr="00B33343">
        <w:rPr>
          <w:b/>
          <w:i/>
          <w:sz w:val="18"/>
          <w:szCs w:val="18"/>
          <w:bdr w:val="single" w:sz="4" w:space="0" w:color="auto"/>
          <w:shd w:val="clear" w:color="auto" w:fill="DBE5F1" w:themeFill="accent1" w:themeFillTint="33"/>
        </w:rPr>
        <w:t>)</w:t>
      </w:r>
      <w:r w:rsidR="00717A53" w:rsidRPr="00E141F9">
        <w:rPr>
          <w:b/>
          <w:szCs w:val="18"/>
          <w:bdr w:val="single" w:sz="4" w:space="0" w:color="auto"/>
        </w:rPr>
        <w:t xml:space="preserve">  </w:t>
      </w:r>
    </w:p>
    <w:p w14:paraId="1E8094E2" w14:textId="77777777" w:rsidR="00BF7FCF" w:rsidRPr="00525E4C" w:rsidRDefault="00BF7FCF" w:rsidP="00E141F9">
      <w:pPr>
        <w:pStyle w:val="Sinespaciado"/>
        <w:jc w:val="center"/>
        <w:rPr>
          <w:b/>
          <w:szCs w:val="24"/>
          <w:u w:val="single"/>
        </w:rPr>
      </w:pPr>
      <w:r w:rsidRPr="00525E4C">
        <w:rPr>
          <w:b/>
          <w:szCs w:val="24"/>
          <w:u w:val="single"/>
        </w:rPr>
        <w:t>Identificación de la estación</w:t>
      </w:r>
      <w:r w:rsidR="00AB4434" w:rsidRPr="007B7875">
        <w:rPr>
          <w:rStyle w:val="Refdenotaalfinal"/>
          <w:b/>
          <w:szCs w:val="24"/>
          <w:u w:val="single"/>
        </w:rPr>
        <w:endnoteReference w:id="7"/>
      </w:r>
      <w:r w:rsidRPr="00525E4C">
        <w:rPr>
          <w:b/>
          <w:szCs w:val="24"/>
          <w:u w:val="single"/>
        </w:rPr>
        <w:t>:</w:t>
      </w:r>
    </w:p>
    <w:p w14:paraId="45DC60E4" w14:textId="77777777" w:rsidR="00BF7FCF" w:rsidRPr="0048173E" w:rsidRDefault="00BF7FCF" w:rsidP="0048173E">
      <w:pPr>
        <w:spacing w:after="0" w:line="240" w:lineRule="auto"/>
        <w:jc w:val="center"/>
        <w:rPr>
          <w:sz w:val="12"/>
          <w:szCs w:val="16"/>
        </w:rPr>
      </w:pPr>
    </w:p>
    <w:tbl>
      <w:tblPr>
        <w:tblStyle w:val="Tablaconcuadrcula"/>
        <w:tblW w:w="4594" w:type="pct"/>
        <w:jc w:val="center"/>
        <w:tblLook w:val="04A0" w:firstRow="1" w:lastRow="0" w:firstColumn="1" w:lastColumn="0" w:noHBand="0" w:noVBand="1"/>
      </w:tblPr>
      <w:tblGrid>
        <w:gridCol w:w="1263"/>
        <w:gridCol w:w="947"/>
        <w:gridCol w:w="717"/>
        <w:gridCol w:w="1385"/>
        <w:gridCol w:w="1921"/>
        <w:gridCol w:w="1700"/>
        <w:gridCol w:w="913"/>
      </w:tblGrid>
      <w:tr w:rsidR="00875767" w:rsidRPr="00904A45" w14:paraId="4C1955E4" w14:textId="77777777" w:rsidTr="001F6D03">
        <w:trPr>
          <w:trHeight w:val="227"/>
          <w:jc w:val="center"/>
        </w:trPr>
        <w:tc>
          <w:tcPr>
            <w:tcW w:w="1249" w:type="pct"/>
            <w:gridSpan w:val="2"/>
            <w:shd w:val="clear" w:color="auto" w:fill="DBE5F1" w:themeFill="accent1" w:themeFillTint="33"/>
            <w:tcMar>
              <w:left w:w="108" w:type="dxa"/>
            </w:tcMar>
            <w:vAlign w:val="center"/>
          </w:tcPr>
          <w:p w14:paraId="327DECE9" w14:textId="77777777" w:rsidR="00875767" w:rsidRPr="00E141F9" w:rsidRDefault="00875767" w:rsidP="00E141F9">
            <w:pPr>
              <w:pStyle w:val="Sinespaciado"/>
              <w:jc w:val="center"/>
              <w:rPr>
                <w:b/>
                <w:sz w:val="20"/>
                <w:szCs w:val="20"/>
              </w:rPr>
            </w:pPr>
            <w:r w:rsidRPr="00E141F9">
              <w:rPr>
                <w:b/>
                <w:sz w:val="20"/>
                <w:szCs w:val="20"/>
              </w:rPr>
              <w:t>Nombre de estación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141F9">
              <w:rPr>
                <w:rStyle w:val="Refdenotaalfinal"/>
                <w:rFonts w:ascii="Calibri" w:eastAsia="Times New Roman" w:hAnsi="Calibri" w:cs="Arial"/>
                <w:b/>
                <w:sz w:val="20"/>
                <w:szCs w:val="20"/>
                <w:lang w:eastAsia="es-ES"/>
              </w:rPr>
              <w:endnoteReference w:id="8"/>
            </w:r>
            <w:r w:rsidRPr="00E141F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274" w:type="pct"/>
            <w:gridSpan w:val="3"/>
            <w:vAlign w:val="center"/>
          </w:tcPr>
          <w:p w14:paraId="23F67792" w14:textId="77777777" w:rsidR="00875767" w:rsidRPr="007B7875" w:rsidRDefault="00875767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pct"/>
            <w:shd w:val="clear" w:color="auto" w:fill="DBE5F1" w:themeFill="accent1" w:themeFillTint="33"/>
          </w:tcPr>
          <w:p w14:paraId="4155D61C" w14:textId="77777777" w:rsidR="00875767" w:rsidRPr="007B7875" w:rsidRDefault="00875767">
            <w:pPr>
              <w:pStyle w:val="Sinespaciado"/>
              <w:jc w:val="center"/>
              <w:rPr>
                <w:sz w:val="20"/>
                <w:szCs w:val="20"/>
              </w:rPr>
            </w:pPr>
            <w:r w:rsidRPr="00026CA2">
              <w:rPr>
                <w:b/>
                <w:sz w:val="20"/>
                <w:szCs w:val="20"/>
              </w:rPr>
              <w:t xml:space="preserve">Fecha revisión </w:t>
            </w:r>
            <w:r w:rsidRPr="00026CA2">
              <w:rPr>
                <w:rStyle w:val="Refdenotaalfinal"/>
                <w:rFonts w:ascii="Calibri" w:eastAsia="Times New Roman" w:hAnsi="Calibri" w:cs="Arial"/>
                <w:b/>
                <w:sz w:val="20"/>
                <w:szCs w:val="20"/>
                <w:lang w:eastAsia="es-ES"/>
              </w:rPr>
              <w:endnoteReference w:id="9"/>
            </w:r>
            <w:r w:rsidRPr="00026CA2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16" w:type="pct"/>
          </w:tcPr>
          <w:p w14:paraId="1503C13F" w14:textId="77777777" w:rsidR="00875767" w:rsidRPr="00E141F9" w:rsidRDefault="00875767" w:rsidP="00E141F9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  <w:tr w:rsidR="00875767" w14:paraId="41F98037" w14:textId="77777777" w:rsidTr="001F6D03">
        <w:trPr>
          <w:trHeight w:val="198"/>
          <w:jc w:val="center"/>
        </w:trPr>
        <w:tc>
          <w:tcPr>
            <w:tcW w:w="714" w:type="pct"/>
            <w:shd w:val="clear" w:color="auto" w:fill="DBE5F1" w:themeFill="accent1" w:themeFillTint="33"/>
            <w:tcMar>
              <w:left w:w="108" w:type="dxa"/>
            </w:tcMar>
            <w:vAlign w:val="center"/>
          </w:tcPr>
          <w:p w14:paraId="0300FB07" w14:textId="77777777" w:rsidR="00875767" w:rsidRPr="00E141F9" w:rsidRDefault="00875767" w:rsidP="00E141F9">
            <w:pPr>
              <w:pStyle w:val="Sinespaciado"/>
              <w:jc w:val="center"/>
              <w:rPr>
                <w:sz w:val="20"/>
                <w:szCs w:val="20"/>
              </w:rPr>
            </w:pPr>
            <w:r w:rsidRPr="00904A45">
              <w:rPr>
                <w:rFonts w:ascii="Calibri" w:hAnsi="Calibri" w:cs="Arial"/>
                <w:b/>
                <w:sz w:val="20"/>
                <w:szCs w:val="20"/>
              </w:rPr>
              <w:t>Longitud</w:t>
            </w:r>
            <w:r w:rsidRPr="00E141F9">
              <w:rPr>
                <w:rFonts w:ascii="Calibri" w:hAnsi="Calibri" w:cs="Arial"/>
                <w:b/>
                <w:sz w:val="20"/>
                <w:szCs w:val="20"/>
                <w:lang w:val="pt-BR"/>
              </w:rPr>
              <w:t xml:space="preserve"> </w:t>
            </w:r>
            <w:r w:rsidRPr="00E141F9">
              <w:rPr>
                <w:rStyle w:val="Refdenotaalfinal"/>
                <w:rFonts w:ascii="Calibri" w:eastAsia="Times New Roman" w:hAnsi="Calibri" w:cs="Arial"/>
                <w:b/>
                <w:sz w:val="20"/>
                <w:szCs w:val="20"/>
                <w:lang w:eastAsia="es-ES"/>
              </w:rPr>
              <w:endnoteReference w:id="10"/>
            </w:r>
            <w:r w:rsidRPr="00E141F9">
              <w:rPr>
                <w:rFonts w:ascii="Calibri" w:hAnsi="Calibri" w:cs="Arial"/>
                <w:b/>
                <w:sz w:val="20"/>
                <w:szCs w:val="20"/>
                <w:lang w:val="pt-BR"/>
              </w:rPr>
              <w:t>:</w:t>
            </w:r>
          </w:p>
        </w:tc>
        <w:tc>
          <w:tcPr>
            <w:tcW w:w="940" w:type="pct"/>
            <w:gridSpan w:val="2"/>
            <w:vAlign w:val="center"/>
          </w:tcPr>
          <w:p w14:paraId="57AADDEF" w14:textId="77777777" w:rsidR="00875767" w:rsidRPr="00E141F9" w:rsidRDefault="00875767" w:rsidP="00E141F9">
            <w:pPr>
              <w:pStyle w:val="Sinespaciado"/>
              <w:jc w:val="center"/>
              <w:rPr>
                <w:sz w:val="20"/>
                <w:szCs w:val="20"/>
              </w:rPr>
            </w:pP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GG</w:t>
            </w:r>
            <w:r w:rsidRPr="00E141F9">
              <w:rPr>
                <w:rFonts w:ascii="Calibri" w:hAnsi="Calibri" w:cs="Arial"/>
                <w:sz w:val="20"/>
                <w:szCs w:val="20"/>
                <w:lang w:val="pt-BR"/>
              </w:rPr>
              <w:t xml:space="preserve">ᵒ </w:t>
            </w: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L MM</w:t>
            </w:r>
            <w:r w:rsidRPr="00E141F9">
              <w:rPr>
                <w:rFonts w:ascii="Calibri" w:hAnsi="Calibri" w:cs="Arial"/>
                <w:sz w:val="20"/>
                <w:szCs w:val="20"/>
                <w:lang w:val="pt-BR"/>
              </w:rPr>
              <w:t>'</w:t>
            </w:r>
            <w:r w:rsidRPr="00E141F9">
              <w:rPr>
                <w:rFonts w:ascii="Calibri" w:hAnsi="Calibri" w:cs="Arial"/>
                <w:color w:val="BFBFBF" w:themeColor="background1" w:themeShade="BF"/>
                <w:sz w:val="20"/>
                <w:szCs w:val="20"/>
                <w:lang w:val="pt-BR"/>
              </w:rPr>
              <w:t xml:space="preserve"> </w:t>
            </w: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SS</w:t>
            </w:r>
            <w:r w:rsidRPr="00E141F9">
              <w:rPr>
                <w:rFonts w:ascii="Calibri" w:hAnsi="Calibri" w:cs="Arial"/>
                <w:sz w:val="20"/>
                <w:szCs w:val="20"/>
                <w:lang w:val="pt-BR"/>
              </w:rPr>
              <w:t>’’</w:t>
            </w: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CC</w:t>
            </w:r>
          </w:p>
        </w:tc>
        <w:tc>
          <w:tcPr>
            <w:tcW w:w="783" w:type="pct"/>
            <w:shd w:val="clear" w:color="auto" w:fill="DBE5F1" w:themeFill="accent1" w:themeFillTint="33"/>
            <w:vAlign w:val="center"/>
          </w:tcPr>
          <w:p w14:paraId="511101FA" w14:textId="77777777" w:rsidR="00875767" w:rsidRPr="00E141F9" w:rsidRDefault="00875767">
            <w:pPr>
              <w:pStyle w:val="Sinespaciado"/>
              <w:jc w:val="center"/>
              <w:rPr>
                <w:sz w:val="20"/>
                <w:szCs w:val="20"/>
              </w:rPr>
            </w:pPr>
            <w:r w:rsidRPr="00E141F9">
              <w:rPr>
                <w:rFonts w:ascii="Calibri" w:hAnsi="Calibri" w:cs="Arial"/>
                <w:b/>
                <w:sz w:val="20"/>
                <w:szCs w:val="20"/>
                <w:lang w:val="es-ES_tradnl"/>
              </w:rPr>
              <w:t xml:space="preserve">Latitud </w:t>
            </w:r>
            <w:r w:rsidRPr="00E141F9">
              <w:rPr>
                <w:rStyle w:val="Refdenotaalfinal"/>
                <w:rFonts w:ascii="Calibri" w:eastAsia="Times New Roman" w:hAnsi="Calibri" w:cs="Arial"/>
                <w:b/>
                <w:sz w:val="20"/>
                <w:szCs w:val="20"/>
                <w:lang w:eastAsia="es-ES"/>
              </w:rPr>
              <w:endnoteReference w:id="11"/>
            </w:r>
            <w:r w:rsidRPr="00E141F9">
              <w:rPr>
                <w:rFonts w:ascii="Calibri" w:hAnsi="Calibri" w:cs="Arial"/>
                <w:b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086" w:type="pct"/>
            <w:vAlign w:val="center"/>
          </w:tcPr>
          <w:p w14:paraId="1485B0BC" w14:textId="77777777" w:rsidR="00875767" w:rsidRPr="007B7875" w:rsidRDefault="00875767">
            <w:pPr>
              <w:pStyle w:val="Sinespaciado"/>
              <w:jc w:val="center"/>
              <w:rPr>
                <w:sz w:val="20"/>
                <w:szCs w:val="20"/>
              </w:rPr>
            </w:pP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GG</w:t>
            </w:r>
            <w:r w:rsidRPr="00E141F9">
              <w:rPr>
                <w:rFonts w:ascii="Calibri" w:hAnsi="Calibri" w:cs="Arial"/>
                <w:sz w:val="20"/>
                <w:szCs w:val="20"/>
                <w:lang w:val="pt-BR"/>
              </w:rPr>
              <w:t>ᵒ</w:t>
            </w:r>
            <w:r w:rsidRPr="00E141F9">
              <w:rPr>
                <w:rFonts w:ascii="Calibri" w:hAnsi="Calibri" w:cs="Arial"/>
                <w:color w:val="BFBFBF" w:themeColor="background1" w:themeShade="BF"/>
                <w:sz w:val="20"/>
                <w:szCs w:val="20"/>
                <w:lang w:val="pt-BR"/>
              </w:rPr>
              <w:t xml:space="preserve"> </w:t>
            </w: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N</w:t>
            </w:r>
            <w:r w:rsidRPr="00E141F9">
              <w:rPr>
                <w:rFonts w:ascii="Calibri" w:hAnsi="Calibri" w:cs="Arial"/>
                <w:color w:val="BFBFBF" w:themeColor="background1" w:themeShade="BF"/>
                <w:sz w:val="20"/>
                <w:szCs w:val="20"/>
                <w:lang w:val="pt-BR"/>
              </w:rPr>
              <w:t xml:space="preserve"> </w:t>
            </w: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MM</w:t>
            </w:r>
            <w:r w:rsidRPr="00E141F9">
              <w:rPr>
                <w:rFonts w:ascii="Calibri" w:hAnsi="Calibri" w:cs="Arial"/>
                <w:sz w:val="20"/>
                <w:szCs w:val="20"/>
                <w:lang w:val="pt-BR"/>
              </w:rPr>
              <w:t>'</w:t>
            </w:r>
            <w:r w:rsidRPr="00E141F9">
              <w:rPr>
                <w:rFonts w:ascii="Calibri" w:hAnsi="Calibri" w:cs="Arial"/>
                <w:color w:val="BFBFBF" w:themeColor="background1" w:themeShade="BF"/>
                <w:sz w:val="20"/>
                <w:szCs w:val="20"/>
                <w:lang w:val="pt-BR"/>
              </w:rPr>
              <w:t xml:space="preserve"> </w:t>
            </w: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SS</w:t>
            </w:r>
            <w:r w:rsidRPr="00E141F9">
              <w:rPr>
                <w:rFonts w:ascii="Calibri" w:hAnsi="Calibri" w:cs="Arial"/>
                <w:sz w:val="20"/>
                <w:szCs w:val="20"/>
                <w:lang w:val="pt-BR"/>
              </w:rPr>
              <w:t>’’</w:t>
            </w:r>
            <w:r w:rsidRPr="00E141F9">
              <w:rPr>
                <w:rFonts w:ascii="Calibri" w:hAnsi="Calibri" w:cs="Arial"/>
                <w:color w:val="D9D9D9" w:themeColor="background1" w:themeShade="D9"/>
                <w:sz w:val="20"/>
                <w:szCs w:val="20"/>
                <w:lang w:val="pt-BR"/>
              </w:rPr>
              <w:t>CC</w:t>
            </w:r>
          </w:p>
        </w:tc>
        <w:tc>
          <w:tcPr>
            <w:tcW w:w="961" w:type="pct"/>
            <w:shd w:val="clear" w:color="auto" w:fill="DBE5F1" w:themeFill="accent1" w:themeFillTint="33"/>
          </w:tcPr>
          <w:p w14:paraId="67D9D8C3" w14:textId="77777777" w:rsidR="00875767" w:rsidRPr="007B7875" w:rsidRDefault="00875767">
            <w:pPr>
              <w:pStyle w:val="Sinespaciado"/>
              <w:jc w:val="center"/>
              <w:rPr>
                <w:sz w:val="20"/>
                <w:szCs w:val="20"/>
              </w:rPr>
            </w:pPr>
            <w:r w:rsidRPr="008A4A9F">
              <w:rPr>
                <w:b/>
                <w:sz w:val="20"/>
                <w:szCs w:val="20"/>
              </w:rPr>
              <w:t xml:space="preserve">Cota (m) </w:t>
            </w:r>
            <w:r w:rsidRPr="008A4A9F">
              <w:rPr>
                <w:rStyle w:val="Refdenotaalfinal"/>
                <w:rFonts w:ascii="Calibri" w:eastAsia="Times New Roman" w:hAnsi="Calibri" w:cs="Arial"/>
                <w:b/>
                <w:sz w:val="20"/>
                <w:szCs w:val="20"/>
                <w:lang w:eastAsia="es-ES"/>
              </w:rPr>
              <w:endnoteReference w:id="12"/>
            </w:r>
            <w:r w:rsidRPr="008A4A9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16" w:type="pct"/>
          </w:tcPr>
          <w:p w14:paraId="2B5DA116" w14:textId="77777777" w:rsidR="00875767" w:rsidRPr="00E141F9" w:rsidRDefault="00875767" w:rsidP="00E141F9">
            <w:pPr>
              <w:pStyle w:val="Sinespaciado"/>
              <w:jc w:val="center"/>
              <w:rPr>
                <w:sz w:val="20"/>
                <w:szCs w:val="20"/>
              </w:rPr>
            </w:pPr>
          </w:p>
        </w:tc>
      </w:tr>
    </w:tbl>
    <w:p w14:paraId="1BB892CD" w14:textId="77777777" w:rsidR="0025471E" w:rsidRPr="0048173E" w:rsidRDefault="0025471E" w:rsidP="00E141F9">
      <w:pPr>
        <w:pStyle w:val="Sinespaciado"/>
        <w:rPr>
          <w:b/>
          <w:sz w:val="12"/>
          <w:szCs w:val="24"/>
        </w:rPr>
      </w:pPr>
    </w:p>
    <w:p w14:paraId="12E48DA1" w14:textId="77777777" w:rsidR="001E08C4" w:rsidRPr="00525E4C" w:rsidRDefault="001E08C4" w:rsidP="001E08C4">
      <w:pPr>
        <w:pStyle w:val="Sinespaciado"/>
        <w:spacing w:after="140"/>
        <w:jc w:val="center"/>
        <w:rPr>
          <w:b/>
          <w:szCs w:val="24"/>
          <w:u w:val="single"/>
        </w:rPr>
      </w:pPr>
      <w:r w:rsidRPr="00525E4C">
        <w:rPr>
          <w:b/>
          <w:szCs w:val="24"/>
          <w:u w:val="single"/>
        </w:rPr>
        <w:t>Descripción fotográfica asociada a la estación:</w:t>
      </w:r>
    </w:p>
    <w:p w14:paraId="651A1415" w14:textId="77777777" w:rsidR="001E08C4" w:rsidRPr="00923F95" w:rsidRDefault="001E08C4" w:rsidP="001E08C4">
      <w:pPr>
        <w:spacing w:after="0" w:line="240" w:lineRule="auto"/>
        <w:jc w:val="center"/>
        <w:rPr>
          <w:i/>
          <w:sz w:val="16"/>
          <w:szCs w:val="16"/>
        </w:rPr>
      </w:pPr>
      <w:r w:rsidRPr="00923F95">
        <w:rPr>
          <w:i/>
          <w:sz w:val="16"/>
          <w:szCs w:val="16"/>
        </w:rPr>
        <w:t>[Incorpórese una descripción fotográfica de los principales elementos de cada instalación y</w:t>
      </w:r>
      <w:r>
        <w:rPr>
          <w:i/>
          <w:sz w:val="16"/>
          <w:szCs w:val="16"/>
        </w:rPr>
        <w:t>, en particular, los siguientes]</w:t>
      </w:r>
    </w:p>
    <w:p w14:paraId="3481451E" w14:textId="77777777" w:rsidR="001E08C4" w:rsidRPr="00E635C2" w:rsidRDefault="001E08C4" w:rsidP="001E08C4">
      <w:pPr>
        <w:pStyle w:val="Prrafodelista"/>
        <w:numPr>
          <w:ilvl w:val="0"/>
          <w:numId w:val="26"/>
        </w:numPr>
        <w:tabs>
          <w:tab w:val="left" w:pos="284"/>
        </w:tabs>
        <w:spacing w:after="0" w:line="240" w:lineRule="auto"/>
        <w:rPr>
          <w:i/>
          <w:sz w:val="18"/>
          <w:szCs w:val="16"/>
        </w:rPr>
      </w:pPr>
      <w:r w:rsidRPr="00E635C2">
        <w:rPr>
          <w:b/>
          <w:i/>
          <w:sz w:val="18"/>
          <w:szCs w:val="16"/>
        </w:rPr>
        <w:t>Estación en su conjunto</w:t>
      </w:r>
      <w:r w:rsidRPr="00E635C2">
        <w:rPr>
          <w:i/>
          <w:sz w:val="18"/>
          <w:szCs w:val="16"/>
        </w:rPr>
        <w:t xml:space="preserve"> (vista global, incluyendo caseta, mástil soporte de antenas, y sistema radiante)</w:t>
      </w:r>
      <w:r>
        <w:rPr>
          <w:i/>
          <w:sz w:val="18"/>
          <w:szCs w:val="16"/>
        </w:rPr>
        <w:t>.</w:t>
      </w:r>
      <w:r w:rsidRPr="00E635C2">
        <w:rPr>
          <w:i/>
          <w:sz w:val="18"/>
          <w:szCs w:val="16"/>
        </w:rPr>
        <w:t xml:space="preserve"> </w:t>
      </w:r>
    </w:p>
    <w:p w14:paraId="5E45616B" w14:textId="2D3E11C2" w:rsidR="001E08C4" w:rsidRPr="00E635C2" w:rsidRDefault="001E08C4" w:rsidP="001E08C4">
      <w:pPr>
        <w:pStyle w:val="Prrafodelista"/>
        <w:numPr>
          <w:ilvl w:val="0"/>
          <w:numId w:val="26"/>
        </w:numPr>
        <w:tabs>
          <w:tab w:val="left" w:pos="284"/>
        </w:tabs>
        <w:spacing w:after="0" w:line="240" w:lineRule="auto"/>
        <w:rPr>
          <w:i/>
          <w:sz w:val="18"/>
          <w:szCs w:val="16"/>
        </w:rPr>
      </w:pPr>
      <w:r w:rsidRPr="00E635C2">
        <w:rPr>
          <w:b/>
          <w:i/>
          <w:sz w:val="18"/>
          <w:szCs w:val="16"/>
        </w:rPr>
        <w:t>Antena utilizada</w:t>
      </w:r>
      <w:r w:rsidRPr="00E635C2">
        <w:rPr>
          <w:i/>
          <w:sz w:val="18"/>
          <w:szCs w:val="16"/>
        </w:rPr>
        <w:t xml:space="preserve"> </w:t>
      </w:r>
      <w:r w:rsidR="0048173E" w:rsidRPr="001E08C4">
        <w:rPr>
          <w:i/>
          <w:sz w:val="18"/>
          <w:szCs w:val="16"/>
        </w:rPr>
        <w:t>(una o más fotografías con el detalle de los elementos del sistema radiante objeto de la certificación</w:t>
      </w:r>
      <w:r w:rsidR="0048173E">
        <w:rPr>
          <w:i/>
          <w:sz w:val="18"/>
          <w:szCs w:val="16"/>
        </w:rPr>
        <w:t xml:space="preserve">. En caso de existencia de </w:t>
      </w:r>
      <w:r w:rsidR="0048173E" w:rsidRPr="00CA13FE">
        <w:rPr>
          <w:b/>
          <w:i/>
          <w:sz w:val="18"/>
          <w:szCs w:val="16"/>
        </w:rPr>
        <w:t>varias antenas</w:t>
      </w:r>
      <w:r w:rsidR="0048173E">
        <w:rPr>
          <w:i/>
          <w:sz w:val="18"/>
          <w:szCs w:val="16"/>
        </w:rPr>
        <w:t xml:space="preserve"> en la fotografía o si se encuentran mimetizadas, </w:t>
      </w:r>
      <w:r w:rsidR="0048173E">
        <w:rPr>
          <w:b/>
          <w:i/>
          <w:sz w:val="18"/>
          <w:szCs w:val="16"/>
        </w:rPr>
        <w:t>identificar</w:t>
      </w:r>
      <w:r w:rsidR="0048173E" w:rsidRPr="00CA13FE">
        <w:rPr>
          <w:b/>
          <w:i/>
          <w:sz w:val="18"/>
          <w:szCs w:val="16"/>
        </w:rPr>
        <w:t xml:space="preserve"> unívocamente</w:t>
      </w:r>
      <w:r w:rsidR="0048173E">
        <w:rPr>
          <w:i/>
          <w:sz w:val="18"/>
          <w:szCs w:val="16"/>
        </w:rPr>
        <w:t xml:space="preserve"> a través de un </w:t>
      </w:r>
      <w:r w:rsidR="0048173E" w:rsidRPr="00CA13FE">
        <w:rPr>
          <w:b/>
          <w:i/>
          <w:sz w:val="18"/>
          <w:szCs w:val="16"/>
        </w:rPr>
        <w:t>recuadro</w:t>
      </w:r>
      <w:r w:rsidR="0048173E" w:rsidRPr="001E08C4">
        <w:rPr>
          <w:i/>
          <w:sz w:val="18"/>
          <w:szCs w:val="16"/>
        </w:rPr>
        <w:t xml:space="preserve">).   </w:t>
      </w:r>
    </w:p>
    <w:p w14:paraId="26B737B0" w14:textId="77777777" w:rsidR="001E08C4" w:rsidRPr="00E635C2" w:rsidRDefault="001E08C4" w:rsidP="001E08C4">
      <w:pPr>
        <w:pStyle w:val="Prrafodelista"/>
        <w:numPr>
          <w:ilvl w:val="0"/>
          <w:numId w:val="26"/>
        </w:numPr>
        <w:tabs>
          <w:tab w:val="left" w:pos="284"/>
        </w:tabs>
        <w:spacing w:after="0" w:line="240" w:lineRule="auto"/>
        <w:rPr>
          <w:i/>
          <w:sz w:val="18"/>
          <w:szCs w:val="16"/>
        </w:rPr>
      </w:pPr>
      <w:r w:rsidRPr="00E635C2">
        <w:rPr>
          <w:b/>
          <w:i/>
          <w:sz w:val="18"/>
          <w:szCs w:val="16"/>
        </w:rPr>
        <w:t>Coordenadas geográficas de la estación</w:t>
      </w:r>
      <w:r w:rsidRPr="00E635C2">
        <w:rPr>
          <w:i/>
          <w:sz w:val="18"/>
          <w:szCs w:val="16"/>
        </w:rPr>
        <w:t xml:space="preserve"> en el </w:t>
      </w:r>
      <w:proofErr w:type="spellStart"/>
      <w:r w:rsidRPr="00E635C2">
        <w:rPr>
          <w:i/>
          <w:sz w:val="18"/>
          <w:szCs w:val="16"/>
        </w:rPr>
        <w:t>datum</w:t>
      </w:r>
      <w:proofErr w:type="spellEnd"/>
      <w:r w:rsidRPr="00E635C2">
        <w:rPr>
          <w:i/>
          <w:sz w:val="18"/>
          <w:szCs w:val="16"/>
        </w:rPr>
        <w:t xml:space="preserve"> ETRS89 para Península Ibérica e Islas Baleares, y REGCAN95 para Canarias, en la que se visualice la estación</w:t>
      </w:r>
      <w:r w:rsidRPr="00E635C2">
        <w:rPr>
          <w:b/>
          <w:i/>
          <w:sz w:val="18"/>
          <w:szCs w:val="16"/>
        </w:rPr>
        <w:t xml:space="preserve"> junto con la pantalla de geolocalización</w:t>
      </w:r>
      <w:r w:rsidRPr="00E635C2">
        <w:rPr>
          <w:i/>
          <w:sz w:val="18"/>
          <w:szCs w:val="16"/>
        </w:rPr>
        <w:t xml:space="preserve"> que muestre unas coordenadas próximas a la antena o fotografía con impre</w:t>
      </w:r>
      <w:r>
        <w:rPr>
          <w:i/>
          <w:sz w:val="18"/>
          <w:szCs w:val="16"/>
        </w:rPr>
        <w:t>sión de coordenadas incorporada</w:t>
      </w:r>
      <w:r w:rsidRPr="00E635C2">
        <w:rPr>
          <w:i/>
          <w:sz w:val="18"/>
          <w:szCs w:val="16"/>
        </w:rPr>
        <w:t>.</w:t>
      </w:r>
    </w:p>
    <w:p w14:paraId="5DE03167" w14:textId="77777777" w:rsidR="0078528F" w:rsidRDefault="0078528F" w:rsidP="00E141F9">
      <w:pPr>
        <w:pStyle w:val="Sinespaciado"/>
        <w:jc w:val="center"/>
        <w:rPr>
          <w:i/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4462"/>
      </w:tblGrid>
      <w:tr w:rsidR="00966C47" w14:paraId="1464A25E" w14:textId="77777777" w:rsidTr="00B33343">
        <w:trPr>
          <w:trHeight w:val="2769"/>
          <w:jc w:val="center"/>
        </w:trPr>
        <w:tc>
          <w:tcPr>
            <w:tcW w:w="4462" w:type="dxa"/>
            <w:shd w:val="clear" w:color="auto" w:fill="auto"/>
          </w:tcPr>
          <w:p w14:paraId="7CD42DC8" w14:textId="77777777" w:rsidR="00966C47" w:rsidRDefault="00AF57F9" w:rsidP="0017017B">
            <w:pPr>
              <w:jc w:val="center"/>
              <w:rPr>
                <w:b/>
              </w:rPr>
            </w:pPr>
            <w:sdt>
              <w:sdtPr>
                <w:id w:val="-1579349098"/>
                <w:showingPlcHdr/>
                <w:picture/>
              </w:sdtPr>
              <w:sdtEndPr/>
              <w:sdtContent>
                <w:r w:rsidR="00966C47">
                  <w:rPr>
                    <w:noProof/>
                    <w:lang w:eastAsia="es-ES"/>
                  </w:rPr>
                  <w:drawing>
                    <wp:inline distT="0" distB="0" distL="0" distR="0" wp14:anchorId="0117F74D" wp14:editId="17996533">
                      <wp:extent cx="2479853" cy="1780180"/>
                      <wp:effectExtent l="0" t="0" r="0" b="0"/>
                      <wp:docPr id="36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80957" cy="17809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462" w:type="dxa"/>
            <w:shd w:val="clear" w:color="auto" w:fill="auto"/>
          </w:tcPr>
          <w:p w14:paraId="72ED4B0A" w14:textId="77777777" w:rsidR="00966C47" w:rsidRDefault="00AF57F9" w:rsidP="0017017B">
            <w:pPr>
              <w:jc w:val="center"/>
              <w:rPr>
                <w:b/>
              </w:rPr>
            </w:pPr>
            <w:sdt>
              <w:sdtPr>
                <w:id w:val="-1777246530"/>
                <w:showingPlcHdr/>
                <w:picture/>
              </w:sdtPr>
              <w:sdtEndPr/>
              <w:sdtContent>
                <w:r w:rsidR="004352FE">
                  <w:rPr>
                    <w:noProof/>
                    <w:lang w:eastAsia="es-ES"/>
                  </w:rPr>
                  <w:drawing>
                    <wp:inline distT="0" distB="0" distL="0" distR="0" wp14:anchorId="614BAF47" wp14:editId="00F18B78">
                      <wp:extent cx="2472537" cy="1774928"/>
                      <wp:effectExtent l="0" t="0" r="4445" b="0"/>
                      <wp:docPr id="1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73637" cy="17757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4352FE" w:rsidDel="004352FE">
              <w:t xml:space="preserve"> </w:t>
            </w:r>
          </w:p>
        </w:tc>
      </w:tr>
      <w:tr w:rsidR="00966C47" w14:paraId="4C9D82C5" w14:textId="77777777" w:rsidTr="0017017B">
        <w:trPr>
          <w:trHeight w:val="132"/>
          <w:jc w:val="center"/>
        </w:trPr>
        <w:tc>
          <w:tcPr>
            <w:tcW w:w="4462" w:type="dxa"/>
            <w:shd w:val="clear" w:color="auto" w:fill="auto"/>
          </w:tcPr>
          <w:p w14:paraId="73B59AA1" w14:textId="77777777" w:rsidR="00966C47" w:rsidRPr="00BF7FCF" w:rsidRDefault="00966C47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Descripción 1: </w:t>
            </w:r>
          </w:p>
        </w:tc>
        <w:tc>
          <w:tcPr>
            <w:tcW w:w="4462" w:type="dxa"/>
            <w:shd w:val="clear" w:color="auto" w:fill="auto"/>
          </w:tcPr>
          <w:p w14:paraId="18FA1252" w14:textId="77777777" w:rsidR="00966C47" w:rsidRPr="00BF7FCF" w:rsidRDefault="00966C47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Descripción … :</w:t>
            </w:r>
          </w:p>
        </w:tc>
      </w:tr>
      <w:tr w:rsidR="00966C47" w14:paraId="4E1733C3" w14:textId="77777777" w:rsidTr="00B33343">
        <w:trPr>
          <w:trHeight w:val="2845"/>
          <w:jc w:val="center"/>
        </w:trPr>
        <w:tc>
          <w:tcPr>
            <w:tcW w:w="4462" w:type="dxa"/>
            <w:shd w:val="clear" w:color="auto" w:fill="auto"/>
          </w:tcPr>
          <w:p w14:paraId="51AE9522" w14:textId="5DFC958B" w:rsidR="00966C47" w:rsidRDefault="00AF57F9" w:rsidP="0017017B">
            <w:pPr>
              <w:jc w:val="center"/>
              <w:rPr>
                <w:b/>
              </w:rPr>
            </w:pPr>
            <w:sdt>
              <w:sdtPr>
                <w:id w:val="1819918016"/>
                <w:showingPlcHdr/>
                <w:picture/>
              </w:sdtPr>
              <w:sdtEndPr/>
              <w:sdtContent>
                <w:r w:rsidR="001B3BFB">
                  <w:rPr>
                    <w:noProof/>
                    <w:lang w:eastAsia="es-ES"/>
                  </w:rPr>
                  <w:drawing>
                    <wp:inline distT="0" distB="0" distL="0" distR="0" wp14:anchorId="05D1CA3D" wp14:editId="5C484925">
                      <wp:extent cx="2479853" cy="1780180"/>
                      <wp:effectExtent l="0" t="0" r="0" b="0"/>
                      <wp:docPr id="11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80957" cy="17809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1B3BFB" w:rsidDel="001B3BFB">
              <w:t xml:space="preserve"> </w:t>
            </w:r>
          </w:p>
        </w:tc>
        <w:tc>
          <w:tcPr>
            <w:tcW w:w="4462" w:type="dxa"/>
            <w:shd w:val="clear" w:color="auto" w:fill="auto"/>
          </w:tcPr>
          <w:p w14:paraId="319C23D3" w14:textId="40509EB2" w:rsidR="00966C47" w:rsidRDefault="00AF57F9" w:rsidP="0017017B">
            <w:pPr>
              <w:jc w:val="center"/>
              <w:rPr>
                <w:b/>
              </w:rPr>
            </w:pPr>
            <w:sdt>
              <w:sdtPr>
                <w:id w:val="1323544126"/>
                <w:showingPlcHdr/>
                <w:picture/>
              </w:sdtPr>
              <w:sdtEndPr/>
              <w:sdtContent>
                <w:r w:rsidR="001B3BFB">
                  <w:rPr>
                    <w:noProof/>
                    <w:lang w:eastAsia="es-ES"/>
                  </w:rPr>
                  <w:drawing>
                    <wp:inline distT="0" distB="0" distL="0" distR="0" wp14:anchorId="54434479" wp14:editId="33A6B052">
                      <wp:extent cx="2479853" cy="1780180"/>
                      <wp:effectExtent l="0" t="0" r="0" b="0"/>
                      <wp:docPr id="12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80957" cy="17809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966C47" w:rsidRPr="00BF7FCF" w14:paraId="429374C5" w14:textId="77777777" w:rsidTr="0017017B">
        <w:trPr>
          <w:trHeight w:val="132"/>
          <w:jc w:val="center"/>
        </w:trPr>
        <w:tc>
          <w:tcPr>
            <w:tcW w:w="4462" w:type="dxa"/>
            <w:shd w:val="clear" w:color="auto" w:fill="auto"/>
          </w:tcPr>
          <w:p w14:paraId="6B299F12" w14:textId="77777777" w:rsidR="00966C47" w:rsidRPr="00BF7FCF" w:rsidRDefault="00966C47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Descripción … : </w:t>
            </w:r>
          </w:p>
        </w:tc>
        <w:tc>
          <w:tcPr>
            <w:tcW w:w="4462" w:type="dxa"/>
            <w:shd w:val="clear" w:color="auto" w:fill="auto"/>
          </w:tcPr>
          <w:p w14:paraId="36C87092" w14:textId="77777777" w:rsidR="00966C47" w:rsidRPr="00BF7FCF" w:rsidRDefault="00966C47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Descripción … :</w:t>
            </w:r>
          </w:p>
        </w:tc>
      </w:tr>
      <w:tr w:rsidR="00966C47" w14:paraId="255A74C3" w14:textId="77777777" w:rsidTr="00B33343">
        <w:trPr>
          <w:trHeight w:val="2842"/>
          <w:jc w:val="center"/>
        </w:trPr>
        <w:tc>
          <w:tcPr>
            <w:tcW w:w="4462" w:type="dxa"/>
            <w:shd w:val="clear" w:color="auto" w:fill="auto"/>
          </w:tcPr>
          <w:p w14:paraId="2DF37A57" w14:textId="04ED4C9A" w:rsidR="00966C47" w:rsidRDefault="00AF57F9" w:rsidP="0017017B">
            <w:pPr>
              <w:jc w:val="center"/>
              <w:rPr>
                <w:b/>
              </w:rPr>
            </w:pPr>
            <w:sdt>
              <w:sdtPr>
                <w:id w:val="-1725447286"/>
                <w:showingPlcHdr/>
                <w:picture/>
              </w:sdtPr>
              <w:sdtEndPr/>
              <w:sdtContent>
                <w:r w:rsidR="001B3BFB">
                  <w:rPr>
                    <w:noProof/>
                    <w:lang w:eastAsia="es-ES"/>
                  </w:rPr>
                  <w:drawing>
                    <wp:inline distT="0" distB="0" distL="0" distR="0" wp14:anchorId="64A0C355" wp14:editId="0672712B">
                      <wp:extent cx="2479853" cy="1780180"/>
                      <wp:effectExtent l="0" t="0" r="0" b="0"/>
                      <wp:docPr id="14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80957" cy="17809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1B3BFB" w:rsidDel="001B3BFB">
              <w:t xml:space="preserve"> </w:t>
            </w:r>
          </w:p>
        </w:tc>
        <w:tc>
          <w:tcPr>
            <w:tcW w:w="4462" w:type="dxa"/>
            <w:shd w:val="clear" w:color="auto" w:fill="auto"/>
          </w:tcPr>
          <w:p w14:paraId="70A92E19" w14:textId="0A9F52D2" w:rsidR="00966C47" w:rsidRDefault="00AF57F9" w:rsidP="0017017B">
            <w:pPr>
              <w:jc w:val="center"/>
              <w:rPr>
                <w:b/>
              </w:rPr>
            </w:pPr>
            <w:sdt>
              <w:sdtPr>
                <w:id w:val="1261962495"/>
                <w:showingPlcHdr/>
                <w:picture/>
              </w:sdtPr>
              <w:sdtEndPr/>
              <w:sdtContent>
                <w:r w:rsidR="001B3BFB">
                  <w:rPr>
                    <w:noProof/>
                    <w:lang w:eastAsia="es-ES"/>
                  </w:rPr>
                  <w:drawing>
                    <wp:inline distT="0" distB="0" distL="0" distR="0" wp14:anchorId="199517F1" wp14:editId="07C42D87">
                      <wp:extent cx="2479853" cy="1780180"/>
                      <wp:effectExtent l="0" t="0" r="0" b="0"/>
                      <wp:docPr id="15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80957" cy="17809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1B3BFB" w:rsidDel="001B3BFB">
              <w:t xml:space="preserve"> </w:t>
            </w:r>
          </w:p>
        </w:tc>
      </w:tr>
      <w:tr w:rsidR="00966C47" w14:paraId="3CA75C9B" w14:textId="77777777" w:rsidTr="0017017B">
        <w:trPr>
          <w:trHeight w:val="132"/>
          <w:jc w:val="center"/>
        </w:trPr>
        <w:tc>
          <w:tcPr>
            <w:tcW w:w="4462" w:type="dxa"/>
            <w:shd w:val="clear" w:color="auto" w:fill="auto"/>
          </w:tcPr>
          <w:p w14:paraId="1A3E2419" w14:textId="77777777" w:rsidR="00966C47" w:rsidRPr="00BF7FCF" w:rsidRDefault="00966C47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Descripción … : </w:t>
            </w:r>
          </w:p>
        </w:tc>
        <w:tc>
          <w:tcPr>
            <w:tcW w:w="4462" w:type="dxa"/>
            <w:shd w:val="clear" w:color="auto" w:fill="auto"/>
          </w:tcPr>
          <w:p w14:paraId="5CFBA2F4" w14:textId="77777777" w:rsidR="00966C47" w:rsidRPr="00BF7FCF" w:rsidRDefault="00966C47" w:rsidP="0017017B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Descripción n :</w:t>
            </w:r>
          </w:p>
        </w:tc>
      </w:tr>
    </w:tbl>
    <w:p w14:paraId="7B988AB6" w14:textId="77777777" w:rsidR="00875767" w:rsidRDefault="00875767" w:rsidP="00E141F9">
      <w:pPr>
        <w:pStyle w:val="Sinespaciado"/>
        <w:spacing w:after="140"/>
        <w:jc w:val="center"/>
        <w:rPr>
          <w:i/>
          <w:sz w:val="16"/>
          <w:szCs w:val="16"/>
        </w:rPr>
      </w:pPr>
    </w:p>
    <w:p w14:paraId="260E513E" w14:textId="77777777" w:rsidR="00737473" w:rsidRPr="00F75885" w:rsidRDefault="00737473" w:rsidP="00E141F9">
      <w:pPr>
        <w:pStyle w:val="Sinespaciado"/>
        <w:spacing w:after="140"/>
        <w:jc w:val="center"/>
        <w:rPr>
          <w:b/>
          <w:szCs w:val="24"/>
          <w:u w:val="single"/>
        </w:rPr>
      </w:pPr>
      <w:r w:rsidRPr="00F75885">
        <w:rPr>
          <w:b/>
          <w:szCs w:val="24"/>
          <w:u w:val="single"/>
        </w:rPr>
        <w:t>Enlace de transmisión de la estación</w:t>
      </w:r>
      <w:r w:rsidR="00AB4434" w:rsidRPr="00E141F9">
        <w:rPr>
          <w:rStyle w:val="Refdenotaalfinal"/>
          <w:b/>
          <w:szCs w:val="24"/>
          <w:u w:val="single"/>
        </w:rPr>
        <w:endnoteReference w:id="13"/>
      </w:r>
      <w:r w:rsidRPr="00F75885">
        <w:rPr>
          <w:b/>
          <w:szCs w:val="24"/>
          <w:u w:val="single"/>
        </w:rPr>
        <w:t>:</w:t>
      </w:r>
    </w:p>
    <w:p w14:paraId="0E4F8B5F" w14:textId="77777777" w:rsidR="00717A53" w:rsidRPr="00E141F9" w:rsidRDefault="00717A53" w:rsidP="00E141F9">
      <w:pPr>
        <w:pStyle w:val="Prrafodelista"/>
        <w:numPr>
          <w:ilvl w:val="1"/>
          <w:numId w:val="28"/>
        </w:numPr>
        <w:spacing w:before="120" w:after="120"/>
        <w:ind w:left="851" w:right="-1"/>
        <w:jc w:val="left"/>
        <w:rPr>
          <w:b/>
          <w:sz w:val="20"/>
          <w:szCs w:val="20"/>
        </w:rPr>
      </w:pP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ENLACE DE TRANSMISIÓN </w:t>
      </w:r>
      <w:r w:rsidR="00C95861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con </w:t>
      </w:r>
      <w:r w:rsidR="00396319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REFERENCIA </w:t>
      </w:r>
      <w:r w:rsidR="00C95861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o </w:t>
      </w:r>
      <w:r w:rsidR="00396319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IDENTIFICADOR </w:t>
      </w: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>Nº</w:t>
      </w:r>
      <w:r w:rsidR="006F339D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Pr="00B33343">
        <w:rPr>
          <w:rFonts w:ascii="Calibri" w:hAnsi="Calibri" w:cs="Arial"/>
          <w:b/>
          <w:sz w:val="20"/>
          <w:szCs w:val="20"/>
          <w:bdr w:val="single" w:sz="4" w:space="0" w:color="auto"/>
          <w:shd w:val="clear" w:color="auto" w:fill="DBE5F1" w:themeFill="accent1" w:themeFillTint="33"/>
          <w:vertAlign w:val="superscript"/>
          <w:lang w:val="es-ES_tradnl"/>
        </w:rPr>
        <w:endnoteReference w:id="14"/>
      </w: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:   </w:t>
      </w:r>
      <w:r w:rsidR="0078528F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</w:t>
      </w:r>
      <w:r w:rsidR="00396319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   </w:t>
      </w: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             </w:t>
      </w:r>
      <w:r w:rsidR="0078528F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</w:t>
      </w:r>
      <w:r w:rsidR="00D55340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D55BB1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39456C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7B7875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</w:t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D55340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</w:t>
      </w:r>
      <w:r w:rsidR="00C347C6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</w:t>
      </w:r>
      <w:r w:rsidR="00D55340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9D5C8A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D55BB1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Pr="00B33343">
        <w:rPr>
          <w:b/>
          <w:i/>
          <w:sz w:val="18"/>
          <w:szCs w:val="20"/>
          <w:bdr w:val="single" w:sz="4" w:space="0" w:color="auto"/>
          <w:shd w:val="clear" w:color="auto" w:fill="DBE5F1" w:themeFill="accent1" w:themeFillTint="33"/>
        </w:rPr>
        <w:t xml:space="preserve"> (</w:t>
      </w:r>
      <w:r w:rsidR="00D55BB1" w:rsidRPr="00B33343">
        <w:rPr>
          <w:b/>
          <w:i/>
          <w:sz w:val="18"/>
          <w:szCs w:val="20"/>
          <w:bdr w:val="single" w:sz="4" w:space="0" w:color="auto"/>
          <w:shd w:val="clear" w:color="auto" w:fill="DBE5F1" w:themeFill="accent1" w:themeFillTint="33"/>
        </w:rPr>
        <w:t>Inicio</w:t>
      </w:r>
      <w:r w:rsidRPr="00B33343">
        <w:rPr>
          <w:b/>
          <w:i/>
          <w:sz w:val="18"/>
          <w:szCs w:val="20"/>
          <w:bdr w:val="single" w:sz="4" w:space="0" w:color="auto"/>
          <w:shd w:val="clear" w:color="auto" w:fill="DBE5F1" w:themeFill="accent1" w:themeFillTint="33"/>
        </w:rPr>
        <w:t>)</w:t>
      </w:r>
      <w:r w:rsidRPr="00E141F9">
        <w:rPr>
          <w:b/>
          <w:sz w:val="20"/>
          <w:szCs w:val="20"/>
          <w:bdr w:val="single" w:sz="4" w:space="0" w:color="auto"/>
        </w:rPr>
        <w:t xml:space="preserve">  </w:t>
      </w:r>
    </w:p>
    <w:tbl>
      <w:tblPr>
        <w:tblStyle w:val="Tablaconcuadrcula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992"/>
        <w:gridCol w:w="567"/>
        <w:gridCol w:w="142"/>
        <w:gridCol w:w="735"/>
        <w:gridCol w:w="824"/>
        <w:gridCol w:w="142"/>
        <w:gridCol w:w="425"/>
        <w:gridCol w:w="22"/>
        <w:gridCol w:w="1963"/>
      </w:tblGrid>
      <w:tr w:rsidR="008E6FBE" w:rsidRPr="00054C5A" w14:paraId="200140A5" w14:textId="77777777" w:rsidTr="00843643">
        <w:trPr>
          <w:trHeight w:val="340"/>
        </w:trPr>
        <w:tc>
          <w:tcPr>
            <w:tcW w:w="8789" w:type="dxa"/>
            <w:gridSpan w:val="11"/>
            <w:shd w:val="clear" w:color="auto" w:fill="DBE5F1" w:themeFill="accent1" w:themeFillTint="33"/>
            <w:vAlign w:val="center"/>
          </w:tcPr>
          <w:p w14:paraId="1CA278CE" w14:textId="77777777" w:rsidR="008E6FBE" w:rsidRPr="00054C5A" w:rsidRDefault="008E6FBE" w:rsidP="00E141F9">
            <w:pPr>
              <w:pStyle w:val="Sinespaciado"/>
              <w:jc w:val="center"/>
              <w:rPr>
                <w:sz w:val="16"/>
                <w:szCs w:val="18"/>
              </w:rPr>
            </w:pPr>
            <w:r w:rsidRPr="00E141F9">
              <w:rPr>
                <w:rFonts w:ascii="Calibri" w:hAnsi="Calibri" w:cs="Arial"/>
                <w:b/>
                <w:sz w:val="20"/>
                <w:szCs w:val="18"/>
                <w:lang w:val="es-ES_tradnl"/>
              </w:rPr>
              <w:t>CARACTERÍSTICAS DEL ENLACE DEL TRANSMISIÓN</w:t>
            </w:r>
          </w:p>
        </w:tc>
      </w:tr>
      <w:tr w:rsidR="008E6FBE" w:rsidRPr="00CB6574" w14:paraId="5606EBA9" w14:textId="77777777" w:rsidTr="00843643">
        <w:trPr>
          <w:trHeight w:val="340"/>
        </w:trPr>
        <w:tc>
          <w:tcPr>
            <w:tcW w:w="4678" w:type="dxa"/>
            <w:gridSpan w:val="5"/>
            <w:shd w:val="clear" w:color="auto" w:fill="FFFFFF" w:themeFill="background1"/>
            <w:vAlign w:val="center"/>
          </w:tcPr>
          <w:p w14:paraId="6B19AA31" w14:textId="77777777" w:rsidR="008E6FBE" w:rsidRPr="00E141F9" w:rsidRDefault="00F75885">
            <w:pPr>
              <w:pStyle w:val="Sinespaciado"/>
              <w:rPr>
                <w:rFonts w:cs="Arial"/>
                <w:sz w:val="20"/>
                <w:szCs w:val="20"/>
              </w:rPr>
            </w:pPr>
            <w:r w:rsidRPr="00E141F9">
              <w:rPr>
                <w:rFonts w:ascii="Calibri" w:hAnsi="Calibri" w:cs="Arial"/>
                <w:sz w:val="20"/>
                <w:szCs w:val="20"/>
              </w:rPr>
              <w:t xml:space="preserve">Marca </w:t>
            </w:r>
            <w:r>
              <w:rPr>
                <w:rFonts w:ascii="Calibri" w:hAnsi="Calibri" w:cs="Arial"/>
                <w:sz w:val="20"/>
                <w:szCs w:val="20"/>
              </w:rPr>
              <w:t xml:space="preserve">transmisor </w:t>
            </w:r>
            <w:r w:rsidRPr="00E141F9">
              <w:rPr>
                <w:rStyle w:val="Refdenotaalfinal"/>
                <w:rFonts w:ascii="Calibri" w:hAnsi="Calibri" w:cs="Arial"/>
                <w:sz w:val="20"/>
                <w:szCs w:val="20"/>
              </w:rPr>
              <w:endnoteReference w:id="15"/>
            </w:r>
            <w:r w:rsidRPr="00E141F9">
              <w:rPr>
                <w:rFonts w:ascii="Calibri" w:hAnsi="Calibri" w:cs="Arial"/>
                <w:sz w:val="20"/>
                <w:szCs w:val="20"/>
              </w:rPr>
              <w:t xml:space="preserve">:  </w:t>
            </w:r>
          </w:p>
        </w:tc>
        <w:tc>
          <w:tcPr>
            <w:tcW w:w="4111" w:type="dxa"/>
            <w:gridSpan w:val="6"/>
            <w:vAlign w:val="center"/>
          </w:tcPr>
          <w:p w14:paraId="52A3191A" w14:textId="77777777" w:rsidR="008E6FBE" w:rsidRPr="00E141F9" w:rsidRDefault="00F75885" w:rsidP="0034015D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 w:rsidRPr="00E141F9">
              <w:rPr>
                <w:rFonts w:ascii="Calibri" w:hAnsi="Calibri" w:cs="Arial"/>
                <w:sz w:val="20"/>
                <w:szCs w:val="20"/>
              </w:rPr>
              <w:t xml:space="preserve">Modelo transmisor </w:t>
            </w:r>
            <w:r w:rsidRPr="00E141F9">
              <w:rPr>
                <w:rStyle w:val="Refdenotaalfinal"/>
                <w:rFonts w:ascii="Calibri" w:hAnsi="Calibri" w:cs="Arial"/>
                <w:sz w:val="20"/>
                <w:szCs w:val="20"/>
              </w:rPr>
              <w:endnoteReference w:id="16"/>
            </w:r>
            <w:r w:rsidRPr="00E141F9">
              <w:rPr>
                <w:rFonts w:ascii="Calibri" w:hAnsi="Calibri" w:cs="Arial"/>
                <w:sz w:val="20"/>
                <w:szCs w:val="20"/>
              </w:rPr>
              <w:t>:</w:t>
            </w:r>
          </w:p>
        </w:tc>
      </w:tr>
      <w:tr w:rsidR="008E6FBE" w:rsidRPr="00CB6574" w14:paraId="4355284A" w14:textId="77777777" w:rsidTr="00843643">
        <w:trPr>
          <w:trHeight w:val="340"/>
        </w:trPr>
        <w:tc>
          <w:tcPr>
            <w:tcW w:w="4678" w:type="dxa"/>
            <w:gridSpan w:val="5"/>
            <w:shd w:val="clear" w:color="auto" w:fill="FFFFFF" w:themeFill="background1"/>
            <w:vAlign w:val="center"/>
          </w:tcPr>
          <w:p w14:paraId="628B9DD7" w14:textId="77777777" w:rsidR="008E6FBE" w:rsidRPr="00E141F9" w:rsidRDefault="00F75885" w:rsidP="0034015D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 w:rsidRPr="00E141F9">
              <w:rPr>
                <w:rFonts w:ascii="Calibri" w:hAnsi="Calibri" w:cs="Arial"/>
                <w:sz w:val="20"/>
                <w:szCs w:val="20"/>
              </w:rPr>
              <w:t xml:space="preserve">Marca antena </w:t>
            </w:r>
            <w:r w:rsidRPr="00E141F9">
              <w:rPr>
                <w:rStyle w:val="Refdenotaalfinal"/>
                <w:rFonts w:ascii="Calibri" w:hAnsi="Calibri" w:cs="Arial"/>
                <w:sz w:val="20"/>
                <w:szCs w:val="20"/>
              </w:rPr>
              <w:endnoteReference w:id="17"/>
            </w:r>
            <w:r w:rsidRPr="00E141F9">
              <w:rPr>
                <w:rFonts w:ascii="Calibri" w:hAnsi="Calibri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6"/>
            <w:vAlign w:val="center"/>
          </w:tcPr>
          <w:p w14:paraId="21332D14" w14:textId="77777777" w:rsidR="008E6FBE" w:rsidRPr="00E141F9" w:rsidRDefault="00F75885" w:rsidP="00057B5A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 w:rsidRPr="00E141F9">
              <w:rPr>
                <w:rFonts w:ascii="Calibri" w:hAnsi="Calibri" w:cs="Arial"/>
                <w:sz w:val="20"/>
                <w:szCs w:val="20"/>
              </w:rPr>
              <w:t xml:space="preserve">Modelo antena </w:t>
            </w:r>
            <w:r w:rsidRPr="00E141F9">
              <w:rPr>
                <w:rStyle w:val="Refdenotaalfinal"/>
                <w:rFonts w:ascii="Calibri" w:hAnsi="Calibri" w:cs="Arial"/>
                <w:sz w:val="20"/>
                <w:szCs w:val="20"/>
              </w:rPr>
              <w:endnoteReference w:id="18"/>
            </w:r>
            <w:r w:rsidRPr="00E141F9">
              <w:rPr>
                <w:rFonts w:ascii="Calibri" w:hAnsi="Calibri" w:cs="Arial"/>
                <w:sz w:val="20"/>
                <w:szCs w:val="20"/>
              </w:rPr>
              <w:t>:</w:t>
            </w:r>
          </w:p>
        </w:tc>
      </w:tr>
      <w:tr w:rsidR="00396319" w:rsidRPr="00CB6574" w14:paraId="549CDE67" w14:textId="77777777" w:rsidTr="00843643">
        <w:trPr>
          <w:trHeight w:val="340"/>
        </w:trPr>
        <w:tc>
          <w:tcPr>
            <w:tcW w:w="2977" w:type="dxa"/>
            <w:gridSpan w:val="2"/>
            <w:shd w:val="clear" w:color="auto" w:fill="FFFFFF" w:themeFill="background1"/>
            <w:vAlign w:val="center"/>
          </w:tcPr>
          <w:p w14:paraId="34F7786C" w14:textId="77777777" w:rsidR="00396319" w:rsidRPr="00F75885" w:rsidRDefault="00396319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 w:rsidRPr="00E141F9">
              <w:rPr>
                <w:rFonts w:ascii="Calibri" w:hAnsi="Calibri" w:cs="Arial"/>
                <w:color w:val="000000"/>
                <w:sz w:val="20"/>
                <w:szCs w:val="20"/>
              </w:rPr>
              <w:t>Ganancia máx. (</w:t>
            </w:r>
            <w:proofErr w:type="spellStart"/>
            <w:r w:rsidRPr="00E141F9">
              <w:rPr>
                <w:rFonts w:ascii="Calibri" w:hAnsi="Calibri" w:cs="Arial"/>
                <w:color w:val="000000"/>
                <w:sz w:val="20"/>
                <w:szCs w:val="20"/>
              </w:rPr>
              <w:t>dBi</w:t>
            </w:r>
            <w:proofErr w:type="spellEnd"/>
            <w:r w:rsidRPr="00E141F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) </w:t>
            </w:r>
            <w:r w:rsidRPr="00E141F9">
              <w:rPr>
                <w:rStyle w:val="Refdenotaalfinal"/>
                <w:rFonts w:ascii="Calibri" w:hAnsi="Calibri" w:cs="Arial"/>
                <w:sz w:val="20"/>
                <w:szCs w:val="20"/>
              </w:rPr>
              <w:endnoteReference w:id="19"/>
            </w:r>
            <w:r w:rsidRPr="00E141F9">
              <w:rPr>
                <w:rFonts w:ascii="Calibri" w:hAnsi="Calibri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260" w:type="dxa"/>
            <w:gridSpan w:val="5"/>
            <w:shd w:val="clear" w:color="auto" w:fill="FFFFFF" w:themeFill="background1"/>
            <w:vAlign w:val="center"/>
          </w:tcPr>
          <w:p w14:paraId="14D3A366" w14:textId="77777777" w:rsidR="00396319" w:rsidRPr="00E141F9" w:rsidRDefault="00396319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 w:rsidRPr="004F08D4">
              <w:rPr>
                <w:rFonts w:ascii="Calibri" w:hAnsi="Calibri" w:cs="Arial"/>
                <w:color w:val="000000"/>
                <w:sz w:val="20"/>
                <w:szCs w:val="20"/>
              </w:rPr>
              <w:t>Apertura vertical haz (</w:t>
            </w:r>
            <w:r w:rsidRPr="004F08D4">
              <w:rPr>
                <w:rFonts w:ascii="Calibri" w:hAnsi="Calibri" w:cs="Arial"/>
                <w:sz w:val="20"/>
                <w:szCs w:val="20"/>
              </w:rPr>
              <w:t>ᵒ</w:t>
            </w:r>
            <w:r w:rsidRPr="004F08D4">
              <w:rPr>
                <w:rFonts w:ascii="Calibri" w:hAnsi="Calibri" w:cs="Arial"/>
                <w:color w:val="000000"/>
                <w:sz w:val="20"/>
                <w:szCs w:val="20"/>
              </w:rPr>
              <w:t xml:space="preserve">) </w:t>
            </w:r>
            <w:r w:rsidRPr="004F08D4">
              <w:rPr>
                <w:rStyle w:val="Refdenotaalfinal"/>
                <w:rFonts w:ascii="Calibri" w:hAnsi="Calibri" w:cs="Arial"/>
                <w:sz w:val="20"/>
                <w:szCs w:val="20"/>
              </w:rPr>
              <w:endnoteReference w:id="20"/>
            </w:r>
            <w:r w:rsidRPr="004F08D4">
              <w:rPr>
                <w:rFonts w:ascii="Calibri" w:hAnsi="Calibri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2" w:type="dxa"/>
            <w:gridSpan w:val="4"/>
            <w:vAlign w:val="center"/>
          </w:tcPr>
          <w:p w14:paraId="16304391" w14:textId="77777777" w:rsidR="00396319" w:rsidRPr="00E141F9" w:rsidRDefault="00396319" w:rsidP="0034015D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 w:rsidRPr="004F08D4">
              <w:rPr>
                <w:rFonts w:cs="Arial"/>
                <w:sz w:val="20"/>
                <w:szCs w:val="20"/>
                <w:lang w:val="es-ES_tradnl"/>
              </w:rPr>
              <w:t xml:space="preserve">Altura antena (m) </w:t>
            </w:r>
            <w:r w:rsidRPr="004F08D4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21"/>
            </w:r>
            <w:r w:rsidRPr="004F08D4">
              <w:rPr>
                <w:rFonts w:cs="Arial"/>
                <w:sz w:val="20"/>
                <w:szCs w:val="20"/>
              </w:rPr>
              <w:t>:</w:t>
            </w:r>
          </w:p>
        </w:tc>
      </w:tr>
      <w:tr w:rsidR="00396319" w:rsidRPr="00054C5A" w14:paraId="21DE21B2" w14:textId="77777777" w:rsidTr="00843643">
        <w:trPr>
          <w:trHeight w:val="340"/>
        </w:trPr>
        <w:tc>
          <w:tcPr>
            <w:tcW w:w="4678" w:type="dxa"/>
            <w:gridSpan w:val="5"/>
            <w:vMerge w:val="restart"/>
            <w:shd w:val="clear" w:color="auto" w:fill="FFFFFF" w:themeFill="background1"/>
            <w:vAlign w:val="center"/>
          </w:tcPr>
          <w:p w14:paraId="210CEF42" w14:textId="77777777" w:rsidR="00396319" w:rsidRPr="00E141F9" w:rsidRDefault="00396319" w:rsidP="0034015D">
            <w:pPr>
              <w:pStyle w:val="Sinespaciado"/>
              <w:rPr>
                <w:sz w:val="20"/>
                <w:szCs w:val="20"/>
              </w:rPr>
            </w:pPr>
            <w:r w:rsidRPr="00E141F9">
              <w:rPr>
                <w:rFonts w:cs="Arial"/>
                <w:sz w:val="20"/>
                <w:szCs w:val="20"/>
              </w:rPr>
              <w:t xml:space="preserve">Frecuencia TX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22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6"/>
            <w:vAlign w:val="center"/>
          </w:tcPr>
          <w:p w14:paraId="084388A7" w14:textId="77777777" w:rsidR="00396319" w:rsidRPr="00B33343" w:rsidRDefault="00396319" w:rsidP="0034015D">
            <w:pPr>
              <w:pStyle w:val="Sinespaciado"/>
              <w:rPr>
                <w:sz w:val="20"/>
                <w:szCs w:val="20"/>
                <w:highlight w:val="yellow"/>
              </w:rPr>
            </w:pPr>
            <w:r w:rsidRPr="00B33343">
              <w:rPr>
                <w:rFonts w:cs="Arial"/>
                <w:color w:val="000000"/>
                <w:sz w:val="20"/>
                <w:szCs w:val="20"/>
                <w:lang w:val="es-ES_tradnl"/>
              </w:rPr>
              <w:t>Potencia radiada máx.</w:t>
            </w:r>
            <w:r w:rsidRPr="00B33343">
              <w:rPr>
                <w:rFonts w:cs="Arial"/>
                <w:sz w:val="20"/>
                <w:szCs w:val="20"/>
              </w:rPr>
              <w:t xml:space="preserve"> (W) </w:t>
            </w:r>
            <w:r w:rsidRPr="00B33343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23"/>
            </w:r>
            <w:r w:rsidRPr="00B33343"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</w:tr>
      <w:tr w:rsidR="00396319" w:rsidRPr="00054C5A" w14:paraId="56E5ED1B" w14:textId="77777777" w:rsidTr="00843643">
        <w:trPr>
          <w:trHeight w:val="340"/>
        </w:trPr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61BF77E3" w14:textId="77777777" w:rsidR="00396319" w:rsidRPr="007B7875" w:rsidRDefault="00396319" w:rsidP="0034015D">
            <w:pPr>
              <w:pStyle w:val="Sinespaciado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  <w:gridSpan w:val="6"/>
            <w:vAlign w:val="center"/>
          </w:tcPr>
          <w:p w14:paraId="09673196" w14:textId="77777777" w:rsidR="00396319" w:rsidRPr="007B7875" w:rsidRDefault="00396319" w:rsidP="0034015D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 w:rsidRPr="004F08D4">
              <w:rPr>
                <w:rFonts w:cs="Arial"/>
                <w:color w:val="000000"/>
                <w:sz w:val="20"/>
                <w:szCs w:val="20"/>
                <w:lang w:val="es-ES_tradnl"/>
              </w:rPr>
              <w:t>Tipo</w:t>
            </w:r>
            <w:r w:rsidRPr="004F08D4">
              <w:rPr>
                <w:rFonts w:cs="Arial"/>
                <w:sz w:val="20"/>
                <w:szCs w:val="20"/>
              </w:rPr>
              <w:t xml:space="preserve"> potencia radiada </w:t>
            </w:r>
            <w:r w:rsidRPr="004F08D4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24"/>
            </w:r>
            <w:r w:rsidRPr="004F08D4">
              <w:rPr>
                <w:rFonts w:cs="Arial"/>
                <w:sz w:val="20"/>
                <w:szCs w:val="20"/>
              </w:rPr>
              <w:t>:</w:t>
            </w:r>
          </w:p>
        </w:tc>
      </w:tr>
      <w:tr w:rsidR="00396319" w:rsidRPr="00054C5A" w14:paraId="4CFEECEE" w14:textId="77777777" w:rsidTr="00843643">
        <w:trPr>
          <w:trHeight w:val="340"/>
        </w:trPr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4DC605B1" w14:textId="77777777" w:rsidR="00396319" w:rsidRPr="00E141F9" w:rsidRDefault="00396319" w:rsidP="0034015D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6"/>
            <w:vAlign w:val="center"/>
          </w:tcPr>
          <w:p w14:paraId="40D52BD2" w14:textId="77777777" w:rsidR="00396319" w:rsidRPr="00E141F9" w:rsidRDefault="00396319" w:rsidP="0034015D">
            <w:pPr>
              <w:pStyle w:val="Sinespaciado"/>
              <w:rPr>
                <w:sz w:val="20"/>
                <w:szCs w:val="20"/>
              </w:rPr>
            </w:pPr>
            <w:r w:rsidRPr="004F08D4">
              <w:rPr>
                <w:rFonts w:cs="Arial"/>
                <w:sz w:val="20"/>
                <w:szCs w:val="20"/>
                <w:lang w:val="es-ES_tradnl"/>
              </w:rPr>
              <w:t xml:space="preserve">Polarización </w:t>
            </w:r>
            <w:r w:rsidRPr="004F08D4">
              <w:rPr>
                <w:rStyle w:val="Refdenotaalfinal"/>
                <w:rFonts w:cs="Arial"/>
                <w:sz w:val="20"/>
                <w:szCs w:val="20"/>
              </w:rPr>
              <w:endnoteReference w:id="25"/>
            </w:r>
            <w:r w:rsidRPr="004F08D4">
              <w:rPr>
                <w:rFonts w:cs="Arial"/>
                <w:sz w:val="20"/>
                <w:szCs w:val="20"/>
              </w:rPr>
              <w:t>:</w:t>
            </w:r>
          </w:p>
        </w:tc>
      </w:tr>
      <w:tr w:rsidR="00396319" w:rsidRPr="00054C5A" w14:paraId="150B2DF8" w14:textId="77777777" w:rsidTr="00843643">
        <w:trPr>
          <w:trHeight w:val="340"/>
        </w:trPr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6AD457E6" w14:textId="77777777" w:rsidR="00396319" w:rsidRPr="007B7875" w:rsidRDefault="00396319" w:rsidP="0034015D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6"/>
            <w:vAlign w:val="center"/>
          </w:tcPr>
          <w:p w14:paraId="6F3D12E8" w14:textId="77777777" w:rsidR="00396319" w:rsidRPr="004F08D4" w:rsidRDefault="00396319" w:rsidP="0034015D">
            <w:pPr>
              <w:pStyle w:val="Sinespaciado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t xml:space="preserve">Denominación </w:t>
            </w:r>
            <w:r w:rsidRPr="004F08D4">
              <w:rPr>
                <w:rStyle w:val="Refdenotaalfinal"/>
                <w:rFonts w:cs="Arial"/>
                <w:sz w:val="20"/>
                <w:szCs w:val="20"/>
              </w:rPr>
              <w:endnoteReference w:id="26"/>
            </w:r>
            <w:r>
              <w:rPr>
                <w:rFonts w:cs="Arial"/>
                <w:sz w:val="20"/>
                <w:szCs w:val="20"/>
                <w:lang w:val="es-ES_tradnl"/>
              </w:rPr>
              <w:t xml:space="preserve">: </w:t>
            </w:r>
          </w:p>
        </w:tc>
      </w:tr>
      <w:tr w:rsidR="00866C58" w:rsidRPr="009205B4" w14:paraId="440217ED" w14:textId="77777777" w:rsidTr="00843643">
        <w:trPr>
          <w:trHeight w:val="340"/>
        </w:trPr>
        <w:tc>
          <w:tcPr>
            <w:tcW w:w="2268" w:type="dxa"/>
            <w:vMerge w:val="restart"/>
            <w:shd w:val="clear" w:color="auto" w:fill="DBE5F1" w:themeFill="accent1" w:themeFillTint="33"/>
            <w:vAlign w:val="center"/>
          </w:tcPr>
          <w:p w14:paraId="68EF34EB" w14:textId="6F06ACB3" w:rsidR="00866C58" w:rsidRPr="00E141F9" w:rsidRDefault="00866C58" w:rsidP="00BA3B68">
            <w:pPr>
              <w:pStyle w:val="Sinespaciado"/>
              <w:rPr>
                <w:rFonts w:cs="Arial"/>
                <w:b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b/>
                <w:color w:val="000000"/>
                <w:sz w:val="20"/>
                <w:szCs w:val="20"/>
                <w:lang w:val="es-ES_tradnl"/>
              </w:rPr>
              <w:t>Solo para radioenlace</w:t>
            </w:r>
            <w:r w:rsidRPr="004F08D4">
              <w:rPr>
                <w:rStyle w:val="Refdenotaalfinal"/>
                <w:rFonts w:cs="Arial"/>
                <w:sz w:val="20"/>
                <w:szCs w:val="20"/>
              </w:rPr>
              <w:endnoteReference w:id="27"/>
            </w:r>
          </w:p>
        </w:tc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3BCE138F" w14:textId="77777777" w:rsidR="00866C58" w:rsidRPr="00E141F9" w:rsidRDefault="00866C58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Acimut (</w:t>
            </w:r>
            <w:r w:rsidRPr="00E141F9">
              <w:rPr>
                <w:rFonts w:cs="Arial"/>
                <w:sz w:val="20"/>
                <w:szCs w:val="20"/>
                <w:lang w:val="es-ES_tradnl"/>
              </w:rPr>
              <w:t>ᵒ</w:t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28"/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253" w:type="dxa"/>
            <w:gridSpan w:val="7"/>
            <w:vAlign w:val="center"/>
          </w:tcPr>
          <w:p w14:paraId="4F4277FE" w14:textId="77777777" w:rsidR="00866C58" w:rsidRPr="00E141F9" w:rsidRDefault="00866C58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Longitud (m)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29"/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</w:tr>
      <w:tr w:rsidR="00866C58" w:rsidRPr="009205B4" w14:paraId="6ED6C3B8" w14:textId="77777777" w:rsidTr="00843643">
        <w:trPr>
          <w:trHeight w:val="340"/>
        </w:trPr>
        <w:tc>
          <w:tcPr>
            <w:tcW w:w="2268" w:type="dxa"/>
            <w:vMerge/>
            <w:shd w:val="clear" w:color="auto" w:fill="DBE5F1" w:themeFill="accent1" w:themeFillTint="33"/>
            <w:vAlign w:val="center"/>
          </w:tcPr>
          <w:p w14:paraId="620C7248" w14:textId="77777777" w:rsidR="00866C58" w:rsidRPr="00E141F9" w:rsidRDefault="00866C58" w:rsidP="00BA3B68">
            <w:pPr>
              <w:pStyle w:val="Sinespaciado"/>
              <w:rPr>
                <w:rFonts w:cs="Arial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1" w:type="dxa"/>
            <w:gridSpan w:val="10"/>
            <w:shd w:val="clear" w:color="auto" w:fill="FFFFFF" w:themeFill="background1"/>
            <w:vAlign w:val="center"/>
          </w:tcPr>
          <w:p w14:paraId="3185A34E" w14:textId="36150B9D" w:rsidR="00866C58" w:rsidRPr="00E141F9" w:rsidRDefault="00866C58" w:rsidP="00866C58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Nombre estación receptora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0"/>
            </w:r>
            <w:r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</w:tr>
      <w:tr w:rsidR="008E6FBE" w14:paraId="37019D52" w14:textId="77777777" w:rsidTr="00843643">
        <w:trPr>
          <w:trHeight w:val="340"/>
        </w:trPr>
        <w:tc>
          <w:tcPr>
            <w:tcW w:w="2268" w:type="dxa"/>
            <w:vMerge w:val="restart"/>
            <w:shd w:val="clear" w:color="auto" w:fill="DBE5F1" w:themeFill="accent1" w:themeFillTint="33"/>
            <w:vAlign w:val="center"/>
          </w:tcPr>
          <w:p w14:paraId="1F5CB1F8" w14:textId="43B4B88D" w:rsidR="008E6FBE" w:rsidRPr="00E141F9" w:rsidRDefault="008E6FBE" w:rsidP="00543471">
            <w:pPr>
              <w:pStyle w:val="Sinespaciado"/>
              <w:rPr>
                <w:rFonts w:cs="Arial"/>
                <w:b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b/>
                <w:color w:val="000000"/>
                <w:spacing w:val="-6"/>
                <w:sz w:val="20"/>
                <w:szCs w:val="20"/>
                <w:lang w:val="es-ES_tradnl"/>
              </w:rPr>
              <w:t xml:space="preserve">Solo para comunicación </w:t>
            </w:r>
            <w:r w:rsidR="0057445F">
              <w:rPr>
                <w:rFonts w:cs="Arial"/>
                <w:b/>
                <w:color w:val="000000"/>
                <w:spacing w:val="-6"/>
                <w:sz w:val="20"/>
                <w:szCs w:val="20"/>
                <w:lang w:val="es-ES_tradnl"/>
              </w:rPr>
              <w:t xml:space="preserve"> </w:t>
            </w:r>
            <w:r w:rsidRPr="00E141F9">
              <w:rPr>
                <w:rFonts w:cs="Arial"/>
                <w:b/>
                <w:color w:val="000000"/>
                <w:spacing w:val="-6"/>
                <w:sz w:val="20"/>
                <w:szCs w:val="20"/>
                <w:lang w:val="es-ES_tradnl"/>
              </w:rPr>
              <w:t>por satélite</w:t>
            </w:r>
            <w:r w:rsidR="00543471" w:rsidRPr="004F08D4">
              <w:rPr>
                <w:rStyle w:val="Refdenotaalfinal"/>
                <w:rFonts w:cs="Arial"/>
                <w:sz w:val="20"/>
                <w:szCs w:val="20"/>
              </w:rPr>
              <w:endnoteReference w:id="31"/>
            </w:r>
          </w:p>
        </w:tc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42244CE3" w14:textId="77777777" w:rsidR="008E6FBE" w:rsidRPr="00E141F9" w:rsidRDefault="008E6FBE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sz w:val="20"/>
                <w:szCs w:val="20"/>
              </w:rPr>
              <w:t xml:space="preserve">Designación haz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2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290" w:type="dxa"/>
            <w:gridSpan w:val="6"/>
            <w:vAlign w:val="center"/>
          </w:tcPr>
          <w:p w14:paraId="05A6797C" w14:textId="77777777" w:rsidR="008E6FBE" w:rsidRPr="00E141F9" w:rsidRDefault="008E6FBE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ascii="Calibri" w:hAnsi="Calibri" w:cs="Arial"/>
                <w:sz w:val="20"/>
                <w:szCs w:val="20"/>
              </w:rPr>
              <w:t xml:space="preserve">PCM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3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1963" w:type="dxa"/>
            <w:vAlign w:val="center"/>
          </w:tcPr>
          <w:p w14:paraId="5E8F356E" w14:textId="77777777" w:rsidR="008E6FBE" w:rsidRPr="00E141F9" w:rsidRDefault="008E6FBE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ascii="Calibri" w:hAnsi="Calibri" w:cs="Arial"/>
                <w:sz w:val="20"/>
                <w:szCs w:val="20"/>
              </w:rPr>
              <w:t xml:space="preserve">DPM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4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</w:tr>
      <w:tr w:rsidR="00843643" w14:paraId="65161829" w14:textId="77777777" w:rsidTr="00843643">
        <w:trPr>
          <w:trHeight w:val="340"/>
        </w:trPr>
        <w:tc>
          <w:tcPr>
            <w:tcW w:w="2268" w:type="dxa"/>
            <w:vMerge/>
            <w:shd w:val="clear" w:color="auto" w:fill="DBE5F1" w:themeFill="accent1" w:themeFillTint="33"/>
            <w:vAlign w:val="center"/>
          </w:tcPr>
          <w:p w14:paraId="53FD1CE4" w14:textId="77777777" w:rsidR="00843643" w:rsidRPr="00E141F9" w:rsidRDefault="00843643" w:rsidP="0034015D">
            <w:pPr>
              <w:pStyle w:val="Sinespaciado"/>
              <w:rPr>
                <w:rFonts w:cs="Arial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484B1C24" w14:textId="14C289BD" w:rsidR="00843643" w:rsidRPr="00E141F9" w:rsidRDefault="00843643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sz w:val="20"/>
                <w:szCs w:val="20"/>
              </w:rPr>
              <w:t xml:space="preserve">Id. subred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5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5"/>
            <w:shd w:val="clear" w:color="auto" w:fill="FFFFFF" w:themeFill="background1"/>
            <w:vAlign w:val="center"/>
          </w:tcPr>
          <w:p w14:paraId="04837077" w14:textId="335548AA" w:rsidR="00843643" w:rsidRPr="00E141F9" w:rsidRDefault="00843643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Canalización (kHz)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6"/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2CEB973F" w14:textId="210FD5D4" w:rsidR="00843643" w:rsidRPr="00E141F9" w:rsidRDefault="00843643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Longitud orbital (</w:t>
            </w:r>
            <w:r w:rsidRPr="00E141F9">
              <w:rPr>
                <w:rFonts w:cs="Arial"/>
                <w:sz w:val="20"/>
                <w:szCs w:val="20"/>
                <w:lang w:val="es-ES_tradnl"/>
              </w:rPr>
              <w:t>ᵒ</w:t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7"/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</w:tr>
      <w:tr w:rsidR="00843643" w14:paraId="651EABC2" w14:textId="77777777" w:rsidTr="00D03963">
        <w:trPr>
          <w:trHeight w:val="340"/>
        </w:trPr>
        <w:tc>
          <w:tcPr>
            <w:tcW w:w="2268" w:type="dxa"/>
            <w:vMerge/>
            <w:shd w:val="clear" w:color="auto" w:fill="DBE5F1" w:themeFill="accent1" w:themeFillTint="33"/>
            <w:vAlign w:val="center"/>
          </w:tcPr>
          <w:p w14:paraId="1BA9D9A7" w14:textId="77777777" w:rsidR="00843643" w:rsidRPr="00E141F9" w:rsidRDefault="00843643" w:rsidP="0034015D">
            <w:pPr>
              <w:pStyle w:val="Sinespaciado"/>
              <w:rPr>
                <w:rFonts w:cs="Arial"/>
                <w:b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6521" w:type="dxa"/>
            <w:gridSpan w:val="10"/>
            <w:shd w:val="clear" w:color="auto" w:fill="FFFFFF" w:themeFill="background1"/>
            <w:vAlign w:val="center"/>
          </w:tcPr>
          <w:p w14:paraId="186E9389" w14:textId="17CED046" w:rsidR="00843643" w:rsidRPr="00E141F9" w:rsidRDefault="00843643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sz w:val="20"/>
                <w:szCs w:val="20"/>
                <w:lang w:val="es-ES_tradnl"/>
              </w:rPr>
              <w:t>Nombre estación espacial</w:t>
            </w:r>
            <w:r w:rsidRPr="00E141F9">
              <w:rPr>
                <w:rFonts w:cs="Arial"/>
                <w:sz w:val="20"/>
                <w:szCs w:val="20"/>
              </w:rPr>
              <w:t xml:space="preserve">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38"/>
            </w:r>
            <w:r w:rsidRPr="00E141F9">
              <w:rPr>
                <w:rFonts w:cs="Arial"/>
                <w:sz w:val="20"/>
                <w:szCs w:val="20"/>
                <w:lang w:val="es-ES_tradnl"/>
              </w:rPr>
              <w:t>:</w:t>
            </w:r>
          </w:p>
        </w:tc>
      </w:tr>
      <w:tr w:rsidR="00843643" w:rsidRPr="00054C5A" w14:paraId="1AC8F4FF" w14:textId="77777777" w:rsidTr="00843643">
        <w:trPr>
          <w:trHeight w:val="340"/>
        </w:trPr>
        <w:tc>
          <w:tcPr>
            <w:tcW w:w="2268" w:type="dxa"/>
            <w:vMerge w:val="restart"/>
            <w:shd w:val="clear" w:color="auto" w:fill="DBE5F1" w:themeFill="accent1" w:themeFillTint="33"/>
            <w:vAlign w:val="center"/>
          </w:tcPr>
          <w:p w14:paraId="64B02C22" w14:textId="26D23FDF" w:rsidR="00843643" w:rsidRPr="00E141F9" w:rsidRDefault="00843643" w:rsidP="00A34155">
            <w:pPr>
              <w:pStyle w:val="Sinespaciado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pacing w:val="-6"/>
                <w:sz w:val="20"/>
                <w:szCs w:val="20"/>
                <w:lang w:val="es-ES_tradnl"/>
              </w:rPr>
              <w:t>Solo para servicio móvil-fijo de banda estrecha</w:t>
            </w:r>
            <w:r w:rsidRPr="004F08D4">
              <w:rPr>
                <w:rStyle w:val="Refdenotaalfinal"/>
                <w:rFonts w:cs="Arial"/>
                <w:sz w:val="20"/>
                <w:szCs w:val="20"/>
              </w:rPr>
              <w:endnoteReference w:id="39"/>
            </w:r>
          </w:p>
        </w:tc>
        <w:tc>
          <w:tcPr>
            <w:tcW w:w="3145" w:type="dxa"/>
            <w:gridSpan w:val="5"/>
            <w:vAlign w:val="center"/>
          </w:tcPr>
          <w:p w14:paraId="5599FB74" w14:textId="77777777" w:rsidR="00843643" w:rsidRPr="00E141F9" w:rsidRDefault="00843643" w:rsidP="0034015D">
            <w:pPr>
              <w:pStyle w:val="Sinespaciado"/>
              <w:rPr>
                <w:sz w:val="20"/>
                <w:szCs w:val="20"/>
              </w:rPr>
            </w:pPr>
            <w:proofErr w:type="spellStart"/>
            <w:r w:rsidRPr="00E141F9">
              <w:rPr>
                <w:rFonts w:cs="Arial"/>
                <w:sz w:val="20"/>
                <w:szCs w:val="20"/>
              </w:rPr>
              <w:t>Subtono</w:t>
            </w:r>
            <w:proofErr w:type="spellEnd"/>
            <w:r w:rsidRPr="00E141F9">
              <w:rPr>
                <w:rFonts w:cs="Arial"/>
                <w:sz w:val="20"/>
                <w:szCs w:val="20"/>
              </w:rPr>
              <w:t xml:space="preserve">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40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376" w:type="dxa"/>
            <w:gridSpan w:val="5"/>
            <w:vAlign w:val="center"/>
          </w:tcPr>
          <w:p w14:paraId="0F506896" w14:textId="77777777" w:rsidR="00843643" w:rsidRPr="00E141F9" w:rsidRDefault="00843643" w:rsidP="0034015D">
            <w:pPr>
              <w:pStyle w:val="Sinespaciado"/>
              <w:rPr>
                <w:sz w:val="20"/>
                <w:szCs w:val="20"/>
              </w:rPr>
            </w:pP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CCIR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41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</w:tr>
      <w:tr w:rsidR="00843643" w:rsidRPr="0034015D" w14:paraId="7E30F671" w14:textId="77777777" w:rsidTr="00843643">
        <w:trPr>
          <w:trHeight w:val="340"/>
        </w:trPr>
        <w:tc>
          <w:tcPr>
            <w:tcW w:w="2268" w:type="dxa"/>
            <w:vMerge/>
            <w:shd w:val="clear" w:color="auto" w:fill="DBE5F1" w:themeFill="accent1" w:themeFillTint="33"/>
            <w:vAlign w:val="center"/>
          </w:tcPr>
          <w:p w14:paraId="2A6B9E73" w14:textId="77777777" w:rsidR="00843643" w:rsidRPr="00E141F9" w:rsidRDefault="00843643" w:rsidP="0034015D">
            <w:pPr>
              <w:pStyle w:val="Sinespaciado"/>
              <w:rPr>
                <w:rFonts w:cs="Arial"/>
                <w:b/>
                <w:color w:val="000000"/>
                <w:spacing w:val="-6"/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DAA6403" w14:textId="77777777" w:rsidR="00843643" w:rsidRPr="00E141F9" w:rsidRDefault="00843643" w:rsidP="0034015D">
            <w:pPr>
              <w:pStyle w:val="Sinespaciado"/>
              <w:rPr>
                <w:rFonts w:cs="Arial"/>
                <w:sz w:val="20"/>
                <w:szCs w:val="20"/>
              </w:rPr>
            </w:pPr>
            <w:r w:rsidRPr="00E141F9">
              <w:rPr>
                <w:rFonts w:cs="Arial"/>
                <w:sz w:val="20"/>
                <w:szCs w:val="20"/>
              </w:rPr>
              <w:t xml:space="preserve">Id. subred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42"/>
            </w:r>
            <w:r w:rsidRPr="00E141F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268" w:type="dxa"/>
            <w:gridSpan w:val="5"/>
            <w:vAlign w:val="center"/>
          </w:tcPr>
          <w:p w14:paraId="686EEA6D" w14:textId="77777777" w:rsidR="00843643" w:rsidRPr="00E141F9" w:rsidRDefault="00843643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Canalización (kHz)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43"/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985" w:type="dxa"/>
            <w:gridSpan w:val="2"/>
            <w:vAlign w:val="center"/>
          </w:tcPr>
          <w:p w14:paraId="0CCBB6D0" w14:textId="04DDC6B9" w:rsidR="00843643" w:rsidRPr="00E141F9" w:rsidRDefault="00843643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Acimut (</w:t>
            </w:r>
            <w:r w:rsidRPr="00E141F9">
              <w:rPr>
                <w:rFonts w:cs="Arial"/>
                <w:sz w:val="20"/>
                <w:szCs w:val="20"/>
                <w:lang w:val="es-ES_tradnl"/>
              </w:rPr>
              <w:t>ᵒ</w:t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)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44"/>
            </w:r>
            <w:r w:rsidRPr="00E141F9"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</w:tr>
      <w:tr w:rsidR="00843643" w:rsidRPr="0034015D" w14:paraId="1B1CA7D5" w14:textId="77777777" w:rsidTr="00843643">
        <w:trPr>
          <w:trHeight w:val="340"/>
        </w:trPr>
        <w:tc>
          <w:tcPr>
            <w:tcW w:w="2268" w:type="dxa"/>
            <w:vMerge/>
            <w:shd w:val="clear" w:color="auto" w:fill="DBE5F1" w:themeFill="accent1" w:themeFillTint="33"/>
            <w:vAlign w:val="center"/>
          </w:tcPr>
          <w:p w14:paraId="2D6D1BA5" w14:textId="77777777" w:rsidR="00843643" w:rsidRPr="00E141F9" w:rsidRDefault="00843643" w:rsidP="0034015D">
            <w:pPr>
              <w:pStyle w:val="Sinespaciado"/>
              <w:rPr>
                <w:rFonts w:cs="Arial"/>
                <w:b/>
                <w:color w:val="000000"/>
                <w:spacing w:val="-6"/>
                <w:sz w:val="20"/>
                <w:szCs w:val="20"/>
                <w:lang w:val="es-ES_tradnl"/>
              </w:rPr>
            </w:pPr>
          </w:p>
        </w:tc>
        <w:tc>
          <w:tcPr>
            <w:tcW w:w="6521" w:type="dxa"/>
            <w:gridSpan w:val="10"/>
            <w:vAlign w:val="center"/>
          </w:tcPr>
          <w:p w14:paraId="667E6CB1" w14:textId="54DAA6FA" w:rsidR="00843643" w:rsidRPr="00E141F9" w:rsidRDefault="00843643" w:rsidP="0034015D">
            <w:pPr>
              <w:pStyle w:val="Sinespaciado"/>
              <w:rPr>
                <w:rFonts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cs="Arial"/>
                <w:color w:val="000000"/>
                <w:sz w:val="20"/>
                <w:szCs w:val="20"/>
                <w:lang w:val="es-ES_tradnl"/>
              </w:rPr>
              <w:t xml:space="preserve">Nombre estación receptora </w:t>
            </w:r>
            <w:r w:rsidRPr="00E141F9">
              <w:rPr>
                <w:rStyle w:val="Refdenotaalfinal"/>
                <w:rFonts w:cs="Arial"/>
                <w:sz w:val="20"/>
                <w:szCs w:val="20"/>
                <w:lang w:val="es-ES_tradnl"/>
              </w:rPr>
              <w:endnoteReference w:id="45"/>
            </w:r>
            <w:r>
              <w:rPr>
                <w:rFonts w:cs="Arial"/>
                <w:color w:val="000000"/>
                <w:sz w:val="20"/>
                <w:szCs w:val="20"/>
                <w:lang w:val="es-ES_tradnl"/>
              </w:rPr>
              <w:t>:</w:t>
            </w:r>
          </w:p>
        </w:tc>
      </w:tr>
    </w:tbl>
    <w:p w14:paraId="376B45B0" w14:textId="77777777" w:rsidR="00ED3936" w:rsidRDefault="00ED3936" w:rsidP="00E141F9">
      <w:pPr>
        <w:pStyle w:val="Prrafodelista"/>
        <w:spacing w:after="120"/>
        <w:jc w:val="left"/>
        <w:rPr>
          <w:b/>
          <w:sz w:val="16"/>
          <w:szCs w:val="18"/>
        </w:rPr>
      </w:pPr>
    </w:p>
    <w:p w14:paraId="295D3580" w14:textId="77777777" w:rsidR="007C1887" w:rsidRPr="00660A8E" w:rsidRDefault="00396319" w:rsidP="00E141F9">
      <w:pPr>
        <w:pStyle w:val="Prrafodelista"/>
        <w:numPr>
          <w:ilvl w:val="1"/>
          <w:numId w:val="28"/>
        </w:numPr>
        <w:spacing w:before="120" w:after="120"/>
        <w:ind w:left="851" w:right="-1"/>
        <w:jc w:val="left"/>
        <w:rPr>
          <w:b/>
          <w:sz w:val="20"/>
          <w:szCs w:val="20"/>
        </w:rPr>
      </w:pP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ENLACE DE TRANSMISIÓN con REFERENCIA o IDENTIFICADOR Nº </w:t>
      </w:r>
      <w:r w:rsidR="007C1887" w:rsidRPr="00B33343">
        <w:rPr>
          <w:rFonts w:ascii="Calibri" w:hAnsi="Calibri" w:cs="Arial"/>
          <w:b/>
          <w:sz w:val="20"/>
          <w:szCs w:val="20"/>
          <w:bdr w:val="single" w:sz="4" w:space="0" w:color="auto"/>
          <w:shd w:val="clear" w:color="auto" w:fill="DBE5F1" w:themeFill="accent1" w:themeFillTint="33"/>
          <w:vertAlign w:val="superscript"/>
          <w:lang w:val="es-ES_tradnl"/>
        </w:rPr>
        <w:endnoteReference w:id="46"/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:   </w:t>
      </w: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        </w:t>
      </w:r>
      <w:r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        </w:t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  </w:t>
      </w:r>
      <w:r w:rsidR="0078528F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</w:t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</w:t>
      </w:r>
      <w:r w:rsidR="0039456C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D55340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C347C6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7B7875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</w:t>
      </w:r>
      <w:r w:rsidR="006F339D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7B7875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</w:t>
      </w:r>
      <w:r w:rsidR="00D55340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</w:t>
      </w:r>
      <w:r w:rsidR="007C1887" w:rsidRPr="00B33343">
        <w:rPr>
          <w:b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   </w:t>
      </w:r>
      <w:r w:rsidR="007C1887" w:rsidRPr="00B33343">
        <w:rPr>
          <w:b/>
          <w:i/>
          <w:sz w:val="18"/>
          <w:szCs w:val="20"/>
          <w:bdr w:val="single" w:sz="4" w:space="0" w:color="auto"/>
          <w:shd w:val="clear" w:color="auto" w:fill="DBE5F1" w:themeFill="accent1" w:themeFillTint="33"/>
        </w:rPr>
        <w:t>(Fin)</w:t>
      </w:r>
      <w:r w:rsidR="007C1887" w:rsidRPr="00660A8E">
        <w:rPr>
          <w:b/>
          <w:sz w:val="20"/>
          <w:szCs w:val="20"/>
          <w:bdr w:val="single" w:sz="4" w:space="0" w:color="auto"/>
        </w:rPr>
        <w:t xml:space="preserve">  </w:t>
      </w:r>
    </w:p>
    <w:p w14:paraId="77DA2AB1" w14:textId="77777777" w:rsidR="007C1887" w:rsidRDefault="007C1887" w:rsidP="00E141F9">
      <w:pPr>
        <w:pStyle w:val="Prrafodelista"/>
        <w:spacing w:after="120"/>
        <w:jc w:val="left"/>
        <w:rPr>
          <w:b/>
          <w:sz w:val="16"/>
          <w:szCs w:val="18"/>
        </w:rPr>
      </w:pPr>
    </w:p>
    <w:p w14:paraId="56D97E88" w14:textId="4F2AA21B" w:rsidR="009718D4" w:rsidRPr="00E141F9" w:rsidRDefault="009718D4" w:rsidP="009718D4">
      <w:pPr>
        <w:pStyle w:val="Prrafodelista"/>
        <w:numPr>
          <w:ilvl w:val="0"/>
          <w:numId w:val="31"/>
        </w:numPr>
        <w:spacing w:before="120" w:after="80"/>
        <w:ind w:left="283" w:hanging="425"/>
        <w:jc w:val="left"/>
        <w:rPr>
          <w:b/>
          <w:szCs w:val="18"/>
        </w:rPr>
      </w:pPr>
      <w:r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>ESTACIÓN con REFERENCIA o IDENTIFICADOR Nº</w:t>
      </w:r>
      <w:r w:rsidRPr="00B33343">
        <w:rPr>
          <w:rFonts w:ascii="Calibri" w:hAnsi="Calibri" w:cs="Arial"/>
          <w:b/>
          <w:bdr w:val="single" w:sz="4" w:space="0" w:color="auto"/>
          <w:shd w:val="clear" w:color="auto" w:fill="DBE5F1" w:themeFill="accent1" w:themeFillTint="33"/>
          <w:vertAlign w:val="superscript"/>
          <w:lang w:val="es-ES_tradnl"/>
        </w:rPr>
        <w:endnoteReference w:id="47"/>
      </w:r>
      <w:r w:rsidRPr="00B33343">
        <w:rPr>
          <w:b/>
          <w:bdr w:val="single" w:sz="4" w:space="0" w:color="auto"/>
          <w:shd w:val="clear" w:color="auto" w:fill="DBE5F1" w:themeFill="accent1" w:themeFillTint="33"/>
        </w:rPr>
        <w:t xml:space="preserve">: </w:t>
      </w:r>
      <w:r w:rsidRPr="00B33343">
        <w:rPr>
          <w:b/>
          <w:szCs w:val="18"/>
          <w:bdr w:val="single" w:sz="4" w:space="0" w:color="auto"/>
          <w:shd w:val="clear" w:color="auto" w:fill="DBE5F1" w:themeFill="accent1" w:themeFillTint="33"/>
        </w:rPr>
        <w:t xml:space="preserve">                                                                                       </w:t>
      </w:r>
      <w:r w:rsidRPr="00B33343">
        <w:rPr>
          <w:b/>
          <w:i/>
          <w:sz w:val="18"/>
          <w:szCs w:val="18"/>
          <w:bdr w:val="single" w:sz="4" w:space="0" w:color="auto"/>
          <w:shd w:val="clear" w:color="auto" w:fill="DBE5F1" w:themeFill="accent1" w:themeFillTint="33"/>
        </w:rPr>
        <w:t>(Fin)</w:t>
      </w:r>
      <w:r w:rsidRPr="00E141F9">
        <w:rPr>
          <w:b/>
          <w:szCs w:val="18"/>
          <w:bdr w:val="single" w:sz="4" w:space="0" w:color="auto"/>
        </w:rPr>
        <w:t xml:space="preserve">  </w:t>
      </w:r>
    </w:p>
    <w:p w14:paraId="169BE439" w14:textId="1B680ECC" w:rsidR="009718D4" w:rsidRDefault="009718D4">
      <w:pPr>
        <w:jc w:val="left"/>
        <w:rPr>
          <w:b/>
          <w:i/>
          <w:sz w:val="18"/>
          <w:szCs w:val="20"/>
          <w:bdr w:val="single" w:sz="4" w:space="0" w:color="auto"/>
        </w:rPr>
      </w:pPr>
      <w:r>
        <w:rPr>
          <w:b/>
          <w:i/>
          <w:sz w:val="18"/>
          <w:szCs w:val="20"/>
          <w:bdr w:val="single" w:sz="4" w:space="0" w:color="auto"/>
        </w:rPr>
        <w:br w:type="page"/>
      </w:r>
    </w:p>
    <w:p w14:paraId="0D3ADED5" w14:textId="104D1027" w:rsidR="009718D4" w:rsidRPr="00B33343" w:rsidRDefault="009718D4" w:rsidP="00B33343">
      <w:pPr>
        <w:pStyle w:val="Prrafodelista"/>
        <w:spacing w:before="120" w:after="120"/>
        <w:ind w:right="-1"/>
        <w:jc w:val="center"/>
        <w:rPr>
          <w:b/>
          <w:szCs w:val="18"/>
        </w:rPr>
      </w:pPr>
      <w:r w:rsidRPr="009718D4">
        <w:rPr>
          <w:b/>
          <w:szCs w:val="18"/>
        </w:rPr>
        <w:lastRenderedPageBreak/>
        <w:t>INSTRUCCIONES PARA COMPLETAR</w:t>
      </w:r>
    </w:p>
    <w:p w14:paraId="49D465B7" w14:textId="77777777" w:rsidR="00172D25" w:rsidRPr="00B33343" w:rsidRDefault="00172D25" w:rsidP="00B33343">
      <w:pPr>
        <w:rPr>
          <w:sz w:val="18"/>
        </w:rPr>
        <w:sectPr w:rsidR="00172D25" w:rsidRPr="00B33343" w:rsidSect="0048173E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1276" w:right="1134" w:bottom="1135" w:left="1134" w:header="142" w:footer="709" w:gutter="0"/>
          <w:cols w:space="708"/>
          <w:titlePg/>
          <w:docGrid w:linePitch="360"/>
        </w:sectPr>
      </w:pPr>
    </w:p>
    <w:p w14:paraId="78885F3C" w14:textId="33EE5B22" w:rsidR="00BF7FCF" w:rsidRDefault="00AB4434">
      <w:pPr>
        <w:spacing w:after="0"/>
        <w:jc w:val="center"/>
        <w:rPr>
          <w:rFonts w:eastAsia="Times New Roman"/>
          <w:b/>
        </w:rPr>
      </w:pPr>
      <w:r>
        <w:rPr>
          <w:b/>
          <w:sz w:val="18"/>
          <w:szCs w:val="18"/>
        </w:rPr>
        <w:br w:type="page"/>
      </w:r>
      <w:r w:rsidR="009718D4">
        <w:rPr>
          <w:rFonts w:eastAsia="Times New Roman"/>
          <w:b/>
        </w:rPr>
        <w:lastRenderedPageBreak/>
        <w:t>ACTUALIZACIONES DEL DOCUMENTO</w:t>
      </w:r>
    </w:p>
    <w:p w14:paraId="02D30423" w14:textId="77777777" w:rsidR="009718D4" w:rsidRPr="00B33343" w:rsidRDefault="009718D4" w:rsidP="00B33343">
      <w:pPr>
        <w:pStyle w:val="Textonotaalfinal"/>
        <w:rPr>
          <w:sz w:val="16"/>
          <w:szCs w:val="16"/>
        </w:rPr>
      </w:pPr>
    </w:p>
    <w:tbl>
      <w:tblPr>
        <w:tblStyle w:val="Tablaconcuadrcu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1662"/>
        <w:gridCol w:w="7167"/>
      </w:tblGrid>
      <w:tr w:rsidR="009718D4" w14:paraId="10FCF0B6" w14:textId="77777777" w:rsidTr="007B5E8F">
        <w:trPr>
          <w:jc w:val="center"/>
        </w:trPr>
        <w:tc>
          <w:tcPr>
            <w:tcW w:w="415" w:type="pct"/>
            <w:shd w:val="clear" w:color="auto" w:fill="DBE5F1" w:themeFill="accent1" w:themeFillTint="33"/>
          </w:tcPr>
          <w:p w14:paraId="33B4FD0E" w14:textId="77777777" w:rsidR="009718D4" w:rsidRPr="00742CEA" w:rsidRDefault="009718D4" w:rsidP="00BA3F36">
            <w:pPr>
              <w:pStyle w:val="Textonotaalfinal"/>
              <w:jc w:val="center"/>
              <w:rPr>
                <w:b/>
                <w:sz w:val="16"/>
                <w:szCs w:val="16"/>
              </w:rPr>
            </w:pPr>
            <w:r w:rsidRPr="00742CEA">
              <w:rPr>
                <w:b/>
                <w:sz w:val="16"/>
                <w:szCs w:val="16"/>
              </w:rPr>
              <w:t>Versión</w:t>
            </w:r>
          </w:p>
        </w:tc>
        <w:tc>
          <w:tcPr>
            <w:tcW w:w="863" w:type="pct"/>
            <w:shd w:val="clear" w:color="auto" w:fill="DBE5F1" w:themeFill="accent1" w:themeFillTint="33"/>
          </w:tcPr>
          <w:p w14:paraId="415CC36C" w14:textId="77777777" w:rsidR="009718D4" w:rsidRPr="00742CEA" w:rsidRDefault="009718D4" w:rsidP="00BA3F36">
            <w:pPr>
              <w:pStyle w:val="Textonotaalfinal"/>
              <w:jc w:val="center"/>
              <w:rPr>
                <w:b/>
                <w:sz w:val="16"/>
                <w:szCs w:val="16"/>
              </w:rPr>
            </w:pPr>
            <w:r w:rsidRPr="00742CEA">
              <w:rPr>
                <w:b/>
                <w:sz w:val="16"/>
                <w:szCs w:val="16"/>
              </w:rPr>
              <w:t>Fecha</w:t>
            </w:r>
          </w:p>
        </w:tc>
        <w:tc>
          <w:tcPr>
            <w:tcW w:w="3722" w:type="pct"/>
            <w:shd w:val="clear" w:color="auto" w:fill="DBE5F1" w:themeFill="accent1" w:themeFillTint="33"/>
          </w:tcPr>
          <w:p w14:paraId="1EC1EF10" w14:textId="77777777" w:rsidR="009718D4" w:rsidRPr="00742CEA" w:rsidRDefault="009718D4" w:rsidP="00BA3F36">
            <w:pPr>
              <w:pStyle w:val="Textonotaalfinal"/>
              <w:jc w:val="center"/>
              <w:rPr>
                <w:b/>
                <w:sz w:val="16"/>
                <w:szCs w:val="16"/>
              </w:rPr>
            </w:pPr>
            <w:r w:rsidRPr="00742CEA">
              <w:rPr>
                <w:b/>
                <w:sz w:val="16"/>
                <w:szCs w:val="16"/>
              </w:rPr>
              <w:t>Descripción</w:t>
            </w:r>
          </w:p>
        </w:tc>
      </w:tr>
      <w:tr w:rsidR="00B030D2" w:rsidRPr="00EA2311" w14:paraId="4E8BC965" w14:textId="77777777" w:rsidTr="007B5E8F">
        <w:trPr>
          <w:jc w:val="center"/>
        </w:trPr>
        <w:tc>
          <w:tcPr>
            <w:tcW w:w="415" w:type="pct"/>
            <w:vAlign w:val="center"/>
          </w:tcPr>
          <w:p w14:paraId="4956DA5B" w14:textId="19492F1F" w:rsidR="00B030D2" w:rsidRDefault="00B030D2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863" w:type="pct"/>
            <w:vAlign w:val="center"/>
          </w:tcPr>
          <w:p w14:paraId="2403AC34" w14:textId="7BA1F392" w:rsidR="00B030D2" w:rsidRDefault="00B030D2" w:rsidP="005505CC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septiembre 2020</w:t>
            </w:r>
          </w:p>
        </w:tc>
        <w:tc>
          <w:tcPr>
            <w:tcW w:w="3722" w:type="pct"/>
            <w:vAlign w:val="center"/>
          </w:tcPr>
          <w:p w14:paraId="3BF203E2" w14:textId="091FE29F" w:rsidR="00B030D2" w:rsidRDefault="00B030D2" w:rsidP="00E20B0C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 </w:t>
            </w:r>
            <w:r w:rsidR="00E20B0C">
              <w:rPr>
                <w:sz w:val="16"/>
                <w:szCs w:val="16"/>
              </w:rPr>
              <w:t>hace extensiva</w:t>
            </w:r>
            <w:r>
              <w:rPr>
                <w:sz w:val="16"/>
                <w:szCs w:val="16"/>
              </w:rPr>
              <w:t xml:space="preserve"> la presentac</w:t>
            </w:r>
            <w:r w:rsidR="00E20B0C">
              <w:rPr>
                <w:sz w:val="16"/>
                <w:szCs w:val="16"/>
              </w:rPr>
              <w:t xml:space="preserve">ión </w:t>
            </w:r>
            <w:r w:rsidR="00FC5687">
              <w:rPr>
                <w:sz w:val="16"/>
                <w:szCs w:val="16"/>
              </w:rPr>
              <w:t xml:space="preserve">a estaciones con </w:t>
            </w:r>
            <w:proofErr w:type="spellStart"/>
            <w:r w:rsidR="00FC5687">
              <w:rPr>
                <w:sz w:val="16"/>
                <w:szCs w:val="16"/>
              </w:rPr>
              <w:t>p.i.r.e</w:t>
            </w:r>
            <w:proofErr w:type="spellEnd"/>
            <w:r w:rsidR="00FC568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igual o menor de 1</w:t>
            </w:r>
            <w:r w:rsidR="00FC56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</w:t>
            </w:r>
          </w:p>
        </w:tc>
      </w:tr>
      <w:tr w:rsidR="00113457" w:rsidRPr="00EA2311" w14:paraId="5BCF6699" w14:textId="77777777" w:rsidTr="007B5E8F">
        <w:trPr>
          <w:jc w:val="center"/>
        </w:trPr>
        <w:tc>
          <w:tcPr>
            <w:tcW w:w="415" w:type="pct"/>
            <w:vAlign w:val="center"/>
          </w:tcPr>
          <w:p w14:paraId="3F85CAFA" w14:textId="24A1079E" w:rsidR="00113457" w:rsidRDefault="00113457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863" w:type="pct"/>
            <w:vAlign w:val="center"/>
          </w:tcPr>
          <w:p w14:paraId="0AC89CB5" w14:textId="372DCBC6" w:rsidR="00113457" w:rsidRDefault="00113457" w:rsidP="005505CC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="005505CC">
              <w:rPr>
                <w:sz w:val="16"/>
                <w:szCs w:val="16"/>
              </w:rPr>
              <w:t xml:space="preserve"> marzo</w:t>
            </w:r>
            <w:r>
              <w:rPr>
                <w:sz w:val="16"/>
                <w:szCs w:val="16"/>
              </w:rPr>
              <w:t xml:space="preserve"> 2020</w:t>
            </w:r>
          </w:p>
        </w:tc>
        <w:tc>
          <w:tcPr>
            <w:tcW w:w="3722" w:type="pct"/>
            <w:vAlign w:val="center"/>
          </w:tcPr>
          <w:p w14:paraId="4D3094F5" w14:textId="54B2C326" w:rsidR="00113457" w:rsidRDefault="00113457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Inclusión de </w:t>
            </w:r>
            <w:proofErr w:type="spellStart"/>
            <w:r>
              <w:rPr>
                <w:sz w:val="16"/>
                <w:szCs w:val="16"/>
              </w:rPr>
              <w:t>ortofotografía</w:t>
            </w:r>
            <w:proofErr w:type="spellEnd"/>
            <w:r>
              <w:rPr>
                <w:sz w:val="16"/>
                <w:szCs w:val="16"/>
              </w:rPr>
              <w:t xml:space="preserve"> como método válido de la descripción fotográfica asociada a la estación para la verificación de las coordenadas geográficas.</w:t>
            </w:r>
          </w:p>
        </w:tc>
      </w:tr>
      <w:tr w:rsidR="00590083" w:rsidRPr="00EA2311" w14:paraId="19259914" w14:textId="77777777" w:rsidTr="007B5E8F">
        <w:trPr>
          <w:jc w:val="center"/>
        </w:trPr>
        <w:tc>
          <w:tcPr>
            <w:tcW w:w="415" w:type="pct"/>
            <w:vAlign w:val="center"/>
          </w:tcPr>
          <w:p w14:paraId="2CD33709" w14:textId="65664D44" w:rsidR="00590083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863" w:type="pct"/>
            <w:vAlign w:val="center"/>
          </w:tcPr>
          <w:p w14:paraId="3DF32DF6" w14:textId="001D3C83" w:rsidR="00590083" w:rsidRDefault="00391AF5" w:rsidP="00BB560B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27 febrero 20</w:t>
            </w:r>
            <w:r w:rsidR="00BB560B">
              <w:rPr>
                <w:sz w:val="16"/>
                <w:szCs w:val="16"/>
              </w:rPr>
              <w:t>20</w:t>
            </w:r>
          </w:p>
        </w:tc>
        <w:tc>
          <w:tcPr>
            <w:tcW w:w="3722" w:type="pct"/>
            <w:vAlign w:val="center"/>
          </w:tcPr>
          <w:p w14:paraId="60D08D40" w14:textId="1260EC9C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Cambio de Subdirección</w:t>
            </w:r>
            <w:r w:rsidR="00275F20">
              <w:rPr>
                <w:sz w:val="16"/>
                <w:szCs w:val="16"/>
              </w:rPr>
              <w:t xml:space="preserve"> en el encabezado</w:t>
            </w:r>
            <w:r>
              <w:rPr>
                <w:sz w:val="16"/>
                <w:szCs w:val="16"/>
              </w:rPr>
              <w:t>.</w:t>
            </w:r>
          </w:p>
          <w:p w14:paraId="3BC7C6A3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Cambio de fecha al pie.</w:t>
            </w:r>
          </w:p>
          <w:p w14:paraId="3536FA1A" w14:textId="7A1C34C0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Actualización de notas.</w:t>
            </w:r>
          </w:p>
        </w:tc>
      </w:tr>
      <w:tr w:rsidR="00590083" w:rsidRPr="00EA2311" w14:paraId="3AB46E94" w14:textId="77777777" w:rsidTr="007B5E8F">
        <w:trPr>
          <w:jc w:val="center"/>
        </w:trPr>
        <w:tc>
          <w:tcPr>
            <w:tcW w:w="415" w:type="pct"/>
            <w:vAlign w:val="center"/>
          </w:tcPr>
          <w:p w14:paraId="58AC77F6" w14:textId="5760559A" w:rsidR="00590083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863" w:type="pct"/>
            <w:vAlign w:val="center"/>
          </w:tcPr>
          <w:p w14:paraId="6B82F44D" w14:textId="5829D675" w:rsidR="00590083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  <w:r w:rsidRPr="008021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febrero 2020</w:t>
            </w:r>
          </w:p>
        </w:tc>
        <w:tc>
          <w:tcPr>
            <w:tcW w:w="3722" w:type="pct"/>
            <w:vAlign w:val="center"/>
          </w:tcPr>
          <w:p w14:paraId="58151DDF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Cambio de Ministerio, Secretaría de Estado y Dirección General en el encabezado.</w:t>
            </w:r>
          </w:p>
          <w:p w14:paraId="3D27C5E9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Cambio de fecha al pie.</w:t>
            </w:r>
          </w:p>
          <w:p w14:paraId="19E3294F" w14:textId="39E04394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Actualización de notas.</w:t>
            </w:r>
          </w:p>
        </w:tc>
      </w:tr>
      <w:tr w:rsidR="00590083" w:rsidRPr="00EA2311" w14:paraId="5EA432C8" w14:textId="77777777" w:rsidTr="007B5E8F">
        <w:trPr>
          <w:jc w:val="center"/>
        </w:trPr>
        <w:tc>
          <w:tcPr>
            <w:tcW w:w="415" w:type="pct"/>
            <w:vAlign w:val="center"/>
          </w:tcPr>
          <w:p w14:paraId="0FC47F3B" w14:textId="5C3D06E9" w:rsidR="00590083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863" w:type="pct"/>
            <w:vAlign w:val="center"/>
          </w:tcPr>
          <w:p w14:paraId="0051A7C5" w14:textId="2C3EF3D5" w:rsidR="00590083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mayo 2019</w:t>
            </w:r>
          </w:p>
        </w:tc>
        <w:tc>
          <w:tcPr>
            <w:tcW w:w="3722" w:type="pct"/>
            <w:vAlign w:val="center"/>
          </w:tcPr>
          <w:p w14:paraId="25290603" w14:textId="64A15906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Eliminación de campo “Angulo de Elevación” para radioenlaces.</w:t>
            </w:r>
          </w:p>
          <w:p w14:paraId="1CE11B3E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Incorporación del campo “Nombre estación receptora” para radioenlaces y </w:t>
            </w:r>
            <w:r w:rsidRPr="00116DFE">
              <w:rPr>
                <w:sz w:val="16"/>
                <w:szCs w:val="16"/>
              </w:rPr>
              <w:t>servicio móvil-fijo de banda estrecha</w:t>
            </w:r>
            <w:r>
              <w:rPr>
                <w:sz w:val="16"/>
                <w:szCs w:val="16"/>
              </w:rPr>
              <w:t>.</w:t>
            </w:r>
          </w:p>
          <w:p w14:paraId="579DDFEC" w14:textId="285DEC8A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Modificación de nota del campo “Acimut” para </w:t>
            </w:r>
            <w:r w:rsidRPr="00116DFE">
              <w:rPr>
                <w:sz w:val="16"/>
                <w:szCs w:val="16"/>
              </w:rPr>
              <w:t>servicio móvil-fijo de banda estrecha</w:t>
            </w:r>
            <w:r>
              <w:rPr>
                <w:sz w:val="16"/>
                <w:szCs w:val="16"/>
              </w:rPr>
              <w:t>, incluyendo la posibilidad que las estaciones receptoras sean móviles.</w:t>
            </w:r>
          </w:p>
        </w:tc>
      </w:tr>
      <w:tr w:rsidR="00590083" w:rsidRPr="00EA2311" w14:paraId="68E678FE" w14:textId="77777777" w:rsidTr="007B5E8F">
        <w:trPr>
          <w:jc w:val="center"/>
        </w:trPr>
        <w:tc>
          <w:tcPr>
            <w:tcW w:w="415" w:type="pct"/>
            <w:vAlign w:val="center"/>
          </w:tcPr>
          <w:p w14:paraId="52AB3CEC" w14:textId="31D8625B" w:rsidR="00590083" w:rsidRPr="00EA2311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863" w:type="pct"/>
            <w:vAlign w:val="center"/>
          </w:tcPr>
          <w:p w14:paraId="0E4D1C87" w14:textId="719901F8" w:rsidR="00590083" w:rsidRPr="00F531CC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B333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diciembre</w:t>
            </w:r>
            <w:r w:rsidRPr="00B33343">
              <w:rPr>
                <w:sz w:val="16"/>
                <w:szCs w:val="16"/>
              </w:rPr>
              <w:t xml:space="preserve"> 2018</w:t>
            </w:r>
          </w:p>
        </w:tc>
        <w:tc>
          <w:tcPr>
            <w:tcW w:w="3722" w:type="pct"/>
            <w:vAlign w:val="center"/>
          </w:tcPr>
          <w:p w14:paraId="3495AC3A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Actualización de la denominación de los servicios de radiocomunicaciones.</w:t>
            </w:r>
          </w:p>
          <w:p w14:paraId="6CFCF5F9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Actualización de las referencias del Ministerio y de la Secretaría de Estado.</w:t>
            </w:r>
          </w:p>
          <w:p w14:paraId="3F75478B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 w:rsidRPr="00802123">
              <w:rPr>
                <w:sz w:val="16"/>
                <w:szCs w:val="16"/>
              </w:rPr>
              <w:t xml:space="preserve">Incorporación de la relación de procedimientos del </w:t>
            </w:r>
            <w:r>
              <w:rPr>
                <w:sz w:val="16"/>
                <w:szCs w:val="16"/>
              </w:rPr>
              <w:t>S</w:t>
            </w:r>
            <w:r w:rsidRPr="00802123">
              <w:rPr>
                <w:sz w:val="16"/>
                <w:szCs w:val="16"/>
              </w:rPr>
              <w:t xml:space="preserve">istema de </w:t>
            </w:r>
            <w:r>
              <w:rPr>
                <w:sz w:val="16"/>
                <w:szCs w:val="16"/>
              </w:rPr>
              <w:t>I</w:t>
            </w:r>
            <w:r w:rsidRPr="00802123">
              <w:rPr>
                <w:sz w:val="16"/>
                <w:szCs w:val="16"/>
              </w:rPr>
              <w:t xml:space="preserve">nformación </w:t>
            </w:r>
            <w:r>
              <w:rPr>
                <w:sz w:val="16"/>
                <w:szCs w:val="16"/>
              </w:rPr>
              <w:t>A</w:t>
            </w:r>
            <w:r w:rsidRPr="00802123">
              <w:rPr>
                <w:sz w:val="16"/>
                <w:szCs w:val="16"/>
              </w:rPr>
              <w:t>dministrativa (S.I.A.) asociados al modelo</w:t>
            </w:r>
            <w:r w:rsidRPr="00566D8A">
              <w:rPr>
                <w:sz w:val="16"/>
                <w:szCs w:val="16"/>
              </w:rPr>
              <w:t>.</w:t>
            </w:r>
          </w:p>
          <w:p w14:paraId="60ECA73E" w14:textId="76AFD2FE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Modificación del bloque “Enlace de transmisión</w:t>
            </w:r>
            <w:r>
              <w:rPr>
                <w:sz w:val="16"/>
                <w:szCs w:val="16"/>
              </w:rPr>
              <w:t xml:space="preserve"> de la estación” (inclusión del acimut de máxima radiación del enlace </w:t>
            </w:r>
            <w:r w:rsidRPr="00A34155">
              <w:rPr>
                <w:sz w:val="16"/>
                <w:szCs w:val="16"/>
              </w:rPr>
              <w:t>para servicio móvil-fijo de banda estrecha</w:t>
            </w:r>
            <w:r>
              <w:rPr>
                <w:sz w:val="16"/>
                <w:szCs w:val="16"/>
              </w:rPr>
              <w:t xml:space="preserve"> en caso de antena directiva).</w:t>
            </w:r>
          </w:p>
          <w:p w14:paraId="11468387" w14:textId="77777777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Modificación de encabezados y estilo visual del documento.</w:t>
            </w:r>
          </w:p>
          <w:p w14:paraId="734A0A20" w14:textId="1BF62F55" w:rsidR="00590083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Actualización del apartado “Descripción fotográfica”.</w:t>
            </w:r>
          </w:p>
          <w:p w14:paraId="67349FE1" w14:textId="0D6C197C" w:rsidR="00590083" w:rsidRPr="00F531CC" w:rsidRDefault="00590083" w:rsidP="00590083">
            <w:pPr>
              <w:pStyle w:val="Textonotaalfin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Actualización de notas.</w:t>
            </w:r>
          </w:p>
        </w:tc>
      </w:tr>
      <w:tr w:rsidR="00590083" w14:paraId="4242A4BB" w14:textId="77777777" w:rsidTr="007B5E8F">
        <w:trPr>
          <w:jc w:val="center"/>
        </w:trPr>
        <w:tc>
          <w:tcPr>
            <w:tcW w:w="415" w:type="pct"/>
            <w:vAlign w:val="center"/>
          </w:tcPr>
          <w:p w14:paraId="6CBC8495" w14:textId="77777777" w:rsidR="00590083" w:rsidRPr="00EA2311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 w:rsidRPr="00EA2311">
              <w:rPr>
                <w:sz w:val="16"/>
                <w:szCs w:val="16"/>
              </w:rPr>
              <w:t>1.3</w:t>
            </w:r>
          </w:p>
        </w:tc>
        <w:tc>
          <w:tcPr>
            <w:tcW w:w="863" w:type="pct"/>
            <w:vAlign w:val="center"/>
          </w:tcPr>
          <w:p w14:paraId="17373FF1" w14:textId="77777777" w:rsidR="00590083" w:rsidRPr="00EA2311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 w:rsidRPr="00EA2311">
              <w:rPr>
                <w:sz w:val="16"/>
                <w:szCs w:val="16"/>
              </w:rPr>
              <w:t>21 diciembre 2017</w:t>
            </w:r>
          </w:p>
        </w:tc>
        <w:tc>
          <w:tcPr>
            <w:tcW w:w="3722" w:type="pct"/>
            <w:vAlign w:val="center"/>
          </w:tcPr>
          <w:p w14:paraId="3D9CC51C" w14:textId="77777777" w:rsidR="00590083" w:rsidRPr="00EA2311" w:rsidRDefault="00590083" w:rsidP="00590083">
            <w:pPr>
              <w:pStyle w:val="Textonotaalfinal"/>
              <w:rPr>
                <w:sz w:val="16"/>
                <w:szCs w:val="16"/>
              </w:rPr>
            </w:pPr>
            <w:r w:rsidRPr="00EA2311">
              <w:rPr>
                <w:sz w:val="16"/>
                <w:szCs w:val="16"/>
              </w:rPr>
              <w:t xml:space="preserve">Si la estación es de telefonía móvil, acceso inalámbrico fijo o radiodifusión, se añade la relación del firmante con los datos </w:t>
            </w:r>
            <w:r w:rsidRPr="009718D4">
              <w:rPr>
                <w:sz w:val="16"/>
                <w:szCs w:val="16"/>
              </w:rPr>
              <w:t xml:space="preserve">indicados en </w:t>
            </w:r>
            <w:proofErr w:type="spellStart"/>
            <w:r w:rsidRPr="00B33343">
              <w:rPr>
                <w:sz w:val="16"/>
                <w:szCs w:val="16"/>
              </w:rPr>
              <w:t>Tecnico_Competente</w:t>
            </w:r>
            <w:proofErr w:type="spellEnd"/>
            <w:r w:rsidRPr="009718D4">
              <w:rPr>
                <w:sz w:val="16"/>
                <w:szCs w:val="16"/>
              </w:rPr>
              <w:t xml:space="preserve"> del fichero</w:t>
            </w:r>
            <w:r w:rsidRPr="00EA2311">
              <w:rPr>
                <w:sz w:val="16"/>
                <w:szCs w:val="16"/>
              </w:rPr>
              <w:t xml:space="preserve"> XML.</w:t>
            </w:r>
          </w:p>
        </w:tc>
      </w:tr>
      <w:tr w:rsidR="00590083" w14:paraId="3FCF1D73" w14:textId="77777777" w:rsidTr="007B5E8F">
        <w:trPr>
          <w:jc w:val="center"/>
        </w:trPr>
        <w:tc>
          <w:tcPr>
            <w:tcW w:w="415" w:type="pct"/>
            <w:vAlign w:val="center"/>
          </w:tcPr>
          <w:p w14:paraId="11B66072" w14:textId="77777777" w:rsidR="00590083" w:rsidRPr="00742CEA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1.2</w:t>
            </w:r>
          </w:p>
        </w:tc>
        <w:tc>
          <w:tcPr>
            <w:tcW w:w="863" w:type="pct"/>
            <w:vAlign w:val="center"/>
          </w:tcPr>
          <w:p w14:paraId="1C9EA5F8" w14:textId="77777777" w:rsidR="00590083" w:rsidRPr="00742CEA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 w:rsidRPr="00E141F9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3</w:t>
            </w:r>
            <w:r w:rsidRPr="00742CEA">
              <w:rPr>
                <w:sz w:val="16"/>
                <w:szCs w:val="16"/>
              </w:rPr>
              <w:t xml:space="preserve"> noviembre 2017</w:t>
            </w:r>
          </w:p>
        </w:tc>
        <w:tc>
          <w:tcPr>
            <w:tcW w:w="3722" w:type="pct"/>
            <w:vAlign w:val="center"/>
          </w:tcPr>
          <w:p w14:paraId="0D51E98C" w14:textId="77777777" w:rsidR="00590083" w:rsidRPr="00742CEA" w:rsidRDefault="00590083" w:rsidP="00590083">
            <w:pPr>
              <w:pStyle w:val="Textonotaalfinal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Cambio de notas al pie a notas al final del documento.</w:t>
            </w:r>
          </w:p>
          <w:p w14:paraId="1A795A28" w14:textId="77777777" w:rsidR="00590083" w:rsidRPr="00742CEA" w:rsidRDefault="00590083" w:rsidP="00590083">
            <w:pPr>
              <w:pStyle w:val="Textonotaalfinal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Modificación del bloque “Estación” y “Enlace de transmisión”.</w:t>
            </w:r>
          </w:p>
          <w:p w14:paraId="3C847025" w14:textId="77777777" w:rsidR="00590083" w:rsidRPr="00742CEA" w:rsidRDefault="00590083" w:rsidP="00590083">
            <w:pPr>
              <w:pStyle w:val="Textonotaalfinal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Actualización de notas.</w:t>
            </w:r>
          </w:p>
        </w:tc>
      </w:tr>
      <w:tr w:rsidR="00590083" w14:paraId="697059B3" w14:textId="77777777" w:rsidTr="007B5E8F">
        <w:trPr>
          <w:jc w:val="center"/>
        </w:trPr>
        <w:tc>
          <w:tcPr>
            <w:tcW w:w="415" w:type="pct"/>
          </w:tcPr>
          <w:p w14:paraId="07A98EBC" w14:textId="77777777" w:rsidR="00590083" w:rsidRPr="00742CEA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1.1</w:t>
            </w:r>
          </w:p>
        </w:tc>
        <w:tc>
          <w:tcPr>
            <w:tcW w:w="863" w:type="pct"/>
          </w:tcPr>
          <w:p w14:paraId="0ED5807E" w14:textId="77777777" w:rsidR="00590083" w:rsidRPr="00742CEA" w:rsidRDefault="00590083" w:rsidP="00590083">
            <w:pPr>
              <w:pStyle w:val="Textonotaalfinal"/>
              <w:jc w:val="center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09 agosto 2017</w:t>
            </w:r>
          </w:p>
        </w:tc>
        <w:tc>
          <w:tcPr>
            <w:tcW w:w="3722" w:type="pct"/>
          </w:tcPr>
          <w:p w14:paraId="2FAF0C1C" w14:textId="77777777" w:rsidR="00590083" w:rsidRPr="00742CEA" w:rsidRDefault="00590083" w:rsidP="00590083">
            <w:pPr>
              <w:pStyle w:val="Textonotaalfinal"/>
              <w:rPr>
                <w:sz w:val="16"/>
                <w:szCs w:val="16"/>
              </w:rPr>
            </w:pPr>
            <w:r w:rsidRPr="00742CEA">
              <w:rPr>
                <w:sz w:val="16"/>
                <w:szCs w:val="16"/>
              </w:rPr>
              <w:t>Original.</w:t>
            </w:r>
          </w:p>
        </w:tc>
      </w:tr>
    </w:tbl>
    <w:p w14:paraId="15F00322" w14:textId="77777777" w:rsidR="009718D4" w:rsidRDefault="009718D4" w:rsidP="00E141F9">
      <w:pPr>
        <w:spacing w:after="0"/>
        <w:jc w:val="center"/>
        <w:rPr>
          <w:b/>
          <w:shd w:val="clear" w:color="auto" w:fill="D9D9D9" w:themeFill="background1" w:themeFillShade="D9"/>
        </w:rPr>
      </w:pPr>
    </w:p>
    <w:p w14:paraId="79EF0033" w14:textId="77777777" w:rsidR="00320FB8" w:rsidRDefault="00320FB8" w:rsidP="00E141F9">
      <w:pPr>
        <w:spacing w:after="0"/>
        <w:jc w:val="center"/>
        <w:rPr>
          <w:b/>
          <w:shd w:val="clear" w:color="auto" w:fill="D9D9D9" w:themeFill="background1" w:themeFillShade="D9"/>
        </w:rPr>
      </w:pPr>
    </w:p>
    <w:p w14:paraId="278EC274" w14:textId="77777777" w:rsidR="009718D4" w:rsidRPr="00B36BDC" w:rsidRDefault="009718D4" w:rsidP="009718D4">
      <w:pPr>
        <w:spacing w:after="0" w:line="240" w:lineRule="auto"/>
        <w:jc w:val="center"/>
        <w:rPr>
          <w:b/>
        </w:rPr>
      </w:pPr>
      <w:r w:rsidRPr="00BA3F36">
        <w:rPr>
          <w:b/>
          <w:caps/>
        </w:rPr>
        <w:t>RELACIÓN DE Procedimientos Sistema de</w:t>
      </w:r>
      <w:r>
        <w:rPr>
          <w:b/>
          <w:caps/>
        </w:rPr>
        <w:t xml:space="preserve"> </w:t>
      </w:r>
      <w:r w:rsidRPr="00BA3F36">
        <w:rPr>
          <w:b/>
          <w:caps/>
        </w:rPr>
        <w:t xml:space="preserve"> Información Administrativa</w:t>
      </w:r>
      <w:r>
        <w:rPr>
          <w:b/>
        </w:rPr>
        <w:t xml:space="preserve"> (</w:t>
      </w:r>
      <w:hyperlink r:id="rId14" w:history="1">
        <w:r w:rsidRPr="00FF539F">
          <w:rPr>
            <w:rStyle w:val="Hipervnculo"/>
            <w:b/>
          </w:rPr>
          <w:t>S.I.A.</w:t>
        </w:r>
      </w:hyperlink>
      <w:r>
        <w:rPr>
          <w:b/>
          <w:caps/>
        </w:rPr>
        <w:t>)</w:t>
      </w:r>
    </w:p>
    <w:p w14:paraId="2AC69696" w14:textId="77777777" w:rsidR="009718D4" w:rsidRDefault="009718D4" w:rsidP="009718D4">
      <w:pPr>
        <w:pStyle w:val="Textonotaalfinal"/>
        <w:rPr>
          <w:sz w:val="16"/>
          <w:szCs w:val="16"/>
        </w:rPr>
      </w:pPr>
    </w:p>
    <w:tbl>
      <w:tblPr>
        <w:tblStyle w:val="Tablaconcuadrcula"/>
        <w:tblW w:w="5000" w:type="pct"/>
        <w:jc w:val="right"/>
        <w:tblLook w:val="04A0" w:firstRow="1" w:lastRow="0" w:firstColumn="1" w:lastColumn="0" w:noHBand="0" w:noVBand="1"/>
      </w:tblPr>
      <w:tblGrid>
        <w:gridCol w:w="1716"/>
        <w:gridCol w:w="7912"/>
      </w:tblGrid>
      <w:tr w:rsidR="009718D4" w14:paraId="46349C8B" w14:textId="77777777" w:rsidTr="00B33343">
        <w:trPr>
          <w:trHeight w:val="75"/>
          <w:jc w:val="right"/>
        </w:trPr>
        <w:tc>
          <w:tcPr>
            <w:tcW w:w="891" w:type="pct"/>
            <w:shd w:val="clear" w:color="auto" w:fill="DBE5F1" w:themeFill="accent1" w:themeFillTint="33"/>
            <w:vAlign w:val="center"/>
          </w:tcPr>
          <w:p w14:paraId="1F8BC60C" w14:textId="77777777" w:rsidR="009718D4" w:rsidRPr="009171ED" w:rsidRDefault="009718D4" w:rsidP="00BA3F36"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Código</w:t>
            </w:r>
          </w:p>
        </w:tc>
        <w:tc>
          <w:tcPr>
            <w:tcW w:w="4109" w:type="pct"/>
            <w:shd w:val="clear" w:color="auto" w:fill="DBE5F1" w:themeFill="accent1" w:themeFillTint="33"/>
            <w:vAlign w:val="center"/>
          </w:tcPr>
          <w:p w14:paraId="50396DC2" w14:textId="77777777" w:rsidR="009718D4" w:rsidRPr="00FF539F" w:rsidRDefault="009718D4" w:rsidP="00BA3F36"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Denominación</w:t>
            </w:r>
          </w:p>
        </w:tc>
      </w:tr>
      <w:tr w:rsidR="009718D4" w14:paraId="69873D1D" w14:textId="77777777" w:rsidTr="00BA3F36">
        <w:trPr>
          <w:trHeight w:val="75"/>
          <w:jc w:val="right"/>
        </w:trPr>
        <w:tc>
          <w:tcPr>
            <w:tcW w:w="891" w:type="pct"/>
            <w:vAlign w:val="center"/>
          </w:tcPr>
          <w:p w14:paraId="6B665E01" w14:textId="77777777" w:rsidR="009718D4" w:rsidRPr="00870C3E" w:rsidRDefault="009718D4" w:rsidP="00BA3F36">
            <w:pPr>
              <w:contextualSpacing/>
              <w:jc w:val="center"/>
              <w:rPr>
                <w:sz w:val="16"/>
                <w:szCs w:val="16"/>
              </w:rPr>
            </w:pPr>
            <w:r w:rsidRPr="00870C3E">
              <w:rPr>
                <w:sz w:val="16"/>
                <w:szCs w:val="16"/>
              </w:rPr>
              <w:t>203075</w:t>
            </w:r>
          </w:p>
        </w:tc>
        <w:tc>
          <w:tcPr>
            <w:tcW w:w="4109" w:type="pct"/>
            <w:vAlign w:val="center"/>
          </w:tcPr>
          <w:p w14:paraId="51314094" w14:textId="45DC9855" w:rsidR="009718D4" w:rsidRPr="009171ED" w:rsidRDefault="00105773" w:rsidP="00BA3F36">
            <w:pPr>
              <w:contextualSpacing/>
              <w:rPr>
                <w:sz w:val="16"/>
                <w:szCs w:val="16"/>
              </w:rPr>
            </w:pPr>
            <w:r w:rsidRPr="00105773">
              <w:rPr>
                <w:sz w:val="16"/>
                <w:szCs w:val="16"/>
              </w:rPr>
              <w:t>Estaciones de comunicaciones electrónicas en bandas armonizadas (telefonía móvil y LMDS) - Autorización para la puesta en servicio de la estación</w:t>
            </w:r>
          </w:p>
        </w:tc>
      </w:tr>
      <w:tr w:rsidR="009718D4" w14:paraId="10C7DD3E" w14:textId="77777777" w:rsidTr="00BA3F36">
        <w:trPr>
          <w:trHeight w:val="128"/>
          <w:jc w:val="right"/>
        </w:trPr>
        <w:tc>
          <w:tcPr>
            <w:tcW w:w="891" w:type="pct"/>
            <w:vAlign w:val="center"/>
          </w:tcPr>
          <w:p w14:paraId="04406917" w14:textId="77777777" w:rsidR="009718D4" w:rsidRPr="00870C3E" w:rsidRDefault="009718D4" w:rsidP="00BA3F36">
            <w:pPr>
              <w:contextualSpacing/>
              <w:jc w:val="center"/>
              <w:rPr>
                <w:sz w:val="16"/>
                <w:szCs w:val="16"/>
              </w:rPr>
            </w:pPr>
            <w:r w:rsidRPr="00870C3E">
              <w:rPr>
                <w:sz w:val="16"/>
                <w:szCs w:val="16"/>
              </w:rPr>
              <w:t>210020</w:t>
            </w:r>
          </w:p>
        </w:tc>
        <w:tc>
          <w:tcPr>
            <w:tcW w:w="4109" w:type="pct"/>
            <w:vAlign w:val="center"/>
          </w:tcPr>
          <w:p w14:paraId="360C4BE2" w14:textId="77777777" w:rsidR="009718D4" w:rsidRPr="009171ED" w:rsidRDefault="009718D4" w:rsidP="00BA3F36">
            <w:pPr>
              <w:contextualSpacing/>
              <w:rPr>
                <w:sz w:val="16"/>
                <w:szCs w:val="16"/>
              </w:rPr>
            </w:pPr>
            <w:r w:rsidRPr="009171ED">
              <w:rPr>
                <w:sz w:val="16"/>
                <w:szCs w:val="16"/>
              </w:rPr>
              <w:t>Estaciones de radiodifusión</w:t>
            </w:r>
            <w:r>
              <w:rPr>
                <w:sz w:val="16"/>
                <w:szCs w:val="16"/>
              </w:rPr>
              <w:t xml:space="preserve"> </w:t>
            </w:r>
            <w:r w:rsidRPr="00A04642">
              <w:rPr>
                <w:sz w:val="16"/>
                <w:szCs w:val="16"/>
              </w:rPr>
              <w:t>- Autorización para la puesta en servicio</w:t>
            </w:r>
          </w:p>
        </w:tc>
      </w:tr>
      <w:tr w:rsidR="009718D4" w14:paraId="4C64E0C2" w14:textId="77777777" w:rsidTr="00BA3F36">
        <w:trPr>
          <w:trHeight w:val="128"/>
          <w:jc w:val="right"/>
        </w:trPr>
        <w:tc>
          <w:tcPr>
            <w:tcW w:w="891" w:type="pct"/>
            <w:vAlign w:val="center"/>
          </w:tcPr>
          <w:p w14:paraId="5E7F5994" w14:textId="77777777" w:rsidR="009718D4" w:rsidRPr="00870C3E" w:rsidRDefault="009718D4" w:rsidP="00BA3F36">
            <w:pPr>
              <w:contextualSpacing/>
              <w:jc w:val="center"/>
              <w:rPr>
                <w:sz w:val="16"/>
                <w:szCs w:val="16"/>
              </w:rPr>
            </w:pPr>
            <w:r w:rsidRPr="00870C3E">
              <w:rPr>
                <w:sz w:val="16"/>
                <w:szCs w:val="16"/>
              </w:rPr>
              <w:t>206146</w:t>
            </w:r>
          </w:p>
        </w:tc>
        <w:tc>
          <w:tcPr>
            <w:tcW w:w="4109" w:type="pct"/>
            <w:vAlign w:val="center"/>
          </w:tcPr>
          <w:p w14:paraId="569C7C99" w14:textId="5DA6B4D0" w:rsidR="009718D4" w:rsidRPr="009171ED" w:rsidRDefault="009718D4" w:rsidP="00256735">
            <w:pPr>
              <w:contextualSpacing/>
              <w:rPr>
                <w:sz w:val="16"/>
                <w:szCs w:val="16"/>
              </w:rPr>
            </w:pPr>
            <w:r w:rsidRPr="009171ED">
              <w:rPr>
                <w:sz w:val="16"/>
                <w:szCs w:val="16"/>
              </w:rPr>
              <w:t xml:space="preserve">Estaciones que formen parte de redes de </w:t>
            </w:r>
            <w:proofErr w:type="spellStart"/>
            <w:r w:rsidRPr="009171ED">
              <w:rPr>
                <w:sz w:val="16"/>
                <w:szCs w:val="16"/>
              </w:rPr>
              <w:t>radiodeterminación</w:t>
            </w:r>
            <w:proofErr w:type="spellEnd"/>
            <w:r w:rsidRPr="009171ED">
              <w:rPr>
                <w:sz w:val="16"/>
                <w:szCs w:val="16"/>
              </w:rPr>
              <w:t>, satélite, fijo punto a multipunto, fijo de banda ancha, banda reservada, móvil</w:t>
            </w:r>
            <w:r w:rsidR="00256735">
              <w:rPr>
                <w:sz w:val="16"/>
                <w:szCs w:val="16"/>
              </w:rPr>
              <w:t xml:space="preserve"> fijo</w:t>
            </w:r>
            <w:r w:rsidRPr="009171ED">
              <w:rPr>
                <w:sz w:val="16"/>
                <w:szCs w:val="16"/>
              </w:rPr>
              <w:t xml:space="preserve"> de banda estrecha y otros</w:t>
            </w:r>
            <w:r>
              <w:rPr>
                <w:sz w:val="16"/>
                <w:szCs w:val="16"/>
              </w:rPr>
              <w:t xml:space="preserve"> </w:t>
            </w:r>
            <w:r w:rsidRPr="00A04642">
              <w:rPr>
                <w:sz w:val="16"/>
                <w:szCs w:val="16"/>
              </w:rPr>
              <w:t>- Autorización para la puesta en servicio</w:t>
            </w:r>
          </w:p>
        </w:tc>
      </w:tr>
    </w:tbl>
    <w:p w14:paraId="6F0B1D8C" w14:textId="77777777" w:rsidR="009718D4" w:rsidRPr="0081726C" w:rsidRDefault="009718D4" w:rsidP="009718D4">
      <w:pPr>
        <w:spacing w:after="0" w:line="240" w:lineRule="auto"/>
        <w:jc w:val="center"/>
        <w:rPr>
          <w:b/>
        </w:rPr>
      </w:pPr>
    </w:p>
    <w:p w14:paraId="625665DD" w14:textId="77777777" w:rsidR="009718D4" w:rsidRDefault="009718D4" w:rsidP="00E141F9">
      <w:pPr>
        <w:spacing w:after="0"/>
        <w:jc w:val="center"/>
        <w:rPr>
          <w:b/>
          <w:shd w:val="clear" w:color="auto" w:fill="D9D9D9" w:themeFill="background1" w:themeFillShade="D9"/>
        </w:rPr>
      </w:pPr>
    </w:p>
    <w:sectPr w:rsidR="009718D4" w:rsidSect="00D41CB3">
      <w:endnotePr>
        <w:numFmt w:val="decimal"/>
      </w:endnotePr>
      <w:type w:val="continuous"/>
      <w:pgSz w:w="11906" w:h="16838"/>
      <w:pgMar w:top="1134" w:right="1134" w:bottom="1135" w:left="1134" w:header="0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BA889" w14:textId="77777777" w:rsidR="006A0424" w:rsidRDefault="006A0424" w:rsidP="0087352A">
      <w:pPr>
        <w:spacing w:after="0" w:line="240" w:lineRule="auto"/>
      </w:pPr>
      <w:r>
        <w:separator/>
      </w:r>
    </w:p>
  </w:endnote>
  <w:endnote w:type="continuationSeparator" w:id="0">
    <w:p w14:paraId="5350F81F" w14:textId="5A2AF041" w:rsidR="006A0424" w:rsidRDefault="006A0424" w:rsidP="0087352A">
      <w:pPr>
        <w:spacing w:after="0" w:line="240" w:lineRule="auto"/>
      </w:pPr>
    </w:p>
  </w:endnote>
  <w:endnote w:id="1">
    <w:p w14:paraId="28B46EF5" w14:textId="77777777" w:rsidR="00FA5F8E" w:rsidRPr="00E141F9" w:rsidRDefault="00FA5F8E" w:rsidP="00E61E64">
      <w:pPr>
        <w:spacing w:after="0" w:line="240" w:lineRule="auto"/>
        <w:ind w:hanging="170"/>
        <w:rPr>
          <w:sz w:val="16"/>
          <w:szCs w:val="16"/>
        </w:rPr>
      </w:pPr>
      <w:r w:rsidRPr="00E141F9">
        <w:rPr>
          <w:rStyle w:val="Refdenotaalfinal"/>
          <w:sz w:val="16"/>
          <w:szCs w:val="16"/>
          <w:vertAlign w:val="baseline"/>
        </w:rPr>
        <w:endnoteRef/>
      </w:r>
      <w:r w:rsidRPr="00E141F9">
        <w:rPr>
          <w:sz w:val="16"/>
          <w:szCs w:val="16"/>
        </w:rPr>
        <w:t xml:space="preserve"> En caso de que la certificación venga visada por el correspondiente Colegio Oficial no es necesario incluir este punto.</w:t>
      </w:r>
    </w:p>
  </w:endnote>
  <w:endnote w:id="2">
    <w:p w14:paraId="22EA3800" w14:textId="5A38D1C3" w:rsidR="00CF3326" w:rsidRDefault="00CF3326" w:rsidP="00E61E64">
      <w:pPr>
        <w:pStyle w:val="Textonotaalfinal"/>
        <w:ind w:hanging="170"/>
      </w:pPr>
      <w:r w:rsidRPr="00B33343">
        <w:rPr>
          <w:rStyle w:val="Refdenotaalfinal"/>
          <w:sz w:val="16"/>
          <w:vertAlign w:val="baseline"/>
        </w:rPr>
        <w:endnoteRef/>
      </w:r>
      <w:r w:rsidRPr="001B3BFB">
        <w:t xml:space="preserve"> </w:t>
      </w:r>
      <w:r w:rsidRPr="00B33343">
        <w:rPr>
          <w:sz w:val="16"/>
        </w:rPr>
        <w:t>En caso de que varias empresas hayan efectuado trabajos de instalación/modificación de estaciones del expediente administrativo, se deberá repetir dicho apartado, identificando las referencias o ID de las estaciones que han sido objeto de instalación/modificación por cada una de ellas.</w:t>
      </w:r>
    </w:p>
  </w:endnote>
  <w:endnote w:id="3">
    <w:p w14:paraId="2D1188A5" w14:textId="77777777" w:rsidR="00FA5F8E" w:rsidRPr="006F339D" w:rsidRDefault="00FA5F8E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rStyle w:val="Refdenotaalfinal"/>
          <w:sz w:val="16"/>
          <w:szCs w:val="16"/>
          <w:vertAlign w:val="baseline"/>
        </w:rPr>
        <w:endnoteRef/>
      </w:r>
      <w:r w:rsidRPr="00E141F9">
        <w:rPr>
          <w:sz w:val="16"/>
          <w:szCs w:val="16"/>
        </w:rPr>
        <w:t xml:space="preserve"> Márquese también en caso de estación de telefonía móvil, acceso inalámbrico fijo o radiodifusión.</w:t>
      </w:r>
    </w:p>
  </w:endnote>
  <w:endnote w:id="4">
    <w:p w14:paraId="14B3DB0A" w14:textId="77777777" w:rsidR="003F20EE" w:rsidRPr="005D54DE" w:rsidRDefault="003F20EE" w:rsidP="00E61E64">
      <w:pPr>
        <w:spacing w:after="0" w:line="240" w:lineRule="auto"/>
        <w:ind w:hanging="170"/>
        <w:rPr>
          <w:sz w:val="16"/>
          <w:szCs w:val="16"/>
        </w:rPr>
      </w:pPr>
      <w:r w:rsidRPr="00EA2311">
        <w:rPr>
          <w:rStyle w:val="Refdenotaalfinal"/>
          <w:sz w:val="16"/>
          <w:szCs w:val="16"/>
          <w:vertAlign w:val="baseline"/>
        </w:rPr>
        <w:endnoteRef/>
      </w:r>
      <w:r w:rsidRPr="00EA2311">
        <w:rPr>
          <w:sz w:val="16"/>
          <w:szCs w:val="16"/>
        </w:rPr>
        <w:t xml:space="preserve"> Inclúyase este punto solo en caso de estación de telefonía móvil, acceso inalámbrico fijo o radiodifusión.</w:t>
      </w:r>
    </w:p>
  </w:endnote>
  <w:endnote w:id="5">
    <w:p w14:paraId="05567669" w14:textId="7DF8EB11" w:rsidR="001B3BFB" w:rsidRPr="00B33343" w:rsidRDefault="001B3BFB" w:rsidP="00E61E64">
      <w:pPr>
        <w:pStyle w:val="Textonotaalfinal"/>
        <w:ind w:hanging="170"/>
        <w:rPr>
          <w:sz w:val="16"/>
          <w:szCs w:val="16"/>
        </w:rPr>
      </w:pPr>
      <w:r w:rsidRPr="0081726C">
        <w:rPr>
          <w:rStyle w:val="Refdenotaalfinal"/>
          <w:sz w:val="16"/>
          <w:szCs w:val="16"/>
          <w:vertAlign w:val="baseline"/>
        </w:rPr>
        <w:endnoteRef/>
      </w:r>
      <w:r w:rsidRPr="0081726C">
        <w:rPr>
          <w:sz w:val="16"/>
          <w:szCs w:val="16"/>
        </w:rPr>
        <w:t xml:space="preserve"> </w:t>
      </w:r>
      <w:r w:rsidRPr="005C6AD8">
        <w:rPr>
          <w:sz w:val="16"/>
          <w:szCs w:val="16"/>
        </w:rPr>
        <w:t xml:space="preserve">La </w:t>
      </w:r>
      <w:r w:rsidR="00C17A01">
        <w:rPr>
          <w:sz w:val="16"/>
          <w:szCs w:val="16"/>
        </w:rPr>
        <w:t>certificación</w:t>
      </w:r>
      <w:r w:rsidRPr="005C6AD8">
        <w:rPr>
          <w:sz w:val="16"/>
          <w:szCs w:val="16"/>
        </w:rPr>
        <w:t xml:space="preserve"> debe ser firmada por el </w:t>
      </w:r>
      <w:r>
        <w:rPr>
          <w:sz w:val="16"/>
          <w:szCs w:val="16"/>
        </w:rPr>
        <w:t xml:space="preserve">técnico competente en materia de telecomunicaciones que ha revisado la instalación de las estaciones que se pretenden poner en servicio. </w:t>
      </w:r>
      <w:r w:rsidRPr="005C6AD8">
        <w:rPr>
          <w:sz w:val="16"/>
          <w:szCs w:val="16"/>
        </w:rPr>
        <w:t xml:space="preserve">Las personas obligadas a relacionarse electrónicamente con la Administración deben firmar la solicitud electrónicamente y presentarla a través de la sede electrónica del Ministerio de </w:t>
      </w:r>
      <w:r>
        <w:rPr>
          <w:sz w:val="16"/>
          <w:szCs w:val="16"/>
        </w:rPr>
        <w:t>Economía y Empresa.</w:t>
      </w:r>
      <w:r w:rsidRPr="005C6AD8">
        <w:rPr>
          <w:sz w:val="16"/>
          <w:szCs w:val="16"/>
        </w:rPr>
        <w:t xml:space="preserve"> </w:t>
      </w:r>
    </w:p>
  </w:endnote>
  <w:endnote w:id="6">
    <w:p w14:paraId="52E6D1D8" w14:textId="77777777" w:rsidR="00BF7FCF" w:rsidRPr="006F339D" w:rsidRDefault="00BF7FCF" w:rsidP="00E61E64">
      <w:pPr>
        <w:pStyle w:val="Textonotaalfinal"/>
        <w:ind w:hanging="170"/>
        <w:rPr>
          <w:sz w:val="16"/>
          <w:szCs w:val="16"/>
        </w:rPr>
      </w:pPr>
      <w:r w:rsidRPr="006F339D">
        <w:rPr>
          <w:rStyle w:val="Refdenotaalfinal"/>
          <w:sz w:val="16"/>
          <w:szCs w:val="16"/>
          <w:vertAlign w:val="baseline"/>
        </w:rPr>
        <w:endnoteRef/>
      </w:r>
      <w:r w:rsidR="00C95861" w:rsidRPr="006F339D">
        <w:rPr>
          <w:sz w:val="16"/>
          <w:szCs w:val="16"/>
        </w:rPr>
        <w:t xml:space="preserve"> </w:t>
      </w:r>
      <w:r w:rsidR="00AE4A89" w:rsidRPr="006F339D">
        <w:rPr>
          <w:sz w:val="16"/>
          <w:szCs w:val="16"/>
        </w:rPr>
        <w:t>Referencia</w:t>
      </w:r>
      <w:r w:rsidR="00C95861" w:rsidRPr="006F339D">
        <w:rPr>
          <w:sz w:val="16"/>
          <w:szCs w:val="16"/>
        </w:rPr>
        <w:t xml:space="preserve"> o número</w:t>
      </w:r>
      <w:r w:rsidR="00AE4A89" w:rsidRPr="006F339D">
        <w:rPr>
          <w:sz w:val="16"/>
          <w:szCs w:val="16"/>
        </w:rPr>
        <w:t xml:space="preserve"> de identificador</w:t>
      </w:r>
      <w:r w:rsidR="00C95861" w:rsidRPr="006F339D">
        <w:rPr>
          <w:sz w:val="16"/>
          <w:szCs w:val="16"/>
        </w:rPr>
        <w:t xml:space="preserve"> </w:t>
      </w:r>
      <w:r w:rsidR="00A22D07" w:rsidRPr="006F339D">
        <w:rPr>
          <w:sz w:val="16"/>
          <w:szCs w:val="16"/>
        </w:rPr>
        <w:t xml:space="preserve">(si han sido facilitados por la Secretaria de Estado) </w:t>
      </w:r>
      <w:r w:rsidR="00C95861" w:rsidRPr="006F339D">
        <w:rPr>
          <w:sz w:val="16"/>
          <w:szCs w:val="16"/>
        </w:rPr>
        <w:t>de la estación</w:t>
      </w:r>
      <w:r w:rsidRPr="006F339D">
        <w:rPr>
          <w:sz w:val="16"/>
          <w:szCs w:val="16"/>
        </w:rPr>
        <w:t>, cuya descripción inicia.</w:t>
      </w:r>
    </w:p>
  </w:endnote>
  <w:endnote w:id="7">
    <w:p w14:paraId="7C0D22AF" w14:textId="77777777" w:rsidR="00AB4434" w:rsidRPr="00E141F9" w:rsidRDefault="00AB4434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Incorpórese información de los principales elementos de cada instalación y, en particular, los descritos en la tabla posterior.</w:t>
      </w:r>
    </w:p>
  </w:endnote>
  <w:endnote w:id="8">
    <w:p w14:paraId="1EF87DE6" w14:textId="77777777" w:rsidR="00875767" w:rsidRPr="006F339D" w:rsidRDefault="00875767" w:rsidP="00E61E64">
      <w:pPr>
        <w:pStyle w:val="Textonotaalfinal"/>
        <w:ind w:hanging="170"/>
        <w:rPr>
          <w:sz w:val="16"/>
          <w:szCs w:val="16"/>
        </w:rPr>
      </w:pPr>
      <w:r w:rsidRPr="006F339D">
        <w:rPr>
          <w:rStyle w:val="Refdenotaalfinal"/>
          <w:sz w:val="16"/>
          <w:szCs w:val="16"/>
          <w:vertAlign w:val="baseline"/>
        </w:rPr>
        <w:endnoteRef/>
      </w:r>
      <w:r w:rsidRPr="006F339D">
        <w:rPr>
          <w:sz w:val="16"/>
          <w:szCs w:val="16"/>
        </w:rPr>
        <w:t xml:space="preserve"> Nombre de la estación otorgado por el titular de uso del dominio público radioeléctrico.</w:t>
      </w:r>
    </w:p>
  </w:endnote>
  <w:endnote w:id="9">
    <w:p w14:paraId="3E02B0CE" w14:textId="051FBF77" w:rsidR="00875767" w:rsidRPr="00E141F9" w:rsidRDefault="00875767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Fecha </w:t>
      </w:r>
      <w:r w:rsidRPr="001B3BFB">
        <w:rPr>
          <w:sz w:val="16"/>
          <w:szCs w:val="16"/>
        </w:rPr>
        <w:t>en la que el técnico competente</w:t>
      </w:r>
      <w:r w:rsidR="001B3BFB" w:rsidRPr="001B3BFB">
        <w:rPr>
          <w:sz w:val="16"/>
          <w:szCs w:val="16"/>
        </w:rPr>
        <w:t xml:space="preserve"> en materia</w:t>
      </w:r>
      <w:r w:rsidR="001B3BFB">
        <w:rPr>
          <w:sz w:val="16"/>
          <w:szCs w:val="16"/>
        </w:rPr>
        <w:t xml:space="preserve"> de telecomunicaciones</w:t>
      </w:r>
      <w:r w:rsidRPr="00E141F9">
        <w:rPr>
          <w:sz w:val="16"/>
          <w:szCs w:val="16"/>
        </w:rPr>
        <w:t xml:space="preserve"> ha revisado la instalación.</w:t>
      </w:r>
    </w:p>
  </w:endnote>
  <w:endnote w:id="10">
    <w:p w14:paraId="084596EC" w14:textId="4B2BB78C" w:rsidR="00875767" w:rsidRPr="00E141F9" w:rsidRDefault="00875767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rStyle w:val="Refdenotaalfinal"/>
          <w:sz w:val="16"/>
          <w:szCs w:val="16"/>
          <w:vertAlign w:val="baseline"/>
        </w:rPr>
        <w:endnoteRef/>
      </w:r>
      <w:r w:rsidRPr="00E141F9">
        <w:rPr>
          <w:sz w:val="16"/>
          <w:szCs w:val="16"/>
        </w:rPr>
        <w:t xml:space="preserve"> Longitud geográfica del emplazamiento de la estación, respecto al Meridiano de Greenwich, según el formato GGᵒ L MM' SS’’CC, siendo: GG = grados sexagesimales, L = punto cardinal (seleccione E para Este o W para Oeste), MM = minutos, SS = segundos y CC = centésimas de segundo, en </w:t>
      </w:r>
      <w:proofErr w:type="spellStart"/>
      <w:r w:rsidRPr="00E141F9">
        <w:rPr>
          <w:sz w:val="16"/>
          <w:szCs w:val="16"/>
        </w:rPr>
        <w:t>Datum</w:t>
      </w:r>
      <w:proofErr w:type="spellEnd"/>
      <w:r w:rsidRPr="00E141F9">
        <w:rPr>
          <w:sz w:val="16"/>
          <w:szCs w:val="16"/>
        </w:rPr>
        <w:t xml:space="preserve"> ETRS89 para Península Ibérica e Islas Baleares, y REGCAN95 para Canarias</w:t>
      </w:r>
    </w:p>
  </w:endnote>
  <w:endnote w:id="11">
    <w:p w14:paraId="70BB852B" w14:textId="77777777" w:rsidR="00875767" w:rsidRPr="00E141F9" w:rsidRDefault="00875767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Latitud geográfica del emplazamiento de la estación, respecto al Ecuador, según el formato GGᵒ N MM' SS’’CC, siendo: GG = grados, N = Norte, MM = minutos, SS = segundos y CC = centésimas de segundo, </w:t>
      </w:r>
      <w:proofErr w:type="spellStart"/>
      <w:r w:rsidRPr="00E141F9">
        <w:rPr>
          <w:sz w:val="16"/>
          <w:szCs w:val="16"/>
        </w:rPr>
        <w:t>Datum</w:t>
      </w:r>
      <w:proofErr w:type="spellEnd"/>
      <w:r w:rsidRPr="00E141F9">
        <w:rPr>
          <w:sz w:val="16"/>
          <w:szCs w:val="16"/>
        </w:rPr>
        <w:t xml:space="preserve"> ETRS89 para Península Ibérica e Islas Baleares, y REGCAN95 para Canarias</w:t>
      </w:r>
    </w:p>
  </w:endnote>
  <w:endnote w:id="12">
    <w:p w14:paraId="64F0AD9E" w14:textId="77777777" w:rsidR="00875767" w:rsidRPr="00E141F9" w:rsidRDefault="00875767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Cota geográfica en metros del suelo sobre el nivel del mar.</w:t>
      </w:r>
    </w:p>
  </w:endnote>
  <w:endnote w:id="13">
    <w:p w14:paraId="00416EED" w14:textId="40B9ACC3" w:rsidR="00AB4434" w:rsidRPr="00E141F9" w:rsidRDefault="00AB4434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</w:t>
      </w:r>
      <w:r w:rsidR="00846BE1" w:rsidRPr="00E141F9">
        <w:rPr>
          <w:sz w:val="16"/>
          <w:szCs w:val="16"/>
        </w:rPr>
        <w:t xml:space="preserve">Rellene </w:t>
      </w:r>
      <w:r w:rsidR="00C347C6" w:rsidRPr="00E141F9">
        <w:rPr>
          <w:sz w:val="16"/>
          <w:szCs w:val="16"/>
        </w:rPr>
        <w:t>los enlaces de transmisión de la estación referida</w:t>
      </w:r>
      <w:r w:rsidR="00A34155">
        <w:rPr>
          <w:sz w:val="16"/>
          <w:szCs w:val="16"/>
        </w:rPr>
        <w:t xml:space="preserve"> </w:t>
      </w:r>
      <w:r w:rsidR="00C347C6" w:rsidRPr="00E141F9">
        <w:rPr>
          <w:sz w:val="16"/>
          <w:szCs w:val="16"/>
        </w:rPr>
        <w:t>que s</w:t>
      </w:r>
      <w:r w:rsidR="00846BE1" w:rsidRPr="00E141F9">
        <w:rPr>
          <w:sz w:val="16"/>
          <w:szCs w:val="16"/>
        </w:rPr>
        <w:t xml:space="preserve">e hayan instalado, </w:t>
      </w:r>
      <w:r w:rsidR="00C347C6" w:rsidRPr="00E141F9">
        <w:rPr>
          <w:sz w:val="16"/>
          <w:szCs w:val="16"/>
        </w:rPr>
        <w:t>completando los datos necesarios en función al tipo de red y eliminando aquellas filas que no sean de aplicación</w:t>
      </w:r>
      <w:r w:rsidR="00846BE1" w:rsidRPr="00E141F9">
        <w:rPr>
          <w:sz w:val="16"/>
          <w:szCs w:val="16"/>
        </w:rPr>
        <w:t>.</w:t>
      </w:r>
    </w:p>
  </w:endnote>
  <w:endnote w:id="14">
    <w:p w14:paraId="69493C7B" w14:textId="77777777" w:rsidR="00717A53" w:rsidRPr="00E141F9" w:rsidRDefault="00717A5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="0025471E" w:rsidRPr="00E141F9">
        <w:rPr>
          <w:sz w:val="16"/>
          <w:szCs w:val="16"/>
        </w:rPr>
        <w:t xml:space="preserve"> </w:t>
      </w:r>
      <w:r w:rsidR="00A22D07" w:rsidRPr="00E141F9">
        <w:rPr>
          <w:sz w:val="16"/>
          <w:szCs w:val="16"/>
        </w:rPr>
        <w:t>Referencia</w:t>
      </w:r>
      <w:r w:rsidRPr="00E141F9">
        <w:rPr>
          <w:sz w:val="16"/>
          <w:szCs w:val="16"/>
        </w:rPr>
        <w:t xml:space="preserve"> </w:t>
      </w:r>
      <w:r w:rsidR="00C95861" w:rsidRPr="00E141F9">
        <w:rPr>
          <w:sz w:val="16"/>
          <w:szCs w:val="16"/>
        </w:rPr>
        <w:t xml:space="preserve">o número </w:t>
      </w:r>
      <w:r w:rsidR="00A22D07" w:rsidRPr="00E141F9">
        <w:rPr>
          <w:sz w:val="16"/>
          <w:szCs w:val="16"/>
        </w:rPr>
        <w:t xml:space="preserve">de identificador (si ha sido facilitado por la Secretaria de Estado) </w:t>
      </w:r>
      <w:r w:rsidR="0025471E" w:rsidRPr="00E141F9">
        <w:rPr>
          <w:sz w:val="16"/>
          <w:szCs w:val="16"/>
        </w:rPr>
        <w:t>del enlace de transmisión</w:t>
      </w:r>
      <w:r w:rsidRPr="00E141F9">
        <w:rPr>
          <w:sz w:val="16"/>
          <w:szCs w:val="16"/>
        </w:rPr>
        <w:t>, cuya descripción inicia.</w:t>
      </w:r>
    </w:p>
  </w:endnote>
  <w:endnote w:id="15">
    <w:p w14:paraId="39A23857" w14:textId="77777777" w:rsidR="00F75885" w:rsidRPr="00E141F9" w:rsidRDefault="00F75885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Marca del equipo transmisor de la estación.</w:t>
      </w:r>
    </w:p>
  </w:endnote>
  <w:endnote w:id="16">
    <w:p w14:paraId="1F583AEC" w14:textId="77777777" w:rsidR="00F75885" w:rsidRPr="00E141F9" w:rsidRDefault="00F75885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Modelo del equipo transmisor de la estación.</w:t>
      </w:r>
    </w:p>
  </w:endnote>
  <w:endnote w:id="17">
    <w:p w14:paraId="16D936FE" w14:textId="77777777" w:rsidR="00F75885" w:rsidRPr="00E141F9" w:rsidRDefault="00F75885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Marca de la antera transmisora.</w:t>
      </w:r>
    </w:p>
  </w:endnote>
  <w:endnote w:id="18">
    <w:p w14:paraId="261F7E26" w14:textId="77777777" w:rsidR="00F75885" w:rsidRPr="00E141F9" w:rsidRDefault="00F75885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Modelo de la antena transmisora.</w:t>
      </w:r>
    </w:p>
  </w:endnote>
  <w:endnote w:id="19">
    <w:p w14:paraId="21374369" w14:textId="77777777" w:rsidR="00396319" w:rsidRPr="00E141F9" w:rsidRDefault="00396319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Valor máximo de la ganancia de la antena transmisora en </w:t>
      </w:r>
      <w:proofErr w:type="spellStart"/>
      <w:r w:rsidRPr="00E141F9">
        <w:rPr>
          <w:sz w:val="16"/>
          <w:szCs w:val="16"/>
        </w:rPr>
        <w:t>dBi</w:t>
      </w:r>
      <w:proofErr w:type="spellEnd"/>
      <w:r w:rsidRPr="00E141F9">
        <w:rPr>
          <w:sz w:val="16"/>
          <w:szCs w:val="16"/>
        </w:rPr>
        <w:t xml:space="preserve"> (respecto a una antena isotrópica).</w:t>
      </w:r>
    </w:p>
  </w:endnote>
  <w:endnote w:id="20">
    <w:p w14:paraId="6021D12F" w14:textId="77777777" w:rsidR="00396319" w:rsidRPr="00E141F9" w:rsidRDefault="00396319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Ancho angular en grados sexagesimales de caída a 3 dB del diagrama de radiación de la antena transmisora en el plano vertical.</w:t>
      </w:r>
    </w:p>
  </w:endnote>
  <w:endnote w:id="21">
    <w:p w14:paraId="0C62E134" w14:textId="77777777" w:rsidR="00396319" w:rsidRPr="00E141F9" w:rsidRDefault="00396319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Indique la altura de la antena transmisora con respecto al suelo.</w:t>
      </w:r>
    </w:p>
  </w:endnote>
  <w:endnote w:id="22">
    <w:p w14:paraId="4866354C" w14:textId="77777777" w:rsidR="00396319" w:rsidRPr="00E141F9" w:rsidRDefault="00396319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Valor de la frecuencia de enlace de transmisión y su unidad (MHz, GHz).</w:t>
      </w:r>
    </w:p>
  </w:endnote>
  <w:endnote w:id="23">
    <w:p w14:paraId="1417814C" w14:textId="0DF9E0BD" w:rsidR="00396319" w:rsidRPr="00E141F9" w:rsidRDefault="00396319" w:rsidP="00E61E64">
      <w:pPr>
        <w:pStyle w:val="Textonotaalfinal"/>
        <w:ind w:hanging="170"/>
        <w:rPr>
          <w:sz w:val="16"/>
          <w:szCs w:val="16"/>
        </w:rPr>
      </w:pPr>
      <w:r w:rsidRPr="00B33343">
        <w:rPr>
          <w:sz w:val="16"/>
          <w:szCs w:val="16"/>
        </w:rPr>
        <w:endnoteRef/>
      </w:r>
      <w:r w:rsidRPr="00B33343">
        <w:rPr>
          <w:sz w:val="16"/>
          <w:szCs w:val="16"/>
        </w:rPr>
        <w:t xml:space="preserve"> Potencia radiada máxima por la estación en vatios.</w:t>
      </w:r>
      <w:r w:rsidR="009574D8">
        <w:rPr>
          <w:sz w:val="16"/>
          <w:szCs w:val="16"/>
        </w:rPr>
        <w:t xml:space="preserve"> Este valor numérico dependerá de la potencia del equipo transmisor y la ganancia del sistema radiante.</w:t>
      </w:r>
    </w:p>
  </w:endnote>
  <w:endnote w:id="24">
    <w:p w14:paraId="64C80E88" w14:textId="7E7F914B" w:rsidR="00396319" w:rsidRPr="007B7875" w:rsidRDefault="00396319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Tipo de potencia radiada: Potencia isotrópica</w:t>
      </w:r>
      <w:r w:rsidRPr="007B7875">
        <w:rPr>
          <w:sz w:val="16"/>
          <w:szCs w:val="16"/>
        </w:rPr>
        <w:t xml:space="preserve"> radiada equivalente (</w:t>
      </w:r>
      <w:r w:rsidR="008E2A6D">
        <w:rPr>
          <w:sz w:val="16"/>
          <w:szCs w:val="16"/>
        </w:rPr>
        <w:t>PIRE</w:t>
      </w:r>
      <w:r w:rsidRPr="007B7875">
        <w:rPr>
          <w:sz w:val="16"/>
          <w:szCs w:val="16"/>
        </w:rPr>
        <w:t>), p</w:t>
      </w:r>
      <w:r w:rsidR="008E2A6D">
        <w:rPr>
          <w:sz w:val="16"/>
          <w:szCs w:val="16"/>
        </w:rPr>
        <w:t>otencia radiada aparente (PRA</w:t>
      </w:r>
      <w:r w:rsidRPr="007B7875">
        <w:rPr>
          <w:sz w:val="16"/>
          <w:szCs w:val="16"/>
        </w:rPr>
        <w:t>) o potencia radiada aparente en vertical corta (</w:t>
      </w:r>
      <w:r w:rsidR="008E2A6D">
        <w:rPr>
          <w:sz w:val="16"/>
          <w:szCs w:val="16"/>
        </w:rPr>
        <w:t>PRAVC).</w:t>
      </w:r>
    </w:p>
  </w:endnote>
  <w:endnote w:id="25">
    <w:p w14:paraId="69E27402" w14:textId="77777777" w:rsidR="00396319" w:rsidRPr="00F75885" w:rsidRDefault="00396319" w:rsidP="00E61E64">
      <w:pPr>
        <w:pStyle w:val="Textonotaalfinal"/>
        <w:ind w:hanging="170"/>
        <w:rPr>
          <w:sz w:val="16"/>
          <w:szCs w:val="16"/>
        </w:rPr>
      </w:pPr>
      <w:r w:rsidRPr="004F08D4">
        <w:rPr>
          <w:sz w:val="16"/>
          <w:szCs w:val="16"/>
        </w:rPr>
        <w:endnoteRef/>
      </w:r>
      <w:r w:rsidRPr="00F75885">
        <w:rPr>
          <w:sz w:val="16"/>
          <w:szCs w:val="16"/>
        </w:rPr>
        <w:t xml:space="preserve"> Polarización de la antena transmisora: V (Vertical), H (Horizontal), CL (Circular a izquierdas), CR (Circular a derechas) o M (Mixta).</w:t>
      </w:r>
    </w:p>
  </w:endnote>
  <w:endnote w:id="26">
    <w:p w14:paraId="2F89738D" w14:textId="77777777" w:rsidR="00396319" w:rsidRPr="00F75885" w:rsidRDefault="00396319" w:rsidP="00E61E64">
      <w:pPr>
        <w:pStyle w:val="Textonotaalfinal"/>
        <w:ind w:hanging="170"/>
        <w:rPr>
          <w:sz w:val="16"/>
          <w:szCs w:val="16"/>
        </w:rPr>
      </w:pPr>
      <w:r w:rsidRPr="004F08D4">
        <w:rPr>
          <w:sz w:val="16"/>
          <w:szCs w:val="16"/>
        </w:rPr>
        <w:endnoteRef/>
      </w:r>
      <w:r w:rsidRPr="00F75885">
        <w:rPr>
          <w:sz w:val="16"/>
          <w:szCs w:val="16"/>
        </w:rPr>
        <w:t xml:space="preserve"> </w:t>
      </w:r>
      <w:r w:rsidRPr="00061799">
        <w:rPr>
          <w:sz w:val="16"/>
          <w:szCs w:val="16"/>
        </w:rPr>
        <w:t>Denominación de la emisión, conforme al formato indicado en Apéndice S1 del Re</w:t>
      </w:r>
      <w:r>
        <w:rPr>
          <w:sz w:val="16"/>
          <w:szCs w:val="16"/>
        </w:rPr>
        <w:t>glamento de Radiocomunicaciones</w:t>
      </w:r>
      <w:r w:rsidRPr="00F75885">
        <w:rPr>
          <w:sz w:val="16"/>
          <w:szCs w:val="16"/>
        </w:rPr>
        <w:t>.</w:t>
      </w:r>
    </w:p>
  </w:endnote>
  <w:endnote w:id="27">
    <w:p w14:paraId="6B8D7DA8" w14:textId="1B12BB8D" w:rsidR="00866C58" w:rsidRPr="00F75885" w:rsidRDefault="00866C58" w:rsidP="00E61E64">
      <w:pPr>
        <w:pStyle w:val="Textonotaalfinal"/>
        <w:ind w:hanging="170"/>
        <w:rPr>
          <w:sz w:val="16"/>
          <w:szCs w:val="16"/>
        </w:rPr>
      </w:pPr>
      <w:r w:rsidRPr="004F08D4">
        <w:rPr>
          <w:sz w:val="16"/>
          <w:szCs w:val="16"/>
        </w:rPr>
        <w:endnoteRef/>
      </w:r>
      <w:r w:rsidRPr="00F75885">
        <w:rPr>
          <w:sz w:val="16"/>
          <w:szCs w:val="16"/>
        </w:rPr>
        <w:t xml:space="preserve"> </w:t>
      </w:r>
      <w:r>
        <w:rPr>
          <w:sz w:val="16"/>
          <w:szCs w:val="16"/>
        </w:rPr>
        <w:t>Servicio fijo de banda ancha, tales como redes radioeléctricas de enlaces punto a punto, transporte de programas de r</w:t>
      </w:r>
      <w:r w:rsidRPr="00543471">
        <w:rPr>
          <w:sz w:val="16"/>
          <w:szCs w:val="16"/>
        </w:rPr>
        <w:t>adiodifusión</w:t>
      </w:r>
      <w:r>
        <w:rPr>
          <w:sz w:val="16"/>
          <w:szCs w:val="16"/>
        </w:rPr>
        <w:t>, y servicio fijo de banda reservada, tales como enlaces punto a punto dentro de la reserva de banda de cada titular.</w:t>
      </w:r>
    </w:p>
  </w:endnote>
  <w:endnote w:id="28">
    <w:p w14:paraId="4722C79B" w14:textId="77777777" w:rsidR="00866C58" w:rsidRPr="007B7875" w:rsidRDefault="00866C58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Acimut de máxima radiación en grados sexagesimales de la antena transmisora.</w:t>
      </w:r>
    </w:p>
  </w:endnote>
  <w:endnote w:id="29">
    <w:p w14:paraId="53AF5758" w14:textId="77777777" w:rsidR="00866C58" w:rsidRPr="007B7875" w:rsidRDefault="00866C58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Longitud del enlace de transmisión en metros.</w:t>
      </w:r>
    </w:p>
  </w:endnote>
  <w:endnote w:id="30">
    <w:p w14:paraId="6D8DA865" w14:textId="5FF1349B" w:rsidR="00866C58" w:rsidRPr="007B7875" w:rsidRDefault="00866C58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</w:t>
      </w:r>
      <w:r>
        <w:rPr>
          <w:sz w:val="16"/>
          <w:szCs w:val="16"/>
        </w:rPr>
        <w:t>Nombre, referencia o número de identificador (si han sido facilitados por la Secretaria de Estado) de la estación receptora del enlace de transmisión</w:t>
      </w:r>
      <w:r w:rsidRPr="007B7875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endnote>
  <w:endnote w:id="31">
    <w:p w14:paraId="0718D098" w14:textId="79C37F4B" w:rsidR="00543471" w:rsidRPr="00F75885" w:rsidRDefault="00543471" w:rsidP="00E61E64">
      <w:pPr>
        <w:pStyle w:val="Textonotaalfinal"/>
        <w:ind w:hanging="170"/>
        <w:rPr>
          <w:sz w:val="16"/>
          <w:szCs w:val="16"/>
        </w:rPr>
      </w:pPr>
      <w:r w:rsidRPr="004F08D4">
        <w:rPr>
          <w:sz w:val="16"/>
          <w:szCs w:val="16"/>
        </w:rPr>
        <w:endnoteRef/>
      </w:r>
      <w:r>
        <w:rPr>
          <w:sz w:val="16"/>
          <w:szCs w:val="16"/>
        </w:rPr>
        <w:t xml:space="preserve"> </w:t>
      </w:r>
      <w:r w:rsidR="009574D8">
        <w:rPr>
          <w:sz w:val="16"/>
          <w:szCs w:val="16"/>
        </w:rPr>
        <w:t>S</w:t>
      </w:r>
      <w:r>
        <w:rPr>
          <w:sz w:val="16"/>
          <w:szCs w:val="16"/>
        </w:rPr>
        <w:t>atélite, exploración de la tierra por s</w:t>
      </w:r>
      <w:r w:rsidR="009574D8">
        <w:rPr>
          <w:sz w:val="16"/>
          <w:szCs w:val="16"/>
        </w:rPr>
        <w:t>atélite, investigación espacial y</w:t>
      </w:r>
      <w:r>
        <w:rPr>
          <w:sz w:val="16"/>
          <w:szCs w:val="16"/>
        </w:rPr>
        <w:t xml:space="preserve"> radioastronomía</w:t>
      </w:r>
      <w:r w:rsidRPr="00543471">
        <w:rPr>
          <w:sz w:val="16"/>
          <w:szCs w:val="16"/>
        </w:rPr>
        <w:t>.</w:t>
      </w:r>
    </w:p>
  </w:endnote>
  <w:endnote w:id="32">
    <w:p w14:paraId="08B6B4EC" w14:textId="77777777" w:rsidR="008E6FBE" w:rsidRPr="007B7875" w:rsidRDefault="008E6FBE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Designación del haz del satélite.</w:t>
      </w:r>
    </w:p>
  </w:endnote>
  <w:endnote w:id="33">
    <w:p w14:paraId="64476F10" w14:textId="77777777" w:rsidR="008E6FBE" w:rsidRPr="007B7875" w:rsidRDefault="008E6FBE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Potencia de cresta máxima y su unidad (W, </w:t>
      </w:r>
      <w:proofErr w:type="spellStart"/>
      <w:r w:rsidRPr="007B7875">
        <w:rPr>
          <w:sz w:val="16"/>
          <w:szCs w:val="16"/>
        </w:rPr>
        <w:t>dBW</w:t>
      </w:r>
      <w:proofErr w:type="spellEnd"/>
      <w:r w:rsidRPr="007B7875">
        <w:rPr>
          <w:sz w:val="16"/>
          <w:szCs w:val="16"/>
        </w:rPr>
        <w:t xml:space="preserve">, </w:t>
      </w:r>
      <w:proofErr w:type="spellStart"/>
      <w:r w:rsidRPr="007B7875">
        <w:rPr>
          <w:sz w:val="16"/>
          <w:szCs w:val="16"/>
        </w:rPr>
        <w:t>mW</w:t>
      </w:r>
      <w:proofErr w:type="spellEnd"/>
      <w:r w:rsidRPr="007B7875">
        <w:rPr>
          <w:sz w:val="16"/>
          <w:szCs w:val="16"/>
        </w:rPr>
        <w:t xml:space="preserve">, </w:t>
      </w:r>
      <w:proofErr w:type="spellStart"/>
      <w:r w:rsidRPr="007B7875">
        <w:rPr>
          <w:sz w:val="16"/>
          <w:szCs w:val="16"/>
        </w:rPr>
        <w:t>dBm</w:t>
      </w:r>
      <w:proofErr w:type="spellEnd"/>
      <w:r w:rsidRPr="007B7875">
        <w:rPr>
          <w:sz w:val="16"/>
          <w:szCs w:val="16"/>
        </w:rPr>
        <w:t>).</w:t>
      </w:r>
    </w:p>
  </w:endnote>
  <w:endnote w:id="34">
    <w:p w14:paraId="237CB4E5" w14:textId="77777777" w:rsidR="008E6FBE" w:rsidRPr="007B7875" w:rsidRDefault="008E6FBE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Densidad espectral de potencia máxima y su unidad (W/Hz, </w:t>
      </w:r>
      <w:proofErr w:type="spellStart"/>
      <w:r w:rsidRPr="007B7875">
        <w:rPr>
          <w:sz w:val="16"/>
          <w:szCs w:val="16"/>
        </w:rPr>
        <w:t>dBW</w:t>
      </w:r>
      <w:proofErr w:type="spellEnd"/>
      <w:r w:rsidRPr="007B7875">
        <w:rPr>
          <w:sz w:val="16"/>
          <w:szCs w:val="16"/>
        </w:rPr>
        <w:t xml:space="preserve">/Hz, </w:t>
      </w:r>
      <w:proofErr w:type="spellStart"/>
      <w:r w:rsidRPr="007B7875">
        <w:rPr>
          <w:sz w:val="16"/>
          <w:szCs w:val="16"/>
        </w:rPr>
        <w:t>mW</w:t>
      </w:r>
      <w:proofErr w:type="spellEnd"/>
      <w:r w:rsidRPr="007B7875">
        <w:rPr>
          <w:sz w:val="16"/>
          <w:szCs w:val="16"/>
        </w:rPr>
        <w:t xml:space="preserve">/Hz, </w:t>
      </w:r>
      <w:proofErr w:type="spellStart"/>
      <w:r w:rsidRPr="007B7875">
        <w:rPr>
          <w:sz w:val="16"/>
          <w:szCs w:val="16"/>
        </w:rPr>
        <w:t>dBm</w:t>
      </w:r>
      <w:proofErr w:type="spellEnd"/>
      <w:r w:rsidRPr="007B7875">
        <w:rPr>
          <w:sz w:val="16"/>
          <w:szCs w:val="16"/>
        </w:rPr>
        <w:t>/Hz).</w:t>
      </w:r>
    </w:p>
  </w:endnote>
  <w:endnote w:id="35">
    <w:p w14:paraId="062ACF09" w14:textId="77777777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Número de la subred utilizada, en caso necesario. Los identificadores de las distintas subredes serán indicados según la secuencia 1, 2, 3, 4…</w:t>
      </w:r>
    </w:p>
  </w:endnote>
  <w:endnote w:id="36">
    <w:p w14:paraId="69D164AB" w14:textId="77777777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Canalización empleada, de acuerdo con el Cuadro Nacional de Atribución de Frecuencias (CNAF) y las correspondientes notas de Utilización Nacional (UN), que describen el uso atribuido a las distintas bandas de frecuencia, para cada uno de los servicios de radiocomunicación, así como como las canalizaciones a emplear.</w:t>
      </w:r>
    </w:p>
  </w:endnote>
  <w:endnote w:id="37">
    <w:p w14:paraId="778AFA75" w14:textId="77777777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Posición orbital del satélite donde se encuentra dirigido el haz en grados y ubicación (Este/Oeste).</w:t>
      </w:r>
    </w:p>
  </w:endnote>
  <w:endnote w:id="38">
    <w:p w14:paraId="7418BAC2" w14:textId="77777777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Nombre del satélite hacia donde se encuentra dirigido el haz.</w:t>
      </w:r>
    </w:p>
  </w:endnote>
  <w:endnote w:id="39">
    <w:p w14:paraId="3389AC6E" w14:textId="069B0C74" w:rsidR="00843643" w:rsidRPr="00F75885" w:rsidRDefault="00843643" w:rsidP="00E61E64">
      <w:pPr>
        <w:pStyle w:val="Textonotaalfinal"/>
        <w:ind w:hanging="170"/>
        <w:rPr>
          <w:sz w:val="16"/>
          <w:szCs w:val="16"/>
        </w:rPr>
      </w:pPr>
      <w:r w:rsidRPr="004F08D4">
        <w:rPr>
          <w:sz w:val="16"/>
          <w:szCs w:val="16"/>
        </w:rPr>
        <w:endnoteRef/>
      </w:r>
      <w:r>
        <w:rPr>
          <w:sz w:val="16"/>
          <w:szCs w:val="16"/>
        </w:rPr>
        <w:t xml:space="preserve"> Redes radioeléctricas del servicio móvil y fijo de b</w:t>
      </w:r>
      <w:r w:rsidRPr="00543471">
        <w:rPr>
          <w:sz w:val="16"/>
          <w:szCs w:val="16"/>
        </w:rPr>
        <w:t>and</w:t>
      </w:r>
      <w:r>
        <w:rPr>
          <w:sz w:val="16"/>
          <w:szCs w:val="16"/>
        </w:rPr>
        <w:t>a estrecha</w:t>
      </w:r>
      <w:r w:rsidRPr="00543471">
        <w:rPr>
          <w:sz w:val="16"/>
          <w:szCs w:val="16"/>
        </w:rPr>
        <w:t>.</w:t>
      </w:r>
    </w:p>
  </w:endnote>
  <w:endnote w:id="40">
    <w:p w14:paraId="09E4463B" w14:textId="77777777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Valor del </w:t>
      </w:r>
      <w:proofErr w:type="spellStart"/>
      <w:r w:rsidRPr="007B7875">
        <w:rPr>
          <w:sz w:val="16"/>
          <w:szCs w:val="16"/>
        </w:rPr>
        <w:t>subtono</w:t>
      </w:r>
      <w:proofErr w:type="spellEnd"/>
      <w:r w:rsidRPr="007B7875">
        <w:rPr>
          <w:sz w:val="16"/>
          <w:szCs w:val="16"/>
        </w:rPr>
        <w:t xml:space="preserve"> de apertura, en aquellos casos en los que la Resolución para realizar la instalación de la Secretaria de Estado así lo indique.</w:t>
      </w:r>
    </w:p>
  </w:endnote>
  <w:endnote w:id="41">
    <w:p w14:paraId="1566ED73" w14:textId="77777777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Valor del código de direccionamiento de la red, en aquellos casos en los que la Resolución para realizar la instalación de la Secretaria de Estado así lo indique.</w:t>
      </w:r>
    </w:p>
  </w:endnote>
  <w:endnote w:id="42">
    <w:p w14:paraId="28B0081B" w14:textId="77777777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Número de la subred utilizada, en caso necesario. Los identificadores de las distintas subredes serán indicados según la secuencia 1, 2, 3, 4…</w:t>
      </w:r>
    </w:p>
  </w:endnote>
  <w:endnote w:id="43">
    <w:p w14:paraId="0433B78C" w14:textId="672D48CE" w:rsidR="00843643" w:rsidRPr="00352DE9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>
        <w:rPr>
          <w:sz w:val="16"/>
          <w:szCs w:val="16"/>
        </w:rPr>
        <w:t xml:space="preserve"> </w:t>
      </w:r>
      <w:r w:rsidRPr="00352DE9">
        <w:rPr>
          <w:sz w:val="16"/>
          <w:szCs w:val="16"/>
        </w:rPr>
        <w:t>Canalización empleada, de acuerdo con el Cuadro Nacional de Atribución de Frecuencias (CNAF) y las correspondientes notas de Utilización Nacional (UN), que describen el uso atribuido a las distintas bandas de frecuencia, para cada uno de los servicios de radiocomunicación, así como como las canalizaciones a emplear.</w:t>
      </w:r>
    </w:p>
  </w:endnote>
  <w:endnote w:id="44">
    <w:p w14:paraId="4B1D4E52" w14:textId="14E3740C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Acimut de máxima radiación en grados sexagesimales de la antena transmisora</w:t>
      </w:r>
      <w:r>
        <w:rPr>
          <w:sz w:val="16"/>
          <w:szCs w:val="16"/>
        </w:rPr>
        <w:t xml:space="preserve"> si es directiva</w:t>
      </w:r>
      <w:r w:rsidRPr="007B7875">
        <w:rPr>
          <w:sz w:val="16"/>
          <w:szCs w:val="16"/>
        </w:rPr>
        <w:t>.</w:t>
      </w:r>
      <w:r>
        <w:rPr>
          <w:sz w:val="16"/>
          <w:szCs w:val="16"/>
        </w:rPr>
        <w:t xml:space="preserve"> En caso que las estaciones receptoras sean móviles, indicar “MÓVILES”.</w:t>
      </w:r>
    </w:p>
  </w:endnote>
  <w:endnote w:id="45">
    <w:p w14:paraId="6344B2BD" w14:textId="4516C07E" w:rsidR="00843643" w:rsidRPr="007B7875" w:rsidRDefault="00843643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7B7875">
        <w:rPr>
          <w:sz w:val="16"/>
          <w:szCs w:val="16"/>
        </w:rPr>
        <w:t xml:space="preserve"> </w:t>
      </w:r>
      <w:r>
        <w:rPr>
          <w:sz w:val="16"/>
          <w:szCs w:val="16"/>
        </w:rPr>
        <w:t>Nombre, referencia o número de identificador (si han sido facilitados por la Secretaria de Estado) de la estación receptora del enlace de transmisión</w:t>
      </w:r>
      <w:r w:rsidRPr="007B7875">
        <w:rPr>
          <w:sz w:val="16"/>
          <w:szCs w:val="16"/>
        </w:rPr>
        <w:t>.</w:t>
      </w:r>
      <w:r>
        <w:rPr>
          <w:sz w:val="16"/>
          <w:szCs w:val="16"/>
        </w:rPr>
        <w:t xml:space="preserve"> En caso que sean estaciones móviles, indicar “MÓVILES”.</w:t>
      </w:r>
    </w:p>
  </w:endnote>
  <w:endnote w:id="46">
    <w:p w14:paraId="4F153121" w14:textId="4F4EE399" w:rsidR="007C1887" w:rsidRPr="00E141F9" w:rsidRDefault="007C1887" w:rsidP="00E61E64">
      <w:pPr>
        <w:pStyle w:val="Textonotaalfinal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</w:t>
      </w:r>
      <w:r w:rsidR="00A22D07" w:rsidRPr="00E141F9">
        <w:rPr>
          <w:sz w:val="16"/>
          <w:szCs w:val="16"/>
        </w:rPr>
        <w:t>Referencia o número de identificador (si ha sido facilitado por la Secretaria de Estado) del enlace de transmisión</w:t>
      </w:r>
      <w:r w:rsidR="0025471E" w:rsidRPr="00E141F9">
        <w:rPr>
          <w:sz w:val="16"/>
          <w:szCs w:val="16"/>
        </w:rPr>
        <w:t xml:space="preserve">, </w:t>
      </w:r>
      <w:r w:rsidR="00405E91" w:rsidRPr="00E141F9">
        <w:rPr>
          <w:sz w:val="16"/>
          <w:szCs w:val="16"/>
        </w:rPr>
        <w:t xml:space="preserve">conforme a la </w:t>
      </w:r>
      <w:r w:rsidR="00E141F9" w:rsidRPr="00E141F9">
        <w:rPr>
          <w:sz w:val="16"/>
          <w:szCs w:val="16"/>
        </w:rPr>
        <w:t>nota 11</w:t>
      </w:r>
      <w:r w:rsidR="0025471E" w:rsidRPr="00E141F9">
        <w:rPr>
          <w:sz w:val="16"/>
          <w:szCs w:val="16"/>
        </w:rPr>
        <w:t>, cuya descripción finaliza.</w:t>
      </w:r>
    </w:p>
  </w:endnote>
  <w:endnote w:id="47">
    <w:p w14:paraId="30E7960E" w14:textId="5957AE32" w:rsidR="009718D4" w:rsidRPr="00061799" w:rsidRDefault="009718D4" w:rsidP="00E61E64">
      <w:pPr>
        <w:spacing w:after="0" w:line="240" w:lineRule="auto"/>
        <w:ind w:hanging="170"/>
        <w:rPr>
          <w:sz w:val="16"/>
          <w:szCs w:val="16"/>
        </w:rPr>
      </w:pPr>
      <w:r w:rsidRPr="00E141F9">
        <w:rPr>
          <w:sz w:val="16"/>
          <w:szCs w:val="16"/>
        </w:rPr>
        <w:endnoteRef/>
      </w:r>
      <w:r w:rsidRPr="00E141F9">
        <w:rPr>
          <w:sz w:val="16"/>
          <w:szCs w:val="16"/>
        </w:rPr>
        <w:t xml:space="preserve"> Referencia</w:t>
      </w:r>
      <w:r w:rsidRPr="006F339D">
        <w:rPr>
          <w:sz w:val="16"/>
          <w:szCs w:val="16"/>
        </w:rPr>
        <w:t xml:space="preserve"> o número de identificador (si han sido facilitados por la Secretaria de Estado) de la estación, </w:t>
      </w:r>
      <w:r w:rsidRPr="00E141F9">
        <w:rPr>
          <w:sz w:val="16"/>
          <w:szCs w:val="16"/>
        </w:rPr>
        <w:t>conforme a la nota 3, cuya</w:t>
      </w:r>
      <w:r w:rsidRPr="006F339D">
        <w:rPr>
          <w:sz w:val="16"/>
          <w:szCs w:val="16"/>
        </w:rPr>
        <w:t xml:space="preserve"> descripción finaliza.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A129F" w14:textId="23F7888C" w:rsidR="001C676E" w:rsidRPr="000F76A0" w:rsidRDefault="00CD0F99" w:rsidP="000F76A0">
    <w:pPr>
      <w:pStyle w:val="Piedepgina"/>
      <w:jc w:val="center"/>
      <w:rPr>
        <w:sz w:val="18"/>
      </w:rPr>
    </w:pPr>
    <w:r w:rsidRPr="00B33343">
      <w:rPr>
        <w:sz w:val="16"/>
      </w:rPr>
      <w:t>Versión 1.</w:t>
    </w:r>
    <w:r w:rsidR="00AF57F9">
      <w:rPr>
        <w:sz w:val="16"/>
      </w:rPr>
      <w:t>7</w:t>
    </w:r>
    <w:r w:rsidRPr="00B33343">
      <w:rPr>
        <w:sz w:val="16"/>
      </w:rPr>
      <w:t xml:space="preserve"> (</w:t>
    </w:r>
    <w:r w:rsidR="00AF57F9">
      <w:rPr>
        <w:sz w:val="16"/>
      </w:rPr>
      <w:t xml:space="preserve">29 septiembre </w:t>
    </w:r>
    <w:r w:rsidR="00DC504D" w:rsidRPr="00802123">
      <w:rPr>
        <w:sz w:val="16"/>
      </w:rPr>
      <w:t>20</w:t>
    </w:r>
    <w:r w:rsidR="00DC504D">
      <w:rPr>
        <w:sz w:val="16"/>
      </w:rPr>
      <w:t>20</w:t>
    </w:r>
    <w:r w:rsidRPr="00B33343">
      <w:rPr>
        <w:sz w:val="16"/>
      </w:rPr>
      <w:t xml:space="preserve">) </w:t>
    </w:r>
    <w:r w:rsidRPr="00B33343">
      <w:rPr>
        <w:sz w:val="20"/>
      </w:rPr>
      <w:tab/>
    </w:r>
    <w:r w:rsidR="009718D4" w:rsidRPr="00B33343">
      <w:rPr>
        <w:sz w:val="20"/>
      </w:rPr>
      <w:t xml:space="preserve">- </w:t>
    </w:r>
    <w:r w:rsidRPr="00B33343">
      <w:fldChar w:fldCharType="begin"/>
    </w:r>
    <w:r w:rsidRPr="00B33343">
      <w:instrText xml:space="preserve"> PAGE   \* MERGEFORMAT </w:instrText>
    </w:r>
    <w:r w:rsidRPr="00B33343">
      <w:fldChar w:fldCharType="separate"/>
    </w:r>
    <w:r w:rsidR="00AF57F9">
      <w:rPr>
        <w:noProof/>
      </w:rPr>
      <w:t>7</w:t>
    </w:r>
    <w:r w:rsidRPr="00B33343">
      <w:fldChar w:fldCharType="end"/>
    </w:r>
    <w:r w:rsidR="009718D4" w:rsidRPr="00B33343">
      <w:t xml:space="preserve"> -</w:t>
    </w:r>
    <w:r w:rsidRPr="00B33343">
      <w:rPr>
        <w:sz w:val="20"/>
      </w:rPr>
      <w:tab/>
    </w:r>
    <w:r w:rsidR="00A26290">
      <w:rPr>
        <w:sz w:val="16"/>
      </w:rPr>
      <w:t>CIER/</w:t>
    </w:r>
    <w:r w:rsidR="00113457">
      <w:rPr>
        <w:sz w:val="16"/>
      </w:rPr>
      <w:t>20200</w:t>
    </w:r>
    <w:r w:rsidR="00AF57F9">
      <w:rPr>
        <w:sz w:val="16"/>
      </w:rPr>
      <w:t>929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C171" w14:textId="4F434520" w:rsidR="000F76A0" w:rsidRDefault="00B030D2" w:rsidP="000F76A0">
    <w:pPr>
      <w:pStyle w:val="Piedepgina"/>
      <w:jc w:val="center"/>
    </w:pPr>
    <w:r>
      <w:rPr>
        <w:sz w:val="16"/>
      </w:rPr>
      <w:t>Versión 1.7</w:t>
    </w:r>
    <w:r w:rsidR="000F76A0" w:rsidRPr="00B33343">
      <w:rPr>
        <w:sz w:val="16"/>
      </w:rPr>
      <w:t xml:space="preserve"> (</w:t>
    </w:r>
    <w:r>
      <w:rPr>
        <w:sz w:val="16"/>
      </w:rPr>
      <w:t>29</w:t>
    </w:r>
    <w:r w:rsidR="00DC504D" w:rsidRPr="00802123">
      <w:rPr>
        <w:sz w:val="16"/>
      </w:rPr>
      <w:t xml:space="preserve"> </w:t>
    </w:r>
    <w:r>
      <w:rPr>
        <w:sz w:val="16"/>
      </w:rPr>
      <w:t>septiembre</w:t>
    </w:r>
    <w:r w:rsidR="00DC504D" w:rsidRPr="00802123">
      <w:rPr>
        <w:sz w:val="16"/>
      </w:rPr>
      <w:t xml:space="preserve"> 20</w:t>
    </w:r>
    <w:r w:rsidR="00DC504D">
      <w:rPr>
        <w:sz w:val="16"/>
      </w:rPr>
      <w:t>20</w:t>
    </w:r>
    <w:r w:rsidR="000F76A0" w:rsidRPr="00B33343">
      <w:rPr>
        <w:sz w:val="16"/>
      </w:rPr>
      <w:t xml:space="preserve">) </w:t>
    </w:r>
    <w:r w:rsidR="000F76A0" w:rsidRPr="00B33343">
      <w:rPr>
        <w:sz w:val="20"/>
      </w:rPr>
      <w:tab/>
    </w:r>
    <w:r w:rsidR="000F76A0" w:rsidRPr="00B33343">
      <w:fldChar w:fldCharType="begin"/>
    </w:r>
    <w:r w:rsidR="000F76A0" w:rsidRPr="00B33343">
      <w:instrText xml:space="preserve"> PAGE   \* MERGEFORMAT </w:instrText>
    </w:r>
    <w:r w:rsidR="000F76A0" w:rsidRPr="00B33343">
      <w:fldChar w:fldCharType="separate"/>
    </w:r>
    <w:r w:rsidR="00AF57F9">
      <w:rPr>
        <w:noProof/>
      </w:rPr>
      <w:t>1</w:t>
    </w:r>
    <w:r w:rsidR="000F76A0" w:rsidRPr="00B33343">
      <w:fldChar w:fldCharType="end"/>
    </w:r>
    <w:r w:rsidR="000F76A0" w:rsidRPr="00B33343">
      <w:rPr>
        <w:sz w:val="20"/>
      </w:rPr>
      <w:tab/>
    </w:r>
    <w:r w:rsidR="00A26290">
      <w:rPr>
        <w:sz w:val="16"/>
      </w:rPr>
      <w:t>CIER/</w:t>
    </w:r>
    <w:r>
      <w:rPr>
        <w:sz w:val="16"/>
      </w:rPr>
      <w:t>20200929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F2C2D" w14:textId="77777777" w:rsidR="006A0424" w:rsidRDefault="006A0424" w:rsidP="0087352A">
      <w:pPr>
        <w:spacing w:after="0" w:line="240" w:lineRule="auto"/>
      </w:pPr>
      <w:r>
        <w:separator/>
      </w:r>
    </w:p>
  </w:footnote>
  <w:footnote w:type="continuationSeparator" w:id="0">
    <w:p w14:paraId="3FD83F3D" w14:textId="77777777" w:rsidR="006A0424" w:rsidRDefault="006A0424" w:rsidP="00873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0669B" w14:textId="3C4FE3B3" w:rsidR="000F76A0" w:rsidRDefault="001B3BFB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7728" behindDoc="0" locked="0" layoutInCell="1" allowOverlap="1" wp14:anchorId="05B40442" wp14:editId="0DECEA3F">
          <wp:simplePos x="0" y="0"/>
          <wp:positionH relativeFrom="column">
            <wp:posOffset>6178550</wp:posOffset>
          </wp:positionH>
          <wp:positionV relativeFrom="paragraph">
            <wp:posOffset>64770</wp:posOffset>
          </wp:positionV>
          <wp:extent cx="514350" cy="549910"/>
          <wp:effectExtent l="0" t="0" r="0" b="2540"/>
          <wp:wrapNone/>
          <wp:docPr id="46" name="Imagen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49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9D328E" w14:textId="77777777" w:rsidR="000F76A0" w:rsidRDefault="000F76A0" w:rsidP="000F76A0">
    <w:pPr>
      <w:pStyle w:val="Encabezado"/>
      <w:tabs>
        <w:tab w:val="clear" w:pos="8504"/>
      </w:tabs>
      <w:ind w:right="-87"/>
      <w:jc w:val="right"/>
    </w:pPr>
  </w:p>
  <w:p w14:paraId="41A96128" w14:textId="77777777" w:rsidR="000F76A0" w:rsidRDefault="000F76A0" w:rsidP="000F76A0"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E4075C" wp14:editId="33C43F17">
              <wp:simplePos x="0" y="0"/>
              <wp:positionH relativeFrom="column">
                <wp:posOffset>6177915</wp:posOffset>
              </wp:positionH>
              <wp:positionV relativeFrom="paragraph">
                <wp:posOffset>317923</wp:posOffset>
              </wp:positionV>
              <wp:extent cx="659468" cy="0"/>
              <wp:effectExtent l="0" t="0" r="26670" b="19050"/>
              <wp:wrapNone/>
              <wp:docPr id="9" name="Lin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468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28E2A6" id="Line 5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.45pt,25.05pt" to="538.4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wgEgIAACgEAAAOAAAAZHJzL2Uyb0RvYy54bWysU8GO2jAQvVfqP1i+QxIaKE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" strokeweight=".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06E6" w14:textId="77777777" w:rsidR="000F76A0" w:rsidRDefault="000F76A0">
    <w:pPr>
      <w:pStyle w:val="Encabezado"/>
    </w:pPr>
  </w:p>
  <w:tbl>
    <w:tblPr>
      <w:tblW w:w="10404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1200"/>
      <w:gridCol w:w="2400"/>
      <w:gridCol w:w="2693"/>
      <w:gridCol w:w="4111"/>
    </w:tblGrid>
    <w:tr w:rsidR="001B3BFB" w:rsidRPr="00FE6965" w14:paraId="3BC7D166" w14:textId="77777777" w:rsidTr="00BA3F36">
      <w:trPr>
        <w:cantSplit/>
        <w:trHeight w:val="545"/>
      </w:trPr>
      <w:tc>
        <w:tcPr>
          <w:tcW w:w="1200" w:type="dxa"/>
          <w:vMerge w:val="restart"/>
        </w:tcPr>
        <w:p w14:paraId="446211C4" w14:textId="77777777" w:rsidR="001B3BFB" w:rsidRPr="00FE6965" w:rsidRDefault="001B3BFB" w:rsidP="00BA3F36">
          <w:pPr>
            <w:spacing w:after="0" w:line="240" w:lineRule="auto"/>
            <w:jc w:val="left"/>
            <w:rPr>
              <w:rFonts w:ascii="Gill Sans" w:hAnsi="Gill San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8752" behindDoc="0" locked="0" layoutInCell="1" allowOverlap="1" wp14:anchorId="123102B1" wp14:editId="0AB521A3">
                <wp:simplePos x="0" y="0"/>
                <wp:positionH relativeFrom="column">
                  <wp:posOffset>-4098</wp:posOffset>
                </wp:positionH>
                <wp:positionV relativeFrom="paragraph">
                  <wp:posOffset>111201</wp:posOffset>
                </wp:positionV>
                <wp:extent cx="3164400" cy="1029600"/>
                <wp:effectExtent l="0" t="0" r="0" b="0"/>
                <wp:wrapNone/>
                <wp:docPr id="48" name="Imagen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4400" cy="102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0" w:type="dxa"/>
          <w:vMerge w:val="restart"/>
        </w:tcPr>
        <w:p w14:paraId="015052DD" w14:textId="77777777" w:rsidR="001B3BFB" w:rsidRPr="006E33D8" w:rsidRDefault="001B3BFB" w:rsidP="00BA3F36">
          <w:pPr>
            <w:spacing w:after="0" w:line="240" w:lineRule="auto"/>
            <w:ind w:left="218"/>
            <w:jc w:val="left"/>
            <w:rPr>
              <w:rFonts w:ascii="Gill Sans" w:hAnsi="Gill Sans"/>
              <w:sz w:val="18"/>
            </w:rPr>
          </w:pPr>
        </w:p>
      </w:tc>
      <w:tc>
        <w:tcPr>
          <w:tcW w:w="2693" w:type="dxa"/>
        </w:tcPr>
        <w:p w14:paraId="0187A6C8" w14:textId="77777777" w:rsidR="001B3BFB" w:rsidRPr="00FE6965" w:rsidRDefault="001B3BFB" w:rsidP="00BA3F36">
          <w:pPr>
            <w:spacing w:after="0" w:line="240" w:lineRule="auto"/>
            <w:jc w:val="left"/>
            <w:rPr>
              <w:rFonts w:ascii="Gill Sans" w:hAnsi="Gill Sans"/>
              <w:sz w:val="16"/>
            </w:rPr>
          </w:pPr>
        </w:p>
      </w:tc>
      <w:tc>
        <w:tcPr>
          <w:tcW w:w="4111" w:type="dxa"/>
          <w:shd w:val="clear" w:color="auto" w:fill="D9D9D9" w:themeFill="background1" w:themeFillShade="D9"/>
        </w:tcPr>
        <w:p w14:paraId="4C15E680" w14:textId="77777777" w:rsidR="001B3BFB" w:rsidRPr="006E33D8" w:rsidRDefault="001B3BFB" w:rsidP="00BA3F36">
          <w:pPr>
            <w:spacing w:after="0" w:line="240" w:lineRule="auto"/>
            <w:ind w:left="57"/>
            <w:jc w:val="left"/>
            <w:rPr>
              <w:rFonts w:ascii="Gill Sans" w:hAnsi="Gill Sans"/>
              <w:sz w:val="20"/>
              <w:szCs w:val="12"/>
            </w:rPr>
          </w:pPr>
        </w:p>
        <w:p w14:paraId="2920B470" w14:textId="77777777" w:rsidR="009B1304" w:rsidRDefault="009B1304" w:rsidP="009B1304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  <w:r w:rsidRPr="00FE6965">
            <w:rPr>
              <w:rFonts w:ascii="Gill Sans" w:hAnsi="Gill Sans"/>
              <w:sz w:val="12"/>
              <w:szCs w:val="12"/>
            </w:rPr>
            <w:t xml:space="preserve">SECRETARÍA DE ESTADO </w:t>
          </w:r>
          <w:r>
            <w:rPr>
              <w:rFonts w:ascii="Gill Sans" w:hAnsi="Gill Sans"/>
              <w:sz w:val="12"/>
              <w:szCs w:val="12"/>
            </w:rPr>
            <w:t>DE TELECOMUNICACIONES E INFRAESTRUCTURAS DIGITALES</w:t>
          </w:r>
        </w:p>
        <w:p w14:paraId="7F38A967" w14:textId="6534795C" w:rsidR="001B3BFB" w:rsidRPr="00FE6965" w:rsidRDefault="001B3BFB" w:rsidP="00BA3F36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</w:p>
      </w:tc>
    </w:tr>
    <w:tr w:rsidR="001B3BFB" w:rsidRPr="00FE6965" w14:paraId="623479C9" w14:textId="77777777" w:rsidTr="00BA3F36">
      <w:trPr>
        <w:cantSplit/>
        <w:trHeight w:val="1015"/>
      </w:trPr>
      <w:tc>
        <w:tcPr>
          <w:tcW w:w="1200" w:type="dxa"/>
          <w:vMerge/>
        </w:tcPr>
        <w:p w14:paraId="7BB90EFE" w14:textId="77777777" w:rsidR="001B3BFB" w:rsidRPr="00FE6965" w:rsidRDefault="001B3BFB" w:rsidP="00BA3F36">
          <w:pPr>
            <w:spacing w:after="0" w:line="240" w:lineRule="auto"/>
            <w:jc w:val="left"/>
            <w:rPr>
              <w:rFonts w:ascii="Gill Sans" w:hAnsi="Gill Sans"/>
            </w:rPr>
          </w:pPr>
        </w:p>
      </w:tc>
      <w:tc>
        <w:tcPr>
          <w:tcW w:w="2400" w:type="dxa"/>
          <w:vMerge/>
        </w:tcPr>
        <w:p w14:paraId="0581176B" w14:textId="77777777" w:rsidR="001B3BFB" w:rsidRPr="00FE6965" w:rsidRDefault="001B3BFB" w:rsidP="00BA3F36">
          <w:pPr>
            <w:spacing w:after="0" w:line="240" w:lineRule="auto"/>
            <w:jc w:val="left"/>
            <w:rPr>
              <w:rFonts w:ascii="Gill Sans" w:hAnsi="Gill Sans"/>
              <w:sz w:val="14"/>
            </w:rPr>
          </w:pPr>
        </w:p>
      </w:tc>
      <w:tc>
        <w:tcPr>
          <w:tcW w:w="2693" w:type="dxa"/>
        </w:tcPr>
        <w:p w14:paraId="446C21FD" w14:textId="77777777" w:rsidR="001B3BFB" w:rsidRPr="00FE6965" w:rsidRDefault="001B3BFB" w:rsidP="00BA3F36">
          <w:pPr>
            <w:spacing w:after="0" w:line="240" w:lineRule="auto"/>
            <w:jc w:val="left"/>
            <w:rPr>
              <w:rFonts w:ascii="Gill Sans" w:hAnsi="Gill Sans"/>
            </w:rPr>
          </w:pPr>
        </w:p>
      </w:tc>
      <w:tc>
        <w:tcPr>
          <w:tcW w:w="4111" w:type="dxa"/>
        </w:tcPr>
        <w:p w14:paraId="0360B0A5" w14:textId="77777777" w:rsidR="001B3BFB" w:rsidRPr="00FE6965" w:rsidRDefault="001B3BFB" w:rsidP="00BA3F36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</w:p>
        <w:p w14:paraId="5BA9322A" w14:textId="77777777" w:rsidR="009B1304" w:rsidRPr="00FE6965" w:rsidRDefault="009B1304" w:rsidP="009B1304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  <w:r w:rsidRPr="00FE6965">
            <w:rPr>
              <w:rFonts w:ascii="Gill Sans" w:hAnsi="Gill Sans"/>
              <w:sz w:val="12"/>
              <w:szCs w:val="12"/>
            </w:rPr>
            <w:t>DIRECCIÓN GENERAL DE TELECOMUNICACIONES</w:t>
          </w:r>
        </w:p>
        <w:p w14:paraId="04F66D86" w14:textId="77777777" w:rsidR="009B1304" w:rsidRPr="00FE6965" w:rsidRDefault="009B1304" w:rsidP="009B1304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  <w:r w:rsidRPr="00FE6965">
            <w:rPr>
              <w:rFonts w:ascii="Gill Sans" w:hAnsi="Gill Sans"/>
              <w:sz w:val="12"/>
              <w:szCs w:val="12"/>
            </w:rPr>
            <w:t xml:space="preserve">Y </w:t>
          </w:r>
          <w:r>
            <w:rPr>
              <w:rFonts w:ascii="Gill Sans" w:hAnsi="Gill Sans"/>
              <w:sz w:val="12"/>
              <w:szCs w:val="12"/>
            </w:rPr>
            <w:t>ORDENACIÓN DE LOS SERVICIOS DE COMUNICACIÓN AUDIOVISUAL</w:t>
          </w:r>
        </w:p>
        <w:p w14:paraId="16CFA3C2" w14:textId="77777777" w:rsidR="001B3BFB" w:rsidRPr="00FE6965" w:rsidRDefault="001B3BFB" w:rsidP="00BA3F36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</w:p>
        <w:p w14:paraId="36CA0B1D" w14:textId="77777777" w:rsidR="001B3BFB" w:rsidRPr="00FE6965" w:rsidRDefault="001B3BFB" w:rsidP="00BA3F36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  <w:r w:rsidRPr="00FE6965">
            <w:rPr>
              <w:rFonts w:ascii="Gill Sans" w:hAnsi="Gill Sans"/>
              <w:sz w:val="12"/>
              <w:szCs w:val="12"/>
            </w:rPr>
            <w:t>SUBDIRECCIÓN GENERAL DE INSPECCIÓN</w:t>
          </w:r>
        </w:p>
        <w:p w14:paraId="001935E0" w14:textId="32BC4C6E" w:rsidR="001B3BFB" w:rsidRPr="00FE6965" w:rsidRDefault="001B3BFB" w:rsidP="00BA3F36">
          <w:pPr>
            <w:spacing w:after="0" w:line="240" w:lineRule="auto"/>
            <w:ind w:left="57"/>
            <w:jc w:val="left"/>
            <w:rPr>
              <w:rFonts w:ascii="Gill Sans" w:hAnsi="Gill Sans"/>
              <w:sz w:val="12"/>
              <w:szCs w:val="12"/>
            </w:rPr>
          </w:pPr>
          <w:r w:rsidRPr="00FE6965">
            <w:rPr>
              <w:rFonts w:ascii="Gill Sans" w:hAnsi="Gill Sans"/>
              <w:sz w:val="12"/>
              <w:szCs w:val="12"/>
            </w:rPr>
            <w:t>DE LAS TELECOMUNICACIONES</w:t>
          </w:r>
          <w:r w:rsidR="00A80761">
            <w:rPr>
              <w:rFonts w:ascii="Gill Sans" w:hAnsi="Gill Sans"/>
              <w:sz w:val="12"/>
              <w:szCs w:val="12"/>
            </w:rPr>
            <w:t xml:space="preserve"> E INFRAESTRUCTURAS DIGITALES</w:t>
          </w:r>
        </w:p>
      </w:tc>
    </w:tr>
  </w:tbl>
  <w:p w14:paraId="71A8D29B" w14:textId="77777777" w:rsidR="000F76A0" w:rsidRDefault="000F76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46E26"/>
    <w:multiLevelType w:val="hybridMultilevel"/>
    <w:tmpl w:val="50760FEA"/>
    <w:lvl w:ilvl="0" w:tplc="42E84F68">
      <w:start w:val="1"/>
      <w:numFmt w:val="bullet"/>
      <w:lvlText w:val=""/>
      <w:lvlJc w:val="left"/>
      <w:pPr>
        <w:ind w:left="99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DEAE7248">
      <w:numFmt w:val="bullet"/>
      <w:lvlText w:val="-"/>
      <w:lvlJc w:val="left"/>
      <w:pPr>
        <w:ind w:left="2792" w:hanging="360"/>
      </w:pPr>
      <w:rPr>
        <w:rFonts w:ascii="Calibri" w:eastAsiaTheme="minorHAnsi" w:hAnsi="Calibri" w:cstheme="minorBidi" w:hint="default"/>
      </w:rPr>
    </w:lvl>
    <w:lvl w:ilvl="4" w:tplc="0C0A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" w15:restartNumberingAfterBreak="0">
    <w:nsid w:val="0E8824EB"/>
    <w:multiLevelType w:val="hybridMultilevel"/>
    <w:tmpl w:val="179E8CAC"/>
    <w:lvl w:ilvl="0" w:tplc="495A5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C4040"/>
    <w:multiLevelType w:val="hybridMultilevel"/>
    <w:tmpl w:val="40989C96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8E4D08"/>
    <w:multiLevelType w:val="hybridMultilevel"/>
    <w:tmpl w:val="F060262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44045"/>
    <w:multiLevelType w:val="hybridMultilevel"/>
    <w:tmpl w:val="B534098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D766F6"/>
    <w:multiLevelType w:val="hybridMultilevel"/>
    <w:tmpl w:val="8602A3C8"/>
    <w:lvl w:ilvl="0" w:tplc="6C72E6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786341"/>
    <w:multiLevelType w:val="hybridMultilevel"/>
    <w:tmpl w:val="A4945D0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42E84F6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8D41F0"/>
    <w:multiLevelType w:val="hybridMultilevel"/>
    <w:tmpl w:val="A79460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23531"/>
    <w:multiLevelType w:val="hybridMultilevel"/>
    <w:tmpl w:val="910C24C2"/>
    <w:lvl w:ilvl="0" w:tplc="0C0A0005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  <w:sz w:val="18"/>
      </w:rPr>
    </w:lvl>
    <w:lvl w:ilvl="1" w:tplc="0C0A0003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49" w:hanging="360"/>
      </w:pPr>
      <w:rPr>
        <w:rFonts w:ascii="Wingdings" w:hAnsi="Wingdings" w:hint="default"/>
      </w:rPr>
    </w:lvl>
  </w:abstractNum>
  <w:abstractNum w:abstractNumId="9" w15:restartNumberingAfterBreak="0">
    <w:nsid w:val="2B227554"/>
    <w:multiLevelType w:val="hybridMultilevel"/>
    <w:tmpl w:val="F43E72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C65FB"/>
    <w:multiLevelType w:val="hybridMultilevel"/>
    <w:tmpl w:val="555C02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B67BA"/>
    <w:multiLevelType w:val="hybridMultilevel"/>
    <w:tmpl w:val="A1B2D37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A03137"/>
    <w:multiLevelType w:val="hybridMultilevel"/>
    <w:tmpl w:val="B05AF11E"/>
    <w:lvl w:ilvl="0" w:tplc="0C0A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E0236C"/>
    <w:multiLevelType w:val="hybridMultilevel"/>
    <w:tmpl w:val="1DD841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912BF"/>
    <w:multiLevelType w:val="hybridMultilevel"/>
    <w:tmpl w:val="FBB620C4"/>
    <w:lvl w:ilvl="0" w:tplc="0714E28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95826"/>
    <w:multiLevelType w:val="hybridMultilevel"/>
    <w:tmpl w:val="DE9EE3A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61D9F"/>
    <w:multiLevelType w:val="hybridMultilevel"/>
    <w:tmpl w:val="33906E6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64567"/>
    <w:multiLevelType w:val="hybridMultilevel"/>
    <w:tmpl w:val="7F9C0A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052D9"/>
    <w:multiLevelType w:val="hybridMultilevel"/>
    <w:tmpl w:val="0DACD2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42867"/>
    <w:multiLevelType w:val="hybridMultilevel"/>
    <w:tmpl w:val="F1FAA59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00311"/>
    <w:multiLevelType w:val="hybridMultilevel"/>
    <w:tmpl w:val="AD6A3DF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8A6134"/>
    <w:multiLevelType w:val="hybridMultilevel"/>
    <w:tmpl w:val="AF9469C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64414B"/>
    <w:multiLevelType w:val="hybridMultilevel"/>
    <w:tmpl w:val="11C616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80133"/>
    <w:multiLevelType w:val="hybridMultilevel"/>
    <w:tmpl w:val="A6F80F4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250378"/>
    <w:multiLevelType w:val="hybridMultilevel"/>
    <w:tmpl w:val="8ED61B6E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A316395"/>
    <w:multiLevelType w:val="hybridMultilevel"/>
    <w:tmpl w:val="F4283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34262"/>
    <w:multiLevelType w:val="hybridMultilevel"/>
    <w:tmpl w:val="D422DB3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56821"/>
    <w:multiLevelType w:val="hybridMultilevel"/>
    <w:tmpl w:val="F6608622"/>
    <w:lvl w:ilvl="0" w:tplc="605AFA8A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A76DF6"/>
    <w:multiLevelType w:val="hybridMultilevel"/>
    <w:tmpl w:val="A820447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37090"/>
    <w:multiLevelType w:val="hybridMultilevel"/>
    <w:tmpl w:val="E896772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1D39BF"/>
    <w:multiLevelType w:val="hybridMultilevel"/>
    <w:tmpl w:val="3EA6DDC4"/>
    <w:lvl w:ilvl="0" w:tplc="42E84F68">
      <w:start w:val="1"/>
      <w:numFmt w:val="bullet"/>
      <w:lvlText w:val=""/>
      <w:lvlJc w:val="left"/>
      <w:pPr>
        <w:ind w:left="1199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ind w:left="1559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DEAE7248">
      <w:numFmt w:val="bullet"/>
      <w:lvlText w:val="-"/>
      <w:lvlJc w:val="left"/>
      <w:pPr>
        <w:ind w:left="2999" w:hanging="360"/>
      </w:pPr>
      <w:rPr>
        <w:rFonts w:ascii="Calibri" w:eastAsiaTheme="minorHAnsi" w:hAnsi="Calibri" w:cstheme="minorBidi" w:hint="default"/>
      </w:rPr>
    </w:lvl>
    <w:lvl w:ilvl="4" w:tplc="0C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1" w15:restartNumberingAfterBreak="0">
    <w:nsid w:val="79046405"/>
    <w:multiLevelType w:val="hybridMultilevel"/>
    <w:tmpl w:val="D4822A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18"/>
  </w:num>
  <w:num w:numId="4">
    <w:abstractNumId w:val="7"/>
  </w:num>
  <w:num w:numId="5">
    <w:abstractNumId w:val="20"/>
  </w:num>
  <w:num w:numId="6">
    <w:abstractNumId w:val="23"/>
  </w:num>
  <w:num w:numId="7">
    <w:abstractNumId w:val="21"/>
  </w:num>
  <w:num w:numId="8">
    <w:abstractNumId w:val="19"/>
  </w:num>
  <w:num w:numId="9">
    <w:abstractNumId w:val="29"/>
  </w:num>
  <w:num w:numId="10">
    <w:abstractNumId w:val="6"/>
  </w:num>
  <w:num w:numId="11">
    <w:abstractNumId w:val="5"/>
  </w:num>
  <w:num w:numId="12">
    <w:abstractNumId w:val="0"/>
  </w:num>
  <w:num w:numId="13">
    <w:abstractNumId w:val="10"/>
  </w:num>
  <w:num w:numId="14">
    <w:abstractNumId w:val="4"/>
  </w:num>
  <w:num w:numId="15">
    <w:abstractNumId w:val="12"/>
  </w:num>
  <w:num w:numId="16">
    <w:abstractNumId w:val="1"/>
  </w:num>
  <w:num w:numId="17">
    <w:abstractNumId w:val="8"/>
  </w:num>
  <w:num w:numId="18">
    <w:abstractNumId w:val="11"/>
  </w:num>
  <w:num w:numId="19">
    <w:abstractNumId w:val="17"/>
  </w:num>
  <w:num w:numId="20">
    <w:abstractNumId w:val="15"/>
  </w:num>
  <w:num w:numId="21">
    <w:abstractNumId w:val="16"/>
  </w:num>
  <w:num w:numId="22">
    <w:abstractNumId w:val="26"/>
  </w:num>
  <w:num w:numId="23">
    <w:abstractNumId w:val="28"/>
  </w:num>
  <w:num w:numId="24">
    <w:abstractNumId w:val="29"/>
  </w:num>
  <w:num w:numId="25">
    <w:abstractNumId w:val="30"/>
  </w:num>
  <w:num w:numId="26">
    <w:abstractNumId w:val="2"/>
  </w:num>
  <w:num w:numId="27">
    <w:abstractNumId w:val="24"/>
  </w:num>
  <w:num w:numId="28">
    <w:abstractNumId w:val="25"/>
  </w:num>
  <w:num w:numId="29">
    <w:abstractNumId w:val="9"/>
  </w:num>
  <w:num w:numId="30">
    <w:abstractNumId w:val="3"/>
  </w:num>
  <w:num w:numId="31">
    <w:abstractNumId w:val="13"/>
  </w:num>
  <w:num w:numId="32">
    <w:abstractNumId w:val="14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9148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928"/>
    <w:rsid w:val="00002AD5"/>
    <w:rsid w:val="00003394"/>
    <w:rsid w:val="00004652"/>
    <w:rsid w:val="000048EA"/>
    <w:rsid w:val="0001556C"/>
    <w:rsid w:val="00036BE5"/>
    <w:rsid w:val="000372DA"/>
    <w:rsid w:val="00057B5A"/>
    <w:rsid w:val="00061799"/>
    <w:rsid w:val="000641D8"/>
    <w:rsid w:val="00071E7E"/>
    <w:rsid w:val="0007292D"/>
    <w:rsid w:val="000731D4"/>
    <w:rsid w:val="000744A9"/>
    <w:rsid w:val="0007655D"/>
    <w:rsid w:val="000836D1"/>
    <w:rsid w:val="000921B6"/>
    <w:rsid w:val="00094769"/>
    <w:rsid w:val="00094DE9"/>
    <w:rsid w:val="00094F98"/>
    <w:rsid w:val="0009754F"/>
    <w:rsid w:val="000A0CBA"/>
    <w:rsid w:val="000A115E"/>
    <w:rsid w:val="000A1561"/>
    <w:rsid w:val="000A68F0"/>
    <w:rsid w:val="000B0590"/>
    <w:rsid w:val="000B0E52"/>
    <w:rsid w:val="000B4114"/>
    <w:rsid w:val="000C294F"/>
    <w:rsid w:val="000C3F76"/>
    <w:rsid w:val="000C5A43"/>
    <w:rsid w:val="000C66F8"/>
    <w:rsid w:val="000D1CE8"/>
    <w:rsid w:val="000D205B"/>
    <w:rsid w:val="000D70A1"/>
    <w:rsid w:val="000E6715"/>
    <w:rsid w:val="000F4A7D"/>
    <w:rsid w:val="000F67C7"/>
    <w:rsid w:val="000F76A0"/>
    <w:rsid w:val="00105773"/>
    <w:rsid w:val="001122C5"/>
    <w:rsid w:val="00113457"/>
    <w:rsid w:val="00115F87"/>
    <w:rsid w:val="00116DFE"/>
    <w:rsid w:val="0011784C"/>
    <w:rsid w:val="00121D41"/>
    <w:rsid w:val="00124D6F"/>
    <w:rsid w:val="0013006F"/>
    <w:rsid w:val="00131E4E"/>
    <w:rsid w:val="00133C06"/>
    <w:rsid w:val="001340CB"/>
    <w:rsid w:val="00141BE5"/>
    <w:rsid w:val="00142E10"/>
    <w:rsid w:val="00151A09"/>
    <w:rsid w:val="0015754A"/>
    <w:rsid w:val="001602CA"/>
    <w:rsid w:val="00160605"/>
    <w:rsid w:val="00165E19"/>
    <w:rsid w:val="00166FAE"/>
    <w:rsid w:val="00170210"/>
    <w:rsid w:val="00171D44"/>
    <w:rsid w:val="00172D25"/>
    <w:rsid w:val="0017787B"/>
    <w:rsid w:val="00181D7A"/>
    <w:rsid w:val="00186EC3"/>
    <w:rsid w:val="001979FC"/>
    <w:rsid w:val="001A3FF0"/>
    <w:rsid w:val="001A4331"/>
    <w:rsid w:val="001B1508"/>
    <w:rsid w:val="001B2C83"/>
    <w:rsid w:val="001B3BFB"/>
    <w:rsid w:val="001B58A9"/>
    <w:rsid w:val="001C4FC2"/>
    <w:rsid w:val="001C5E96"/>
    <w:rsid w:val="001C676E"/>
    <w:rsid w:val="001D6F4C"/>
    <w:rsid w:val="001D7429"/>
    <w:rsid w:val="001D7D84"/>
    <w:rsid w:val="001E08C4"/>
    <w:rsid w:val="001E7A6C"/>
    <w:rsid w:val="001F21D7"/>
    <w:rsid w:val="001F6D03"/>
    <w:rsid w:val="00207591"/>
    <w:rsid w:val="00211065"/>
    <w:rsid w:val="00211876"/>
    <w:rsid w:val="00214628"/>
    <w:rsid w:val="00216123"/>
    <w:rsid w:val="002362B2"/>
    <w:rsid w:val="00240DA1"/>
    <w:rsid w:val="00244482"/>
    <w:rsid w:val="00244D02"/>
    <w:rsid w:val="0025082E"/>
    <w:rsid w:val="0025471E"/>
    <w:rsid w:val="00256735"/>
    <w:rsid w:val="00256FB8"/>
    <w:rsid w:val="00257E70"/>
    <w:rsid w:val="00263BF5"/>
    <w:rsid w:val="0026515E"/>
    <w:rsid w:val="00265F8B"/>
    <w:rsid w:val="0027168A"/>
    <w:rsid w:val="00275F20"/>
    <w:rsid w:val="00277748"/>
    <w:rsid w:val="00282415"/>
    <w:rsid w:val="0028498E"/>
    <w:rsid w:val="00285211"/>
    <w:rsid w:val="002906B4"/>
    <w:rsid w:val="00295300"/>
    <w:rsid w:val="002966DD"/>
    <w:rsid w:val="00296776"/>
    <w:rsid w:val="00297EE2"/>
    <w:rsid w:val="002A5817"/>
    <w:rsid w:val="002B0012"/>
    <w:rsid w:val="002D1DE0"/>
    <w:rsid w:val="002D702F"/>
    <w:rsid w:val="002E0D4D"/>
    <w:rsid w:val="002E70AB"/>
    <w:rsid w:val="002F637A"/>
    <w:rsid w:val="0030038A"/>
    <w:rsid w:val="0030105E"/>
    <w:rsid w:val="003024E8"/>
    <w:rsid w:val="00304BD5"/>
    <w:rsid w:val="00305AA5"/>
    <w:rsid w:val="0031016D"/>
    <w:rsid w:val="00320FB8"/>
    <w:rsid w:val="00322174"/>
    <w:rsid w:val="003223BF"/>
    <w:rsid w:val="003227B0"/>
    <w:rsid w:val="0032415C"/>
    <w:rsid w:val="00327B20"/>
    <w:rsid w:val="003307CA"/>
    <w:rsid w:val="00331501"/>
    <w:rsid w:val="00344298"/>
    <w:rsid w:val="003454FB"/>
    <w:rsid w:val="0034607F"/>
    <w:rsid w:val="00346CA9"/>
    <w:rsid w:val="00347838"/>
    <w:rsid w:val="00352DE9"/>
    <w:rsid w:val="00354925"/>
    <w:rsid w:val="00357F00"/>
    <w:rsid w:val="00361098"/>
    <w:rsid w:val="00365EAA"/>
    <w:rsid w:val="00373920"/>
    <w:rsid w:val="00377C55"/>
    <w:rsid w:val="003814A6"/>
    <w:rsid w:val="00385BA9"/>
    <w:rsid w:val="00386A6D"/>
    <w:rsid w:val="0039113A"/>
    <w:rsid w:val="00391AF5"/>
    <w:rsid w:val="0039456C"/>
    <w:rsid w:val="00396319"/>
    <w:rsid w:val="003A0B32"/>
    <w:rsid w:val="003A2768"/>
    <w:rsid w:val="003A3B31"/>
    <w:rsid w:val="003A48D7"/>
    <w:rsid w:val="003A52BE"/>
    <w:rsid w:val="003C4E08"/>
    <w:rsid w:val="003D1776"/>
    <w:rsid w:val="003D3D74"/>
    <w:rsid w:val="003D67A7"/>
    <w:rsid w:val="003E0F69"/>
    <w:rsid w:val="003E10BC"/>
    <w:rsid w:val="003E2C13"/>
    <w:rsid w:val="003E34AC"/>
    <w:rsid w:val="003F1F42"/>
    <w:rsid w:val="003F20EE"/>
    <w:rsid w:val="003F3143"/>
    <w:rsid w:val="00405E91"/>
    <w:rsid w:val="00414548"/>
    <w:rsid w:val="00417E92"/>
    <w:rsid w:val="00420B07"/>
    <w:rsid w:val="00430588"/>
    <w:rsid w:val="004352FE"/>
    <w:rsid w:val="004459D5"/>
    <w:rsid w:val="0044612F"/>
    <w:rsid w:val="00447F3D"/>
    <w:rsid w:val="00453D44"/>
    <w:rsid w:val="004543DC"/>
    <w:rsid w:val="00454890"/>
    <w:rsid w:val="00455D09"/>
    <w:rsid w:val="004576D7"/>
    <w:rsid w:val="00474DB8"/>
    <w:rsid w:val="0048173E"/>
    <w:rsid w:val="0048372F"/>
    <w:rsid w:val="00487C28"/>
    <w:rsid w:val="0049185B"/>
    <w:rsid w:val="00495E38"/>
    <w:rsid w:val="004965EE"/>
    <w:rsid w:val="004A508D"/>
    <w:rsid w:val="004B0CEE"/>
    <w:rsid w:val="004B3619"/>
    <w:rsid w:val="004B72A6"/>
    <w:rsid w:val="004B7557"/>
    <w:rsid w:val="004C54C1"/>
    <w:rsid w:val="004D0022"/>
    <w:rsid w:val="004D6A96"/>
    <w:rsid w:val="004E19CC"/>
    <w:rsid w:val="004E5CF3"/>
    <w:rsid w:val="004F7FDB"/>
    <w:rsid w:val="005036DA"/>
    <w:rsid w:val="00506F43"/>
    <w:rsid w:val="00507FAE"/>
    <w:rsid w:val="00510AA1"/>
    <w:rsid w:val="005144D7"/>
    <w:rsid w:val="00514E0A"/>
    <w:rsid w:val="00515B93"/>
    <w:rsid w:val="005226BF"/>
    <w:rsid w:val="00525E4C"/>
    <w:rsid w:val="00527697"/>
    <w:rsid w:val="005331EC"/>
    <w:rsid w:val="005365EA"/>
    <w:rsid w:val="00543471"/>
    <w:rsid w:val="00543ABB"/>
    <w:rsid w:val="00544930"/>
    <w:rsid w:val="00544A2D"/>
    <w:rsid w:val="00546289"/>
    <w:rsid w:val="00547754"/>
    <w:rsid w:val="005505CC"/>
    <w:rsid w:val="00550BE3"/>
    <w:rsid w:val="00553125"/>
    <w:rsid w:val="00554866"/>
    <w:rsid w:val="005559A9"/>
    <w:rsid w:val="00555B10"/>
    <w:rsid w:val="00561A43"/>
    <w:rsid w:val="00563F75"/>
    <w:rsid w:val="0057445F"/>
    <w:rsid w:val="0058512F"/>
    <w:rsid w:val="00586137"/>
    <w:rsid w:val="00590083"/>
    <w:rsid w:val="00592A8E"/>
    <w:rsid w:val="005965E5"/>
    <w:rsid w:val="005A2509"/>
    <w:rsid w:val="005B34A9"/>
    <w:rsid w:val="005B3A12"/>
    <w:rsid w:val="005B4DE5"/>
    <w:rsid w:val="005B5ED5"/>
    <w:rsid w:val="005C2820"/>
    <w:rsid w:val="005C3D05"/>
    <w:rsid w:val="005D0BCE"/>
    <w:rsid w:val="005D0EC8"/>
    <w:rsid w:val="005D4629"/>
    <w:rsid w:val="005E7CFE"/>
    <w:rsid w:val="005F16CD"/>
    <w:rsid w:val="005F2E48"/>
    <w:rsid w:val="005F4162"/>
    <w:rsid w:val="005F4A29"/>
    <w:rsid w:val="005F656D"/>
    <w:rsid w:val="00602989"/>
    <w:rsid w:val="00621DAD"/>
    <w:rsid w:val="00626131"/>
    <w:rsid w:val="00640B42"/>
    <w:rsid w:val="006465F4"/>
    <w:rsid w:val="006470EB"/>
    <w:rsid w:val="006505A3"/>
    <w:rsid w:val="00660030"/>
    <w:rsid w:val="006640DB"/>
    <w:rsid w:val="0067399A"/>
    <w:rsid w:val="00675B55"/>
    <w:rsid w:val="006760B4"/>
    <w:rsid w:val="00680C83"/>
    <w:rsid w:val="00684501"/>
    <w:rsid w:val="00687D4C"/>
    <w:rsid w:val="00691BA8"/>
    <w:rsid w:val="006A0424"/>
    <w:rsid w:val="006A6A03"/>
    <w:rsid w:val="006A7C35"/>
    <w:rsid w:val="006C1568"/>
    <w:rsid w:val="006C18A7"/>
    <w:rsid w:val="006C7D07"/>
    <w:rsid w:val="006D6DA3"/>
    <w:rsid w:val="006F339D"/>
    <w:rsid w:val="006F706E"/>
    <w:rsid w:val="00702DB8"/>
    <w:rsid w:val="0070330D"/>
    <w:rsid w:val="00705483"/>
    <w:rsid w:val="00706E6F"/>
    <w:rsid w:val="00706FF1"/>
    <w:rsid w:val="00717A53"/>
    <w:rsid w:val="00721B32"/>
    <w:rsid w:val="007301D0"/>
    <w:rsid w:val="0073254B"/>
    <w:rsid w:val="00732A62"/>
    <w:rsid w:val="00737473"/>
    <w:rsid w:val="00740D46"/>
    <w:rsid w:val="0074134A"/>
    <w:rsid w:val="00742CEA"/>
    <w:rsid w:val="00746743"/>
    <w:rsid w:val="00752326"/>
    <w:rsid w:val="0075462B"/>
    <w:rsid w:val="00755B50"/>
    <w:rsid w:val="007736C2"/>
    <w:rsid w:val="0077536E"/>
    <w:rsid w:val="0078528F"/>
    <w:rsid w:val="00794114"/>
    <w:rsid w:val="007A4799"/>
    <w:rsid w:val="007A4E9C"/>
    <w:rsid w:val="007A6FA7"/>
    <w:rsid w:val="007B1DED"/>
    <w:rsid w:val="007B5E8F"/>
    <w:rsid w:val="007B7875"/>
    <w:rsid w:val="007C1887"/>
    <w:rsid w:val="007C71C2"/>
    <w:rsid w:val="007D4FCD"/>
    <w:rsid w:val="007E1691"/>
    <w:rsid w:val="007E5836"/>
    <w:rsid w:val="007E67B5"/>
    <w:rsid w:val="007F1A0A"/>
    <w:rsid w:val="007F1A46"/>
    <w:rsid w:val="007F1BAD"/>
    <w:rsid w:val="007F3E8D"/>
    <w:rsid w:val="007F5105"/>
    <w:rsid w:val="007F580F"/>
    <w:rsid w:val="007F7C02"/>
    <w:rsid w:val="0080216E"/>
    <w:rsid w:val="00812775"/>
    <w:rsid w:val="008345C4"/>
    <w:rsid w:val="00835448"/>
    <w:rsid w:val="00835928"/>
    <w:rsid w:val="00837DEC"/>
    <w:rsid w:val="00843643"/>
    <w:rsid w:val="00846759"/>
    <w:rsid w:val="00846BE1"/>
    <w:rsid w:val="00847AC9"/>
    <w:rsid w:val="00852B84"/>
    <w:rsid w:val="00852C80"/>
    <w:rsid w:val="00854504"/>
    <w:rsid w:val="0085466D"/>
    <w:rsid w:val="008656C2"/>
    <w:rsid w:val="00866C58"/>
    <w:rsid w:val="00870C3E"/>
    <w:rsid w:val="00870D15"/>
    <w:rsid w:val="008710C7"/>
    <w:rsid w:val="008720DD"/>
    <w:rsid w:val="0087352A"/>
    <w:rsid w:val="00875767"/>
    <w:rsid w:val="00885883"/>
    <w:rsid w:val="008A54FB"/>
    <w:rsid w:val="008B0477"/>
    <w:rsid w:val="008B5C91"/>
    <w:rsid w:val="008C178C"/>
    <w:rsid w:val="008C4C71"/>
    <w:rsid w:val="008C6CB1"/>
    <w:rsid w:val="008C7427"/>
    <w:rsid w:val="008D157D"/>
    <w:rsid w:val="008E1F42"/>
    <w:rsid w:val="008E237E"/>
    <w:rsid w:val="008E2A6D"/>
    <w:rsid w:val="008E5E3F"/>
    <w:rsid w:val="008E6BFB"/>
    <w:rsid w:val="008E6C39"/>
    <w:rsid w:val="008E6FBE"/>
    <w:rsid w:val="008F38F7"/>
    <w:rsid w:val="008F7B1F"/>
    <w:rsid w:val="00900939"/>
    <w:rsid w:val="009014C1"/>
    <w:rsid w:val="00904A45"/>
    <w:rsid w:val="009052D7"/>
    <w:rsid w:val="0090559C"/>
    <w:rsid w:val="00912560"/>
    <w:rsid w:val="00912EB9"/>
    <w:rsid w:val="00915875"/>
    <w:rsid w:val="00922D00"/>
    <w:rsid w:val="00922E2A"/>
    <w:rsid w:val="00923F95"/>
    <w:rsid w:val="00927F13"/>
    <w:rsid w:val="00933607"/>
    <w:rsid w:val="009376CA"/>
    <w:rsid w:val="009415DE"/>
    <w:rsid w:val="00942EA1"/>
    <w:rsid w:val="00943694"/>
    <w:rsid w:val="009442C2"/>
    <w:rsid w:val="00944DEB"/>
    <w:rsid w:val="00954B41"/>
    <w:rsid w:val="00956654"/>
    <w:rsid w:val="009574D8"/>
    <w:rsid w:val="0096047D"/>
    <w:rsid w:val="00960963"/>
    <w:rsid w:val="0096158E"/>
    <w:rsid w:val="00962509"/>
    <w:rsid w:val="0096469E"/>
    <w:rsid w:val="00964C49"/>
    <w:rsid w:val="0096683D"/>
    <w:rsid w:val="00966C47"/>
    <w:rsid w:val="0097088F"/>
    <w:rsid w:val="009718D4"/>
    <w:rsid w:val="00971A40"/>
    <w:rsid w:val="00972E4B"/>
    <w:rsid w:val="00982A3E"/>
    <w:rsid w:val="00992EF5"/>
    <w:rsid w:val="0099787F"/>
    <w:rsid w:val="009A04E0"/>
    <w:rsid w:val="009B0DD7"/>
    <w:rsid w:val="009B1304"/>
    <w:rsid w:val="009C273E"/>
    <w:rsid w:val="009C2A2F"/>
    <w:rsid w:val="009C5F83"/>
    <w:rsid w:val="009C7E73"/>
    <w:rsid w:val="009D5628"/>
    <w:rsid w:val="009D5C8A"/>
    <w:rsid w:val="009D6858"/>
    <w:rsid w:val="009E07AC"/>
    <w:rsid w:val="009F0FC5"/>
    <w:rsid w:val="009F5F6C"/>
    <w:rsid w:val="00A00712"/>
    <w:rsid w:val="00A06847"/>
    <w:rsid w:val="00A205A2"/>
    <w:rsid w:val="00A221DA"/>
    <w:rsid w:val="00A22D07"/>
    <w:rsid w:val="00A26290"/>
    <w:rsid w:val="00A32BA4"/>
    <w:rsid w:val="00A34155"/>
    <w:rsid w:val="00A37068"/>
    <w:rsid w:val="00A409F9"/>
    <w:rsid w:val="00A52A6F"/>
    <w:rsid w:val="00A80761"/>
    <w:rsid w:val="00A82065"/>
    <w:rsid w:val="00A83BFB"/>
    <w:rsid w:val="00A86464"/>
    <w:rsid w:val="00A95DA6"/>
    <w:rsid w:val="00AA3211"/>
    <w:rsid w:val="00AA3FB7"/>
    <w:rsid w:val="00AA592C"/>
    <w:rsid w:val="00AA62D9"/>
    <w:rsid w:val="00AA687B"/>
    <w:rsid w:val="00AB4434"/>
    <w:rsid w:val="00AB7FEE"/>
    <w:rsid w:val="00AD0A5F"/>
    <w:rsid w:val="00AD4158"/>
    <w:rsid w:val="00AD7662"/>
    <w:rsid w:val="00AE4A89"/>
    <w:rsid w:val="00AE7CB0"/>
    <w:rsid w:val="00AF3CE3"/>
    <w:rsid w:val="00AF57F9"/>
    <w:rsid w:val="00B030D2"/>
    <w:rsid w:val="00B03DBD"/>
    <w:rsid w:val="00B068E6"/>
    <w:rsid w:val="00B07D7F"/>
    <w:rsid w:val="00B10F04"/>
    <w:rsid w:val="00B15462"/>
    <w:rsid w:val="00B159EB"/>
    <w:rsid w:val="00B2131B"/>
    <w:rsid w:val="00B24E5C"/>
    <w:rsid w:val="00B27628"/>
    <w:rsid w:val="00B30569"/>
    <w:rsid w:val="00B31793"/>
    <w:rsid w:val="00B33343"/>
    <w:rsid w:val="00B3531E"/>
    <w:rsid w:val="00B42813"/>
    <w:rsid w:val="00B4593D"/>
    <w:rsid w:val="00B51AD8"/>
    <w:rsid w:val="00B60E8F"/>
    <w:rsid w:val="00B64F18"/>
    <w:rsid w:val="00B920F0"/>
    <w:rsid w:val="00BA3445"/>
    <w:rsid w:val="00BA3B68"/>
    <w:rsid w:val="00BA66A9"/>
    <w:rsid w:val="00BB0B0D"/>
    <w:rsid w:val="00BB3379"/>
    <w:rsid w:val="00BB560B"/>
    <w:rsid w:val="00BB6471"/>
    <w:rsid w:val="00BC6261"/>
    <w:rsid w:val="00BC6D10"/>
    <w:rsid w:val="00BD20DE"/>
    <w:rsid w:val="00BE14CA"/>
    <w:rsid w:val="00BE6386"/>
    <w:rsid w:val="00BF3391"/>
    <w:rsid w:val="00BF7FCF"/>
    <w:rsid w:val="00C07683"/>
    <w:rsid w:val="00C139C2"/>
    <w:rsid w:val="00C1590F"/>
    <w:rsid w:val="00C17A01"/>
    <w:rsid w:val="00C20862"/>
    <w:rsid w:val="00C218C8"/>
    <w:rsid w:val="00C32D30"/>
    <w:rsid w:val="00C3422C"/>
    <w:rsid w:val="00C347C6"/>
    <w:rsid w:val="00C36D64"/>
    <w:rsid w:val="00C37DB0"/>
    <w:rsid w:val="00C37F7A"/>
    <w:rsid w:val="00C45F9D"/>
    <w:rsid w:val="00C64BF1"/>
    <w:rsid w:val="00C66D0C"/>
    <w:rsid w:val="00C67942"/>
    <w:rsid w:val="00C67AC4"/>
    <w:rsid w:val="00C73DF6"/>
    <w:rsid w:val="00C74E16"/>
    <w:rsid w:val="00C864C7"/>
    <w:rsid w:val="00C9583D"/>
    <w:rsid w:val="00C95861"/>
    <w:rsid w:val="00CA13FE"/>
    <w:rsid w:val="00CA274D"/>
    <w:rsid w:val="00CA552E"/>
    <w:rsid w:val="00CC64E8"/>
    <w:rsid w:val="00CD0F99"/>
    <w:rsid w:val="00CD1009"/>
    <w:rsid w:val="00CD1F06"/>
    <w:rsid w:val="00CE0013"/>
    <w:rsid w:val="00CF05F6"/>
    <w:rsid w:val="00CF0D46"/>
    <w:rsid w:val="00CF141F"/>
    <w:rsid w:val="00CF26CE"/>
    <w:rsid w:val="00CF3326"/>
    <w:rsid w:val="00CF4DF5"/>
    <w:rsid w:val="00CF5DE7"/>
    <w:rsid w:val="00CF633D"/>
    <w:rsid w:val="00D15691"/>
    <w:rsid w:val="00D1713A"/>
    <w:rsid w:val="00D2010C"/>
    <w:rsid w:val="00D21599"/>
    <w:rsid w:val="00D24ABF"/>
    <w:rsid w:val="00D268D0"/>
    <w:rsid w:val="00D277F4"/>
    <w:rsid w:val="00D329A2"/>
    <w:rsid w:val="00D4089B"/>
    <w:rsid w:val="00D40E09"/>
    <w:rsid w:val="00D41CB3"/>
    <w:rsid w:val="00D46004"/>
    <w:rsid w:val="00D55340"/>
    <w:rsid w:val="00D55BB1"/>
    <w:rsid w:val="00D601D6"/>
    <w:rsid w:val="00D816DD"/>
    <w:rsid w:val="00DA01D1"/>
    <w:rsid w:val="00DA123C"/>
    <w:rsid w:val="00DA1971"/>
    <w:rsid w:val="00DA1C33"/>
    <w:rsid w:val="00DB2709"/>
    <w:rsid w:val="00DB614F"/>
    <w:rsid w:val="00DB61CA"/>
    <w:rsid w:val="00DB7E9F"/>
    <w:rsid w:val="00DC504D"/>
    <w:rsid w:val="00DD0289"/>
    <w:rsid w:val="00DD3565"/>
    <w:rsid w:val="00DD52AE"/>
    <w:rsid w:val="00DD6C3A"/>
    <w:rsid w:val="00DE62F6"/>
    <w:rsid w:val="00DF1901"/>
    <w:rsid w:val="00DF3796"/>
    <w:rsid w:val="00DF3BDE"/>
    <w:rsid w:val="00E03FFE"/>
    <w:rsid w:val="00E04862"/>
    <w:rsid w:val="00E070A6"/>
    <w:rsid w:val="00E141F9"/>
    <w:rsid w:val="00E20B0C"/>
    <w:rsid w:val="00E2288D"/>
    <w:rsid w:val="00E40227"/>
    <w:rsid w:val="00E40C30"/>
    <w:rsid w:val="00E4137F"/>
    <w:rsid w:val="00E42034"/>
    <w:rsid w:val="00E5065C"/>
    <w:rsid w:val="00E518E8"/>
    <w:rsid w:val="00E5663E"/>
    <w:rsid w:val="00E61E64"/>
    <w:rsid w:val="00E635C2"/>
    <w:rsid w:val="00E676BD"/>
    <w:rsid w:val="00E67EFA"/>
    <w:rsid w:val="00E73B15"/>
    <w:rsid w:val="00E77E2A"/>
    <w:rsid w:val="00E85487"/>
    <w:rsid w:val="00E86146"/>
    <w:rsid w:val="00E936BF"/>
    <w:rsid w:val="00EA1324"/>
    <w:rsid w:val="00EA2311"/>
    <w:rsid w:val="00EA2B35"/>
    <w:rsid w:val="00EA3C4C"/>
    <w:rsid w:val="00EB5686"/>
    <w:rsid w:val="00EB5AAB"/>
    <w:rsid w:val="00EC396B"/>
    <w:rsid w:val="00ED3936"/>
    <w:rsid w:val="00EE262B"/>
    <w:rsid w:val="00EE3967"/>
    <w:rsid w:val="00EF7402"/>
    <w:rsid w:val="00F028E5"/>
    <w:rsid w:val="00F04C33"/>
    <w:rsid w:val="00F10E9A"/>
    <w:rsid w:val="00F1392E"/>
    <w:rsid w:val="00F141FE"/>
    <w:rsid w:val="00F14A5D"/>
    <w:rsid w:val="00F16BDC"/>
    <w:rsid w:val="00F30B3E"/>
    <w:rsid w:val="00F3158A"/>
    <w:rsid w:val="00F31E85"/>
    <w:rsid w:val="00F437BE"/>
    <w:rsid w:val="00F50A21"/>
    <w:rsid w:val="00F546E5"/>
    <w:rsid w:val="00F55C12"/>
    <w:rsid w:val="00F57860"/>
    <w:rsid w:val="00F64A7A"/>
    <w:rsid w:val="00F75885"/>
    <w:rsid w:val="00F76CE4"/>
    <w:rsid w:val="00F82620"/>
    <w:rsid w:val="00F84639"/>
    <w:rsid w:val="00F84F53"/>
    <w:rsid w:val="00F8751F"/>
    <w:rsid w:val="00F9287C"/>
    <w:rsid w:val="00F92FC6"/>
    <w:rsid w:val="00F95815"/>
    <w:rsid w:val="00F95C1E"/>
    <w:rsid w:val="00FA5BE0"/>
    <w:rsid w:val="00FA5F8E"/>
    <w:rsid w:val="00FB153C"/>
    <w:rsid w:val="00FB7BC6"/>
    <w:rsid w:val="00FC07BB"/>
    <w:rsid w:val="00FC422F"/>
    <w:rsid w:val="00FC4573"/>
    <w:rsid w:val="00FC5687"/>
    <w:rsid w:val="00FC5B09"/>
    <w:rsid w:val="00FD126B"/>
    <w:rsid w:val="00FE3CB0"/>
    <w:rsid w:val="00FE5C16"/>
    <w:rsid w:val="00FE7D7E"/>
    <w:rsid w:val="00FF1B0D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89"/>
    <o:shapelayout v:ext="edit">
      <o:idmap v:ext="edit" data="1"/>
    </o:shapelayout>
  </w:shapeDefaults>
  <w:decimalSymbol w:val=","/>
  <w:listSeparator w:val=";"/>
  <w14:docId w14:val="51A7AFE4"/>
  <w15:docId w15:val="{39776023-A6C7-4E74-BFE6-52FDCAD4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697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0D205B"/>
    <w:pPr>
      <w:keepNext/>
      <w:keepLines/>
      <w:spacing w:before="480" w:after="0"/>
      <w:ind w:left="360" w:hanging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D205B"/>
    <w:pPr>
      <w:keepNext/>
      <w:keepLines/>
      <w:spacing w:before="200" w:after="0"/>
      <w:ind w:left="7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Sangradetextonormal"/>
    <w:link w:val="Estilo1Car"/>
    <w:qFormat/>
    <w:rsid w:val="000D205B"/>
    <w:pPr>
      <w:spacing w:after="0" w:line="360" w:lineRule="auto"/>
      <w:ind w:left="0"/>
    </w:pPr>
    <w:rPr>
      <w:rFonts w:eastAsia="Times New Roman" w:cstheme="minorHAnsi"/>
      <w:lang w:eastAsia="es-ES"/>
    </w:rPr>
  </w:style>
  <w:style w:type="character" w:customStyle="1" w:styleId="Estilo1Car">
    <w:name w:val="Estilo1 Car"/>
    <w:basedOn w:val="SangradetextonormalCar"/>
    <w:link w:val="Estilo1"/>
    <w:rsid w:val="000D205B"/>
    <w:rPr>
      <w:rFonts w:eastAsia="Times New Roman" w:cstheme="minorHAnsi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D205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D205B"/>
  </w:style>
  <w:style w:type="character" w:customStyle="1" w:styleId="Ttulo1Car">
    <w:name w:val="Título 1 Car"/>
    <w:basedOn w:val="Fuentedeprrafopredeter"/>
    <w:link w:val="Ttulo1"/>
    <w:uiPriority w:val="9"/>
    <w:rsid w:val="000D20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D20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0D205B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0D205B"/>
    <w:pPr>
      <w:ind w:left="0" w:firstLine="0"/>
      <w:jc w:val="left"/>
      <w:outlineLvl w:val="9"/>
    </w:pPr>
    <w:rPr>
      <w:lang w:eastAsia="es-ES"/>
    </w:rPr>
  </w:style>
  <w:style w:type="paragraph" w:styleId="Sinespaciado">
    <w:name w:val="No Spacing"/>
    <w:uiPriority w:val="1"/>
    <w:qFormat/>
    <w:rsid w:val="000836D1"/>
    <w:pPr>
      <w:spacing w:after="0" w:line="240" w:lineRule="auto"/>
      <w:jc w:val="both"/>
    </w:pPr>
  </w:style>
  <w:style w:type="paragraph" w:styleId="Textonotaalfinal">
    <w:name w:val="endnote text"/>
    <w:basedOn w:val="Normal"/>
    <w:link w:val="TextonotaalfinalCar"/>
    <w:uiPriority w:val="99"/>
    <w:unhideWhenUsed/>
    <w:rsid w:val="0087352A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87352A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7352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D329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29A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29A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29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29A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2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9A2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331E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331EC"/>
    <w:rPr>
      <w:sz w:val="20"/>
      <w:szCs w:val="20"/>
    </w:rPr>
  </w:style>
  <w:style w:type="character" w:styleId="Refdenotaalpie">
    <w:name w:val="footnote reference"/>
    <w:basedOn w:val="Fuentedeprrafopredeter"/>
    <w:semiHidden/>
    <w:unhideWhenUsed/>
    <w:rsid w:val="005331EC"/>
    <w:rPr>
      <w:vertAlign w:val="superscript"/>
    </w:rPr>
  </w:style>
  <w:style w:type="paragraph" w:customStyle="1" w:styleId="Default">
    <w:name w:val="Default"/>
    <w:rsid w:val="009E07AC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459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59D5"/>
  </w:style>
  <w:style w:type="paragraph" w:styleId="Piedepgina">
    <w:name w:val="footer"/>
    <w:basedOn w:val="Normal"/>
    <w:link w:val="PiedepginaCar"/>
    <w:uiPriority w:val="99"/>
    <w:unhideWhenUsed/>
    <w:rsid w:val="004459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9D5"/>
  </w:style>
  <w:style w:type="table" w:styleId="Tablaconcuadrcula">
    <w:name w:val="Table Grid"/>
    <w:basedOn w:val="Tablanormal"/>
    <w:uiPriority w:val="59"/>
    <w:rsid w:val="00BC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AD4158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8C7427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592A8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24D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82423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13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123A63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ancedigital.gob.es/inspeccion-telecomunicaciones/Paginas/proteccion-de-datos-personales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sede.minetur.gob.es/es-ES/procedimientoselectronicos/Paginas/listado-procedimientos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perez\Documents\inform&#225;tica\web\modelos%20relacionados%20con%20APS\modelos%20&#250;nicos\2%20Modelo%20de%20certificaci&#243;n%20sustitutiva%20de%20la%20inspecci&#243;n%20de%20estaciones_v5_...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FE135A9AA9400F9007E6DB4FF4C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D77E9-3B1A-4FF2-A438-B18F3A9D722B}"/>
      </w:docPartPr>
      <w:docPartBody>
        <w:p w:rsidR="009162CF" w:rsidRDefault="000C2B96" w:rsidP="000C2B96">
          <w:pPr>
            <w:pStyle w:val="75FE135A9AA9400F9007E6DB4FF4C4AD37"/>
          </w:pPr>
          <w:r>
            <w:rPr>
              <w:shd w:val="clear" w:color="auto" w:fill="F2F2F2" w:themeFill="background1" w:themeFillShade="F2"/>
            </w:rPr>
            <w:t xml:space="preserve">                                                                                                                      </w:t>
          </w:r>
        </w:p>
      </w:docPartBody>
    </w:docPart>
    <w:docPart>
      <w:docPartPr>
        <w:name w:val="E4C64DAB52DB46E59C05982CBDBED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C5AEA-4D88-4A15-A83B-A26D440310D2}"/>
      </w:docPartPr>
      <w:docPartBody>
        <w:p w:rsidR="009162CF" w:rsidRDefault="000C2B96" w:rsidP="000C2B96">
          <w:pPr>
            <w:pStyle w:val="E4C64DAB52DB46E59C05982CBDBEDEAA37"/>
          </w:pPr>
          <w:r w:rsidRPr="00C26022">
            <w:rPr>
              <w:shd w:val="clear" w:color="auto" w:fill="F2F2F2" w:themeFill="background1" w:themeFillShade="F2"/>
            </w:rPr>
            <w:t xml:space="preserve">                                      </w:t>
          </w:r>
        </w:p>
      </w:docPartBody>
    </w:docPart>
    <w:docPart>
      <w:docPartPr>
        <w:name w:val="B1CB025F906F40B6892E7A3FF3879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23E32-6B7A-485A-9582-35282CDA6BDA}"/>
      </w:docPartPr>
      <w:docPartBody>
        <w:p w:rsidR="009162CF" w:rsidRDefault="000C2B96" w:rsidP="000C2B96">
          <w:pPr>
            <w:pStyle w:val="B1CB025F906F40B6892E7A3FF38792A037"/>
          </w:pPr>
          <w:r>
            <w:rPr>
              <w:shd w:val="clear" w:color="auto" w:fill="F2F2F2" w:themeFill="background1" w:themeFillShade="F2"/>
            </w:rPr>
            <w:t xml:space="preserve">                                                                                                                    </w:t>
          </w:r>
        </w:p>
      </w:docPartBody>
    </w:docPart>
    <w:docPart>
      <w:docPartPr>
        <w:name w:val="BA6ED8C6C0FB406AB6D7121077196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BF497-C17E-4487-9253-AE764EE0B396}"/>
      </w:docPartPr>
      <w:docPartBody>
        <w:p w:rsidR="009162CF" w:rsidRDefault="000C2B96" w:rsidP="000C2B96">
          <w:pPr>
            <w:pStyle w:val="BA6ED8C6C0FB406AB6D712107719689137"/>
          </w:pPr>
          <w:r>
            <w:rPr>
              <w:shd w:val="clear" w:color="auto" w:fill="F2F2F2" w:themeFill="background1" w:themeFillShade="F2"/>
            </w:rPr>
            <w:t xml:space="preserve">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90858C943127490FBDDD9961DEB43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BFFA9-C747-4563-9E50-BB12FDF11BA8}"/>
      </w:docPartPr>
      <w:docPartBody>
        <w:p w:rsidR="009162CF" w:rsidRDefault="000C2B96" w:rsidP="000C2B96">
          <w:pPr>
            <w:pStyle w:val="90858C943127490FBDDD9961DEB4363737"/>
          </w:pPr>
          <w:r>
            <w:rPr>
              <w:shd w:val="clear" w:color="auto" w:fill="F2F2F2" w:themeFill="background1" w:themeFillShade="F2"/>
            </w:rPr>
            <w:t xml:space="preserve">                                                                                                                </w:t>
          </w:r>
        </w:p>
      </w:docPartBody>
    </w:docPart>
    <w:docPart>
      <w:docPartPr>
        <w:name w:val="9532356D371C478DA0B472721E4B8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DCFF5-7FBB-4933-AA2C-7AD07D2931BA}"/>
      </w:docPartPr>
      <w:docPartBody>
        <w:p w:rsidR="009162CF" w:rsidRDefault="000C2B96" w:rsidP="000C2B96">
          <w:pPr>
            <w:pStyle w:val="9532356D371C478DA0B472721E4B88D331"/>
          </w:pPr>
          <w:r>
            <w:rPr>
              <w:shd w:val="clear" w:color="auto" w:fill="F2F2F2" w:themeFill="background1" w:themeFillShade="F2"/>
            </w:rPr>
            <w:t xml:space="preserve">     </w:t>
          </w:r>
          <w:r w:rsidRPr="00C26022">
            <w:rPr>
              <w:shd w:val="clear" w:color="auto" w:fill="F2F2F2" w:themeFill="background1" w:themeFillShade="F2"/>
            </w:rPr>
            <w:t xml:space="preserve">                               </w:t>
          </w:r>
        </w:p>
      </w:docPartBody>
    </w:docPart>
    <w:docPart>
      <w:docPartPr>
        <w:name w:val="4B1993906F8445FC9A198BBF3AA5C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15CE1-6553-467A-ADA2-0362E21CBCBE}"/>
      </w:docPartPr>
      <w:docPartBody>
        <w:p w:rsidR="009162CF" w:rsidRDefault="000C2B96" w:rsidP="000C2B96">
          <w:pPr>
            <w:pStyle w:val="4B1993906F8445FC9A198BBF3AA5C76B29"/>
          </w:pPr>
          <w:r>
            <w:rPr>
              <w:shd w:val="clear" w:color="auto" w:fill="F2F2F2" w:themeFill="background1" w:themeFillShade="F2"/>
            </w:rPr>
            <w:t xml:space="preserve">     </w:t>
          </w:r>
          <w:r w:rsidRPr="00C26022">
            <w:rPr>
              <w:shd w:val="clear" w:color="auto" w:fill="F2F2F2" w:themeFill="background1" w:themeFillShade="F2"/>
            </w:rPr>
            <w:t xml:space="preserve">               </w:t>
          </w:r>
          <w:r>
            <w:rPr>
              <w:shd w:val="clear" w:color="auto" w:fill="F2F2F2" w:themeFill="background1" w:themeFillShade="F2"/>
            </w:rPr>
            <w:t xml:space="preserve">             </w:t>
          </w:r>
          <w:r w:rsidRPr="00C26022">
            <w:rPr>
              <w:shd w:val="clear" w:color="auto" w:fill="F2F2F2" w:themeFill="background1" w:themeFillShade="F2"/>
            </w:rPr>
            <w:t xml:space="preserve">                </w:t>
          </w:r>
        </w:p>
      </w:docPartBody>
    </w:docPart>
    <w:docPart>
      <w:docPartPr>
        <w:name w:val="81E226802A734568A4909243B561E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78684-1E85-4ADF-AA4D-F3596BD1C260}"/>
      </w:docPartPr>
      <w:docPartBody>
        <w:p w:rsidR="009162CF" w:rsidRDefault="000C2B96" w:rsidP="000C2B96">
          <w:pPr>
            <w:pStyle w:val="81E226802A734568A4909243B561E2DB28"/>
          </w:pPr>
          <w:r w:rsidRPr="00C26022">
            <w:rPr>
              <w:shd w:val="clear" w:color="auto" w:fill="F2F2F2" w:themeFill="background1" w:themeFillShade="F2"/>
            </w:rPr>
            <w:t xml:space="preserve">                         </w:t>
          </w:r>
        </w:p>
      </w:docPartBody>
    </w:docPart>
    <w:docPart>
      <w:docPartPr>
        <w:name w:val="19B1F9BDA19E4977B8268BF4EBDBE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E8E9B-A53D-4F56-BB22-1033EC246B87}"/>
      </w:docPartPr>
      <w:docPartBody>
        <w:p w:rsidR="009162CF" w:rsidRDefault="000C2B96" w:rsidP="000C2B96">
          <w:pPr>
            <w:pStyle w:val="19B1F9BDA19E4977B8268BF4EBDBE04F26"/>
          </w:pPr>
          <w:r>
            <w:rPr>
              <w:shd w:val="clear" w:color="auto" w:fill="F2F2F2" w:themeFill="background1" w:themeFillShade="F2"/>
            </w:rPr>
            <w:t xml:space="preserve">                                          </w:t>
          </w:r>
          <w:r w:rsidRPr="00C26022">
            <w:rPr>
              <w:shd w:val="clear" w:color="auto" w:fill="F2F2F2" w:themeFill="background1" w:themeFillShade="F2"/>
            </w:rPr>
            <w:t xml:space="preserve">           </w:t>
          </w:r>
          <w:r>
            <w:rPr>
              <w:shd w:val="clear" w:color="auto" w:fill="F2F2F2" w:themeFill="background1" w:themeFillShade="F2"/>
            </w:rPr>
            <w:t xml:space="preserve">       </w:t>
          </w:r>
          <w:r w:rsidRPr="00C26022">
            <w:rPr>
              <w:shd w:val="clear" w:color="auto" w:fill="F2F2F2" w:themeFill="background1" w:themeFillShade="F2"/>
            </w:rPr>
            <w:t xml:space="preserve">    </w:t>
          </w:r>
          <w:r>
            <w:rPr>
              <w:shd w:val="clear" w:color="auto" w:fill="F2F2F2" w:themeFill="background1" w:themeFillShade="F2"/>
            </w:rPr>
            <w:t xml:space="preserve">             </w:t>
          </w:r>
          <w:r w:rsidRPr="00C26022">
            <w:rPr>
              <w:shd w:val="clear" w:color="auto" w:fill="F2F2F2" w:themeFill="background1" w:themeFillShade="F2"/>
            </w:rPr>
            <w:t xml:space="preserve">                </w:t>
          </w:r>
        </w:p>
      </w:docPartBody>
    </w:docPart>
    <w:docPart>
      <w:docPartPr>
        <w:name w:val="F604B722448A46B488E3E3490629D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A502B-1480-4590-AA1A-55FC08328E4C}"/>
      </w:docPartPr>
      <w:docPartBody>
        <w:p w:rsidR="00E01773" w:rsidRDefault="00817621" w:rsidP="00817621">
          <w:pPr>
            <w:pStyle w:val="F604B722448A46B488E3E3490629D176"/>
          </w:pPr>
          <w:r>
            <w:rPr>
              <w:rStyle w:val="Textodelmarcadordeposicin"/>
              <w:shd w:val="clear" w:color="auto" w:fill="F2F2F2" w:themeFill="background1" w:themeFillShade="F2"/>
            </w:rPr>
            <w:t xml:space="preserve"> 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                            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         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 </w:t>
          </w:r>
          <w:r>
            <w:rPr>
              <w:shd w:val="clear" w:color="auto" w:fill="F2F2F2" w:themeFill="background1" w:themeFillShade="F2"/>
            </w:rPr>
            <w:t xml:space="preserve">     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                    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 </w:t>
          </w:r>
        </w:p>
      </w:docPartBody>
    </w:docPart>
    <w:docPart>
      <w:docPartPr>
        <w:name w:val="BB2FF21781FB417E8713278B7F37F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3E874-C45E-4348-A642-438C5A06462F}"/>
      </w:docPartPr>
      <w:docPartBody>
        <w:p w:rsidR="00E01773" w:rsidRDefault="00817621" w:rsidP="00817621">
          <w:pPr>
            <w:pStyle w:val="BB2FF21781FB417E8713278B7F37F03A"/>
          </w:pPr>
          <w:r>
            <w:rPr>
              <w:shd w:val="clear" w:color="auto" w:fill="F2F2F2" w:themeFill="background1" w:themeFillShade="F2"/>
            </w:rPr>
            <w:t xml:space="preserve">         </w:t>
          </w:r>
          <w:r w:rsidRPr="00C26022">
            <w:rPr>
              <w:shd w:val="clear" w:color="auto" w:fill="F2F2F2" w:themeFill="background1" w:themeFillShade="F2"/>
            </w:rPr>
            <w:t xml:space="preserve">                 </w:t>
          </w:r>
        </w:p>
      </w:docPartBody>
    </w:docPart>
    <w:docPart>
      <w:docPartPr>
        <w:name w:val="E7F304727E4F4F85B92E39483F303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A971C-DC1C-4499-B1D2-FF9F50280A3A}"/>
      </w:docPartPr>
      <w:docPartBody>
        <w:p w:rsidR="00E01773" w:rsidRDefault="00817621" w:rsidP="00817621">
          <w:pPr>
            <w:pStyle w:val="E7F304727E4F4F85B92E39483F303212"/>
          </w:pPr>
          <w:r>
            <w:rPr>
              <w:rStyle w:val="Textodelmarcadordeposicin"/>
              <w:shd w:val="clear" w:color="auto" w:fill="F2F2F2" w:themeFill="background1" w:themeFillShade="F2"/>
            </w:rPr>
            <w:t xml:space="preserve">                    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 </w:t>
          </w:r>
          <w:r>
            <w:rPr>
              <w:shd w:val="clear" w:color="auto" w:fill="F2F2F2" w:themeFill="background1" w:themeFillShade="F2"/>
            </w:rPr>
            <w:t xml:space="preserve">     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                    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 </w:t>
          </w:r>
        </w:p>
      </w:docPartBody>
    </w:docPart>
    <w:docPart>
      <w:docPartPr>
        <w:name w:val="E12DA8CDFC64464BB5E75B1D78712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469C5-82F0-4147-96CD-39E55070DED4}"/>
      </w:docPartPr>
      <w:docPartBody>
        <w:p w:rsidR="00E01773" w:rsidRDefault="00817621" w:rsidP="00817621">
          <w:pPr>
            <w:pStyle w:val="E12DA8CDFC64464BB5E75B1D78712D4F"/>
          </w:pPr>
          <w:r>
            <w:rPr>
              <w:shd w:val="clear" w:color="auto" w:fill="F2F2F2" w:themeFill="background1" w:themeFillShade="F2"/>
            </w:rPr>
            <w:t xml:space="preserve">         </w:t>
          </w:r>
          <w:r w:rsidRPr="00C26022">
            <w:rPr>
              <w:shd w:val="clear" w:color="auto" w:fill="F2F2F2" w:themeFill="background1" w:themeFillShade="F2"/>
            </w:rPr>
            <w:t xml:space="preserve">                 </w:t>
          </w:r>
        </w:p>
      </w:docPartBody>
    </w:docPart>
    <w:docPart>
      <w:docPartPr>
        <w:name w:val="AC28C0D44CD442CEAE2854991ECE0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3B046-6D1D-4861-AA2D-9BE45C4FC6CB}"/>
      </w:docPartPr>
      <w:docPartBody>
        <w:p w:rsidR="00E01773" w:rsidRDefault="00817621" w:rsidP="00817621">
          <w:pPr>
            <w:pStyle w:val="AC28C0D44CD442CEAE2854991ECE007F"/>
          </w:pPr>
          <w:r>
            <w:rPr>
              <w:shd w:val="clear" w:color="auto" w:fill="F2F2F2" w:themeFill="background1" w:themeFillShade="F2"/>
            </w:rPr>
            <w:t xml:space="preserve">         </w:t>
          </w:r>
          <w:r w:rsidRPr="00C26022">
            <w:rPr>
              <w:shd w:val="clear" w:color="auto" w:fill="F2F2F2" w:themeFill="background1" w:themeFillShade="F2"/>
            </w:rPr>
            <w:t xml:space="preserve">                 </w:t>
          </w:r>
        </w:p>
      </w:docPartBody>
    </w:docPart>
    <w:docPart>
      <w:docPartPr>
        <w:name w:val="3B4491C3014042BA8CB0B08E9AC5F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AAE85-D6AF-4494-833F-CD71453237E1}"/>
      </w:docPartPr>
      <w:docPartBody>
        <w:p w:rsidR="00E01773" w:rsidRDefault="00817621" w:rsidP="00817621">
          <w:pPr>
            <w:pStyle w:val="3B4491C3014042BA8CB0B08E9AC5F5A0"/>
          </w:pPr>
          <w:r>
            <w:rPr>
              <w:shd w:val="clear" w:color="auto" w:fill="F2F2F2" w:themeFill="background1" w:themeFillShade="F2"/>
            </w:rPr>
            <w:t xml:space="preserve">         </w:t>
          </w:r>
          <w:r w:rsidRPr="00C26022">
            <w:rPr>
              <w:shd w:val="clear" w:color="auto" w:fill="F2F2F2" w:themeFill="background1" w:themeFillShade="F2"/>
            </w:rPr>
            <w:t xml:space="preserve">                 </w:t>
          </w:r>
        </w:p>
      </w:docPartBody>
    </w:docPart>
    <w:docPart>
      <w:docPartPr>
        <w:name w:val="649FD92039054E309B1F3C1DFCA4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48CE9-4813-4737-8798-0AB76CDBA445}"/>
      </w:docPartPr>
      <w:docPartBody>
        <w:p w:rsidR="00E01773" w:rsidRDefault="00817621" w:rsidP="00817621">
          <w:pPr>
            <w:pStyle w:val="649FD92039054E309B1F3C1DFCA4B28D"/>
          </w:pPr>
          <w:r w:rsidRPr="001F687F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B01988E7952460A992589A5087E8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8C26B-0899-44ED-A922-81D611BAE861}"/>
      </w:docPartPr>
      <w:docPartBody>
        <w:p w:rsidR="00E01773" w:rsidRDefault="00817621" w:rsidP="00817621">
          <w:pPr>
            <w:pStyle w:val="6B01988E7952460A992589A5087E8383"/>
          </w:pPr>
          <w:r w:rsidRPr="00C26022">
            <w:rPr>
              <w:shd w:val="clear" w:color="auto" w:fill="F2F2F2" w:themeFill="background1" w:themeFillShade="F2"/>
            </w:rPr>
            <w:t xml:space="preserve">       </w:t>
          </w:r>
        </w:p>
      </w:docPartBody>
    </w:docPart>
    <w:docPart>
      <w:docPartPr>
        <w:name w:val="BE8F95A7E7094BFC9F5E99D62B190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96E80-EDEE-4E33-9D1C-5AFDCD49B763}"/>
      </w:docPartPr>
      <w:docPartBody>
        <w:p w:rsidR="00E01773" w:rsidRDefault="00817621" w:rsidP="00817621">
          <w:pPr>
            <w:pStyle w:val="BE8F95A7E7094BFC9F5E99D62B190E79"/>
          </w:pPr>
          <w:r w:rsidRPr="00C26022">
            <w:rPr>
              <w:shd w:val="clear" w:color="auto" w:fill="F2F2F2" w:themeFill="background1" w:themeFillShade="F2"/>
            </w:rPr>
            <w:t xml:space="preserve">       </w:t>
          </w:r>
        </w:p>
      </w:docPartBody>
    </w:docPart>
    <w:docPart>
      <w:docPartPr>
        <w:name w:val="0C4277C87BC8432B92113A9DFB3E2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2647F-8014-476F-8428-7D36FE9DB5E9}"/>
      </w:docPartPr>
      <w:docPartBody>
        <w:p w:rsidR="00E01773" w:rsidRDefault="00817621" w:rsidP="00817621">
          <w:pPr>
            <w:pStyle w:val="0C4277C87BC8432B92113A9DFB3E20A2"/>
          </w:pPr>
          <w:r>
            <w:rPr>
              <w:rStyle w:val="Textodelmarcadordeposicin"/>
              <w:shd w:val="clear" w:color="auto" w:fill="F2F2F2" w:themeFill="background1" w:themeFillShade="F2"/>
            </w:rPr>
            <w:t xml:space="preserve">    </w:t>
          </w:r>
          <w:r w:rsidRPr="00C67942">
            <w:rPr>
              <w:rStyle w:val="Textodelmarcadordeposicin"/>
              <w:color w:val="auto"/>
              <w:shd w:val="clear" w:color="auto" w:fill="F2F2F2" w:themeFill="background1" w:themeFillShade="F2"/>
            </w:rPr>
            <w:t xml:space="preserve">                   </w:t>
          </w:r>
          <w:r>
            <w:rPr>
              <w:rStyle w:val="Textodelmarcadordeposicin"/>
              <w:shd w:val="clear" w:color="auto" w:fill="F2F2F2" w:themeFill="background1" w:themeFillShade="F2"/>
            </w:rPr>
            <w:t xml:space="preserve">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D75"/>
    <w:rsid w:val="00071D75"/>
    <w:rsid w:val="000C2B96"/>
    <w:rsid w:val="001241B0"/>
    <w:rsid w:val="001859E1"/>
    <w:rsid w:val="00214E31"/>
    <w:rsid w:val="00445E82"/>
    <w:rsid w:val="004948E1"/>
    <w:rsid w:val="00611D56"/>
    <w:rsid w:val="00817621"/>
    <w:rsid w:val="00914CA0"/>
    <w:rsid w:val="009162CF"/>
    <w:rsid w:val="009C25A1"/>
    <w:rsid w:val="00C6701A"/>
    <w:rsid w:val="00E01773"/>
    <w:rsid w:val="00FF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17621"/>
    <w:rPr>
      <w:color w:val="808080"/>
    </w:rPr>
  </w:style>
  <w:style w:type="paragraph" w:customStyle="1" w:styleId="F0DCD10C4F1F46C4AB496AC03015811E">
    <w:name w:val="F0DCD10C4F1F46C4AB496AC03015811E"/>
  </w:style>
  <w:style w:type="paragraph" w:customStyle="1" w:styleId="159337C65B634BC58B8EA2D82208CEF0">
    <w:name w:val="159337C65B634BC58B8EA2D82208CEF0"/>
  </w:style>
  <w:style w:type="paragraph" w:customStyle="1" w:styleId="AB38A7806D274AFEBF1C91D0815773AD">
    <w:name w:val="AB38A7806D274AFEBF1C91D0815773AD"/>
  </w:style>
  <w:style w:type="paragraph" w:customStyle="1" w:styleId="093FA0FD3179432184FA915588E80098">
    <w:name w:val="093FA0FD3179432184FA915588E80098"/>
  </w:style>
  <w:style w:type="paragraph" w:customStyle="1" w:styleId="2572BDBE70224413AF4972E5A17BBB76">
    <w:name w:val="2572BDBE70224413AF4972E5A17BBB76"/>
  </w:style>
  <w:style w:type="paragraph" w:customStyle="1" w:styleId="AE92926C40744168AAD9F12FA0AEBA9A">
    <w:name w:val="AE92926C40744168AAD9F12FA0AEBA9A"/>
  </w:style>
  <w:style w:type="paragraph" w:customStyle="1" w:styleId="329538E6470F4134866CC013299E9630">
    <w:name w:val="329538E6470F4134866CC013299E9630"/>
  </w:style>
  <w:style w:type="paragraph" w:customStyle="1" w:styleId="0C491F7A950A408AB23EF138873ABD9D">
    <w:name w:val="0C491F7A950A408AB23EF138873ABD9D"/>
  </w:style>
  <w:style w:type="paragraph" w:customStyle="1" w:styleId="32E18A6E5A644FAF83A79F69F7999E3E">
    <w:name w:val="32E18A6E5A644FAF83A79F69F7999E3E"/>
  </w:style>
  <w:style w:type="paragraph" w:customStyle="1" w:styleId="AD6154E408194800891E51450C01A6C9">
    <w:name w:val="AD6154E408194800891E51450C01A6C9"/>
  </w:style>
  <w:style w:type="paragraph" w:customStyle="1" w:styleId="0541FD6824BD475ABEB606BA45323B47">
    <w:name w:val="0541FD6824BD475ABEB606BA45323B47"/>
  </w:style>
  <w:style w:type="paragraph" w:customStyle="1" w:styleId="173BF70E6ED44410893E7B4100120DB8">
    <w:name w:val="173BF70E6ED44410893E7B4100120DB8"/>
  </w:style>
  <w:style w:type="paragraph" w:customStyle="1" w:styleId="9D95A10C737447E78DF5CD8CF90F40A6">
    <w:name w:val="9D95A10C737447E78DF5CD8CF90F40A6"/>
  </w:style>
  <w:style w:type="paragraph" w:customStyle="1" w:styleId="1E1D8F678FCA47F4AFCC1B96CFF6237A">
    <w:name w:val="1E1D8F678FCA47F4AFCC1B96CFF6237A"/>
  </w:style>
  <w:style w:type="paragraph" w:customStyle="1" w:styleId="4928252DF8B54C5AA196912F15989E99">
    <w:name w:val="4928252DF8B54C5AA196912F15989E99"/>
  </w:style>
  <w:style w:type="paragraph" w:customStyle="1" w:styleId="BE5ADD6C717D4339B306CF1E08E80280">
    <w:name w:val="BE5ADD6C717D4339B306CF1E08E80280"/>
    <w:rsid w:val="001859E1"/>
    <w:pPr>
      <w:spacing w:after="160" w:line="259" w:lineRule="auto"/>
    </w:pPr>
  </w:style>
  <w:style w:type="paragraph" w:customStyle="1" w:styleId="F95312EFF7AD4B2FAA497AA0FCC0BD39">
    <w:name w:val="F95312EFF7AD4B2FAA497AA0FCC0BD39"/>
    <w:rsid w:val="001859E1"/>
    <w:pPr>
      <w:spacing w:after="160" w:line="259" w:lineRule="auto"/>
    </w:pPr>
  </w:style>
  <w:style w:type="paragraph" w:customStyle="1" w:styleId="D81E74D032DC4787BF682A41668ECE9F">
    <w:name w:val="D81E74D032DC4787BF682A41668ECE9F"/>
    <w:rsid w:val="001859E1"/>
    <w:pPr>
      <w:spacing w:after="160" w:line="259" w:lineRule="auto"/>
    </w:pPr>
  </w:style>
  <w:style w:type="paragraph" w:customStyle="1" w:styleId="811C4281498C4F2F896258521A26B219">
    <w:name w:val="811C4281498C4F2F896258521A26B219"/>
    <w:rsid w:val="001859E1"/>
    <w:pPr>
      <w:spacing w:after="160" w:line="259" w:lineRule="auto"/>
    </w:pPr>
  </w:style>
  <w:style w:type="paragraph" w:customStyle="1" w:styleId="4C9483A1534348F8AF6DCD10D5EAED01">
    <w:name w:val="4C9483A1534348F8AF6DCD10D5EAED01"/>
    <w:rsid w:val="001859E1"/>
    <w:pPr>
      <w:spacing w:after="160" w:line="259" w:lineRule="auto"/>
    </w:pPr>
  </w:style>
  <w:style w:type="paragraph" w:customStyle="1" w:styleId="B8371DFC11D1491D93581AD366A2772B">
    <w:name w:val="B8371DFC11D1491D93581AD366A2772B"/>
    <w:rsid w:val="001859E1"/>
    <w:pPr>
      <w:spacing w:after="160" w:line="259" w:lineRule="auto"/>
    </w:pPr>
  </w:style>
  <w:style w:type="paragraph" w:customStyle="1" w:styleId="47347B6BC1C44B93B7CC5A783AF88573">
    <w:name w:val="47347B6BC1C44B93B7CC5A783AF88573"/>
    <w:rsid w:val="001859E1"/>
    <w:pPr>
      <w:spacing w:after="160" w:line="259" w:lineRule="auto"/>
    </w:pPr>
  </w:style>
  <w:style w:type="paragraph" w:customStyle="1" w:styleId="87D0F834A7DB4362981A28ECE18415BB">
    <w:name w:val="87D0F834A7DB4362981A28ECE18415BB"/>
    <w:rsid w:val="001859E1"/>
    <w:pPr>
      <w:spacing w:after="160" w:line="259" w:lineRule="auto"/>
    </w:pPr>
  </w:style>
  <w:style w:type="paragraph" w:customStyle="1" w:styleId="DB02086443254FDC90E868673881D09A">
    <w:name w:val="DB02086443254FDC90E868673881D09A"/>
    <w:rsid w:val="001859E1"/>
    <w:pPr>
      <w:spacing w:after="160" w:line="259" w:lineRule="auto"/>
    </w:pPr>
  </w:style>
  <w:style w:type="paragraph" w:customStyle="1" w:styleId="FBE1C39C4AEB4EDAA3037BF9B44B34B3">
    <w:name w:val="FBE1C39C4AEB4EDAA3037BF9B44B34B3"/>
    <w:rsid w:val="001859E1"/>
    <w:pPr>
      <w:spacing w:after="160" w:line="259" w:lineRule="auto"/>
    </w:pPr>
  </w:style>
  <w:style w:type="paragraph" w:customStyle="1" w:styleId="F0DCD10C4F1F46C4AB496AC03015811E1">
    <w:name w:val="F0DCD10C4F1F46C4AB496AC03015811E1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">
    <w:name w:val="159337C65B634BC58B8EA2D82208CEF01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">
    <w:name w:val="AB38A7806D274AFEBF1C91D0815773AD1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">
    <w:name w:val="093FA0FD3179432184FA915588E800981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">
    <w:name w:val="2572BDBE70224413AF4972E5A17BBB761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">
    <w:name w:val="AE92926C40744168AAD9F12FA0AEBA9A1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">
    <w:name w:val="329538E6470F4134866CC013299E96301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">
    <w:name w:val="0C491F7A950A408AB23EF138873ABD9D1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">
    <w:name w:val="32E18A6E5A644FAF83A79F69F7999E3E1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">
    <w:name w:val="BE5ADD6C717D4339B306CF1E08E80280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">
    <w:name w:val="F95312EFF7AD4B2FAA497AA0FCC0BD39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">
    <w:name w:val="DB02086443254FDC90E868673881D09A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">
    <w:name w:val="FBE1C39C4AEB4EDAA3037BF9B44B34B3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">
    <w:name w:val="4C9483A1534348F8AF6DCD10D5EAED0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">
    <w:name w:val="B8371DFC11D1491D93581AD366A2772B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">
    <w:name w:val="4928252DF8B54C5AA196912F15989E991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">
    <w:name w:val="8FD3922AD5864C4FB6E5A6B55A6F39BD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">
    <w:name w:val="DEAAF59F4A1449E4AF3B9B6F4C46F7D9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">
    <w:name w:val="F0DCD10C4F1F46C4AB496AC03015811E2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">
    <w:name w:val="159337C65B634BC58B8EA2D82208CEF02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">
    <w:name w:val="AB38A7806D274AFEBF1C91D0815773AD2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">
    <w:name w:val="093FA0FD3179432184FA915588E800982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">
    <w:name w:val="2572BDBE70224413AF4972E5A17BBB762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">
    <w:name w:val="AE92926C40744168AAD9F12FA0AEBA9A2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">
    <w:name w:val="329538E6470F4134866CC013299E96302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">
    <w:name w:val="0C491F7A950A408AB23EF138873ABD9D2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">
    <w:name w:val="32E18A6E5A644FAF83A79F69F7999E3E2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">
    <w:name w:val="BE5ADD6C717D4339B306CF1E08E80280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">
    <w:name w:val="F95312EFF7AD4B2FAA497AA0FCC0BD39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">
    <w:name w:val="DB02086443254FDC90E868673881D09A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">
    <w:name w:val="FBE1C39C4AEB4EDAA3037BF9B44B34B3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">
    <w:name w:val="4C9483A1534348F8AF6DCD10D5EAED0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">
    <w:name w:val="B8371DFC11D1491D93581AD366A2772B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">
    <w:name w:val="4928252DF8B54C5AA196912F15989E992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">
    <w:name w:val="8FD3922AD5864C4FB6E5A6B55A6F39BD1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">
    <w:name w:val="DEAAF59F4A1449E4AF3B9B6F4C46F7D91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3">
    <w:name w:val="F0DCD10C4F1F46C4AB496AC03015811E3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3">
    <w:name w:val="159337C65B634BC58B8EA2D82208CEF03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3">
    <w:name w:val="AB38A7806D274AFEBF1C91D0815773AD3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3">
    <w:name w:val="093FA0FD3179432184FA915588E800983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3">
    <w:name w:val="2572BDBE70224413AF4972E5A17BBB763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3">
    <w:name w:val="AE92926C40744168AAD9F12FA0AEBA9A3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3">
    <w:name w:val="329538E6470F4134866CC013299E96303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3">
    <w:name w:val="0C491F7A950A408AB23EF138873ABD9D3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3">
    <w:name w:val="32E18A6E5A644FAF83A79F69F7999E3E3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3">
    <w:name w:val="BE5ADD6C717D4339B306CF1E08E80280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">
    <w:name w:val="F95312EFF7AD4B2FAA497AA0FCC0BD39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">
    <w:name w:val="DB02086443254FDC90E868673881D09A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">
    <w:name w:val="FBE1C39C4AEB4EDAA3037BF9B44B34B3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">
    <w:name w:val="4C9483A1534348F8AF6DCD10D5EAED0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">
    <w:name w:val="B8371DFC11D1491D93581AD366A2772B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">
    <w:name w:val="4928252DF8B54C5AA196912F15989E993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">
    <w:name w:val="8FD3922AD5864C4FB6E5A6B55A6F39BD2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">
    <w:name w:val="DEAAF59F4A1449E4AF3B9B6F4C46F7D92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4">
    <w:name w:val="F0DCD10C4F1F46C4AB496AC03015811E4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4">
    <w:name w:val="159337C65B634BC58B8EA2D82208CEF04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4">
    <w:name w:val="AB38A7806D274AFEBF1C91D0815773AD4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4">
    <w:name w:val="093FA0FD3179432184FA915588E800984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4">
    <w:name w:val="2572BDBE70224413AF4972E5A17BBB764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4">
    <w:name w:val="AE92926C40744168AAD9F12FA0AEBA9A4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4">
    <w:name w:val="329538E6470F4134866CC013299E96304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4">
    <w:name w:val="0C491F7A950A408AB23EF138873ABD9D4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4">
    <w:name w:val="32E18A6E5A644FAF83A79F69F7999E3E4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4">
    <w:name w:val="BE5ADD6C717D4339B306CF1E08E80280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">
    <w:name w:val="F95312EFF7AD4B2FAA497AA0FCC0BD39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">
    <w:name w:val="DB02086443254FDC90E868673881D09A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">
    <w:name w:val="FBE1C39C4AEB4EDAA3037BF9B44B34B3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">
    <w:name w:val="4C9483A1534348F8AF6DCD10D5EAED01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">
    <w:name w:val="B8371DFC11D1491D93581AD366A2772B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">
    <w:name w:val="4928252DF8B54C5AA196912F15989E994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3">
    <w:name w:val="8FD3922AD5864C4FB6E5A6B55A6F39BD3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3">
    <w:name w:val="DEAAF59F4A1449E4AF3B9B6F4C46F7D93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5">
    <w:name w:val="F0DCD10C4F1F46C4AB496AC03015811E5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5">
    <w:name w:val="159337C65B634BC58B8EA2D82208CEF05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5">
    <w:name w:val="AB38A7806D274AFEBF1C91D0815773AD5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5">
    <w:name w:val="093FA0FD3179432184FA915588E800985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5">
    <w:name w:val="2572BDBE70224413AF4972E5A17BBB765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5">
    <w:name w:val="AE92926C40744168AAD9F12FA0AEBA9A5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5">
    <w:name w:val="329538E6470F4134866CC013299E96305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5">
    <w:name w:val="0C491F7A950A408AB23EF138873ABD9D5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5">
    <w:name w:val="32E18A6E5A644FAF83A79F69F7999E3E5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5">
    <w:name w:val="BE5ADD6C717D4339B306CF1E08E80280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5">
    <w:name w:val="F95312EFF7AD4B2FAA497AA0FCC0BD39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">
    <w:name w:val="DB02086443254FDC90E868673881D09A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">
    <w:name w:val="FBE1C39C4AEB4EDAA3037BF9B44B34B3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">
    <w:name w:val="4C9483A1534348F8AF6DCD10D5EAED01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">
    <w:name w:val="B8371DFC11D1491D93581AD366A2772B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">
    <w:name w:val="4928252DF8B54C5AA196912F15989E995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4">
    <w:name w:val="8FD3922AD5864C4FB6E5A6B55A6F39BD4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4">
    <w:name w:val="DEAAF59F4A1449E4AF3B9B6F4C46F7D94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6">
    <w:name w:val="F0DCD10C4F1F46C4AB496AC03015811E6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6">
    <w:name w:val="159337C65B634BC58B8EA2D82208CEF06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6">
    <w:name w:val="AB38A7806D274AFEBF1C91D0815773AD6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6">
    <w:name w:val="093FA0FD3179432184FA915588E800986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6">
    <w:name w:val="2572BDBE70224413AF4972E5A17BBB766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6">
    <w:name w:val="AE92926C40744168AAD9F12FA0AEBA9A6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6">
    <w:name w:val="329538E6470F4134866CC013299E96306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6">
    <w:name w:val="0C491F7A950A408AB23EF138873ABD9D6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6">
    <w:name w:val="32E18A6E5A644FAF83A79F69F7999E3E6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6">
    <w:name w:val="BE5ADD6C717D4339B306CF1E08E80280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6">
    <w:name w:val="F95312EFF7AD4B2FAA497AA0FCC0BD39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6">
    <w:name w:val="DB02086443254FDC90E868673881D09A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6">
    <w:name w:val="FBE1C39C4AEB4EDAA3037BF9B44B34B3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6">
    <w:name w:val="4C9483A1534348F8AF6DCD10D5EAED01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6">
    <w:name w:val="B8371DFC11D1491D93581AD366A2772B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">
    <w:name w:val="4928252DF8B54C5AA196912F15989E996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5">
    <w:name w:val="8FD3922AD5864C4FB6E5A6B55A6F39BD5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5">
    <w:name w:val="DEAAF59F4A1449E4AF3B9B6F4C46F7D95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7">
    <w:name w:val="F0DCD10C4F1F46C4AB496AC03015811E7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7">
    <w:name w:val="159337C65B634BC58B8EA2D82208CEF07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7">
    <w:name w:val="AB38A7806D274AFEBF1C91D0815773AD7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7">
    <w:name w:val="093FA0FD3179432184FA915588E800987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7">
    <w:name w:val="2572BDBE70224413AF4972E5A17BBB767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7">
    <w:name w:val="AE92926C40744168AAD9F12FA0AEBA9A7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7">
    <w:name w:val="329538E6470F4134866CC013299E96307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7">
    <w:name w:val="0C491F7A950A408AB23EF138873ABD9D7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7">
    <w:name w:val="32E18A6E5A644FAF83A79F69F7999E3E7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7">
    <w:name w:val="BE5ADD6C717D4339B306CF1E08E80280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7">
    <w:name w:val="F95312EFF7AD4B2FAA497AA0FCC0BD39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7">
    <w:name w:val="DB02086443254FDC90E868673881D09A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7">
    <w:name w:val="FBE1C39C4AEB4EDAA3037BF9B44B34B3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7">
    <w:name w:val="4C9483A1534348F8AF6DCD10D5EAED01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7">
    <w:name w:val="B8371DFC11D1491D93581AD366A2772B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7">
    <w:name w:val="4928252DF8B54C5AA196912F15989E997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6">
    <w:name w:val="8FD3922AD5864C4FB6E5A6B55A6F39BD6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6">
    <w:name w:val="DEAAF59F4A1449E4AF3B9B6F4C46F7D96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8">
    <w:name w:val="F0DCD10C4F1F46C4AB496AC03015811E8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8">
    <w:name w:val="159337C65B634BC58B8EA2D82208CEF08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8">
    <w:name w:val="AB38A7806D274AFEBF1C91D0815773AD8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8">
    <w:name w:val="093FA0FD3179432184FA915588E800988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8">
    <w:name w:val="2572BDBE70224413AF4972E5A17BBB768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8">
    <w:name w:val="AE92926C40744168AAD9F12FA0AEBA9A8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8">
    <w:name w:val="329538E6470F4134866CC013299E96308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8">
    <w:name w:val="0C491F7A950A408AB23EF138873ABD9D8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8">
    <w:name w:val="32E18A6E5A644FAF83A79F69F7999E3E8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8">
    <w:name w:val="BE5ADD6C717D4339B306CF1E08E80280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8">
    <w:name w:val="F95312EFF7AD4B2FAA497AA0FCC0BD39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8">
    <w:name w:val="DB02086443254FDC90E868673881D09A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8">
    <w:name w:val="FBE1C39C4AEB4EDAA3037BF9B44B34B3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8">
    <w:name w:val="4C9483A1534348F8AF6DCD10D5EAED01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8">
    <w:name w:val="B8371DFC11D1491D93581AD366A2772B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8">
    <w:name w:val="4928252DF8B54C5AA196912F15989E998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7">
    <w:name w:val="8FD3922AD5864C4FB6E5A6B55A6F39BD7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7">
    <w:name w:val="DEAAF59F4A1449E4AF3B9B6F4C46F7D97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9">
    <w:name w:val="F0DCD10C4F1F46C4AB496AC03015811E9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9">
    <w:name w:val="159337C65B634BC58B8EA2D82208CEF09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9">
    <w:name w:val="AB38A7806D274AFEBF1C91D0815773AD9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9">
    <w:name w:val="093FA0FD3179432184FA915588E800989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9">
    <w:name w:val="2572BDBE70224413AF4972E5A17BBB769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9">
    <w:name w:val="AE92926C40744168AAD9F12FA0AEBA9A9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9">
    <w:name w:val="329538E6470F4134866CC013299E96309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9">
    <w:name w:val="0C491F7A950A408AB23EF138873ABD9D9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9">
    <w:name w:val="32E18A6E5A644FAF83A79F69F7999E3E9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9">
    <w:name w:val="BE5ADD6C717D4339B306CF1E08E80280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9">
    <w:name w:val="F95312EFF7AD4B2FAA497AA0FCC0BD39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9">
    <w:name w:val="DB02086443254FDC90E868673881D09A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9">
    <w:name w:val="FBE1C39C4AEB4EDAA3037BF9B44B34B3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9">
    <w:name w:val="4C9483A1534348F8AF6DCD10D5EAED01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9">
    <w:name w:val="B8371DFC11D1491D93581AD366A2772B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9">
    <w:name w:val="4928252DF8B54C5AA196912F15989E999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8">
    <w:name w:val="8FD3922AD5864C4FB6E5A6B55A6F39BD8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8">
    <w:name w:val="DEAAF59F4A1449E4AF3B9B6F4C46F7D98"/>
    <w:rsid w:val="001241B0"/>
    <w:pPr>
      <w:jc w:val="both"/>
    </w:pPr>
    <w:rPr>
      <w:rFonts w:eastAsiaTheme="minorHAnsi"/>
      <w:lang w:eastAsia="en-US"/>
    </w:rPr>
  </w:style>
  <w:style w:type="paragraph" w:customStyle="1" w:styleId="B3FA70B3590640BBA8B7B446BB73D401">
    <w:name w:val="B3FA70B3590640BBA8B7B446BB73D401"/>
    <w:rsid w:val="001241B0"/>
    <w:pPr>
      <w:spacing w:after="160" w:line="259" w:lineRule="auto"/>
    </w:pPr>
  </w:style>
  <w:style w:type="paragraph" w:customStyle="1" w:styleId="F0DCD10C4F1F46C4AB496AC03015811E10">
    <w:name w:val="F0DCD10C4F1F46C4AB496AC03015811E10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0">
    <w:name w:val="159337C65B634BC58B8EA2D82208CEF010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0">
    <w:name w:val="AB38A7806D274AFEBF1C91D0815773AD10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0">
    <w:name w:val="093FA0FD3179432184FA915588E8009810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0">
    <w:name w:val="2572BDBE70224413AF4972E5A17BBB7610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0">
    <w:name w:val="AE92926C40744168AAD9F12FA0AEBA9A10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0">
    <w:name w:val="329538E6470F4134866CC013299E963010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0">
    <w:name w:val="0C491F7A950A408AB23EF138873ABD9D10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0">
    <w:name w:val="32E18A6E5A644FAF83A79F69F7999E3E10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0">
    <w:name w:val="BE5ADD6C717D4339B306CF1E08E802801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0">
    <w:name w:val="F95312EFF7AD4B2FAA497AA0FCC0BD391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0">
    <w:name w:val="DB02086443254FDC90E868673881D09A1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3FA70B3590640BBA8B7B446BB73D4011">
    <w:name w:val="B3FA70B3590640BBA8B7B446BB73D40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0">
    <w:name w:val="FBE1C39C4AEB4EDAA3037BF9B44B34B31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0">
    <w:name w:val="4C9483A1534348F8AF6DCD10D5EAED011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0">
    <w:name w:val="B8371DFC11D1491D93581AD366A2772B1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0">
    <w:name w:val="4928252DF8B54C5AA196912F15989E9910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9">
    <w:name w:val="8FD3922AD5864C4FB6E5A6B55A6F39BD9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9">
    <w:name w:val="DEAAF59F4A1449E4AF3B9B6F4C46F7D99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1">
    <w:name w:val="F0DCD10C4F1F46C4AB496AC03015811E11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1">
    <w:name w:val="159337C65B634BC58B8EA2D82208CEF011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1">
    <w:name w:val="AB38A7806D274AFEBF1C91D0815773AD11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1">
    <w:name w:val="093FA0FD3179432184FA915588E8009811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1">
    <w:name w:val="2572BDBE70224413AF4972E5A17BBB7611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1">
    <w:name w:val="AE92926C40744168AAD9F12FA0AEBA9A11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1">
    <w:name w:val="329538E6470F4134866CC013299E963011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1">
    <w:name w:val="0C491F7A950A408AB23EF138873ABD9D11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1">
    <w:name w:val="32E18A6E5A644FAF83A79F69F7999E3E11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1">
    <w:name w:val="BE5ADD6C717D4339B306CF1E08E80280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1">
    <w:name w:val="F95312EFF7AD4B2FAA497AA0FCC0BD39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1">
    <w:name w:val="DB02086443254FDC90E868673881D09A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3FA70B3590640BBA8B7B446BB73D4012">
    <w:name w:val="B3FA70B3590640BBA8B7B446BB73D40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1">
    <w:name w:val="FBE1C39C4AEB4EDAA3037BF9B44B34B3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1">
    <w:name w:val="4C9483A1534348F8AF6DCD10D5EAED01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1">
    <w:name w:val="B8371DFC11D1491D93581AD366A2772B1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1">
    <w:name w:val="4928252DF8B54C5AA196912F15989E9911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0">
    <w:name w:val="8FD3922AD5864C4FB6E5A6B55A6F39BD10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0">
    <w:name w:val="DEAAF59F4A1449E4AF3B9B6F4C46F7D910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2">
    <w:name w:val="F0DCD10C4F1F46C4AB496AC03015811E12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2">
    <w:name w:val="159337C65B634BC58B8EA2D82208CEF012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2">
    <w:name w:val="AB38A7806D274AFEBF1C91D0815773AD12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2">
    <w:name w:val="093FA0FD3179432184FA915588E8009812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2">
    <w:name w:val="2572BDBE70224413AF4972E5A17BBB7612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2">
    <w:name w:val="AE92926C40744168AAD9F12FA0AEBA9A12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2">
    <w:name w:val="329538E6470F4134866CC013299E963012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2">
    <w:name w:val="0C491F7A950A408AB23EF138873ABD9D12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2">
    <w:name w:val="32E18A6E5A644FAF83A79F69F7999E3E12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2">
    <w:name w:val="BE5ADD6C717D4339B306CF1E08E80280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2">
    <w:name w:val="F95312EFF7AD4B2FAA497AA0FCC0BD39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2">
    <w:name w:val="DB02086443254FDC90E868673881D09A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3FA70B3590640BBA8B7B446BB73D4013">
    <w:name w:val="B3FA70B3590640BBA8B7B446BB73D40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2">
    <w:name w:val="FBE1C39C4AEB4EDAA3037BF9B44B34B3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2">
    <w:name w:val="4C9483A1534348F8AF6DCD10D5EAED01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2">
    <w:name w:val="B8371DFC11D1491D93581AD366A2772B1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2">
    <w:name w:val="4928252DF8B54C5AA196912F15989E9912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1">
    <w:name w:val="8FD3922AD5864C4FB6E5A6B55A6F39BD11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1">
    <w:name w:val="DEAAF59F4A1449E4AF3B9B6F4C46F7D911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3">
    <w:name w:val="F0DCD10C4F1F46C4AB496AC03015811E13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3">
    <w:name w:val="159337C65B634BC58B8EA2D82208CEF013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3">
    <w:name w:val="AB38A7806D274AFEBF1C91D0815773AD13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3">
    <w:name w:val="093FA0FD3179432184FA915588E8009813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3">
    <w:name w:val="2572BDBE70224413AF4972E5A17BBB7613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3">
    <w:name w:val="AE92926C40744168AAD9F12FA0AEBA9A13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3">
    <w:name w:val="329538E6470F4134866CC013299E963013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3">
    <w:name w:val="0C491F7A950A408AB23EF138873ABD9D13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3">
    <w:name w:val="32E18A6E5A644FAF83A79F69F7999E3E13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3">
    <w:name w:val="BE5ADD6C717D4339B306CF1E08E80280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3">
    <w:name w:val="F95312EFF7AD4B2FAA497AA0FCC0BD39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3">
    <w:name w:val="DB02086443254FDC90E868673881D09A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3">
    <w:name w:val="FBE1C39C4AEB4EDAA3037BF9B44B34B3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3">
    <w:name w:val="4C9483A1534348F8AF6DCD10D5EAED01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3">
    <w:name w:val="B8371DFC11D1491D93581AD366A2772B1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3">
    <w:name w:val="4928252DF8B54C5AA196912F15989E9913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2">
    <w:name w:val="8FD3922AD5864C4FB6E5A6B55A6F39BD12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2">
    <w:name w:val="DEAAF59F4A1449E4AF3B9B6F4C46F7D912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4">
    <w:name w:val="F0DCD10C4F1F46C4AB496AC03015811E14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4">
    <w:name w:val="159337C65B634BC58B8EA2D82208CEF014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4">
    <w:name w:val="AB38A7806D274AFEBF1C91D0815773AD14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4">
    <w:name w:val="093FA0FD3179432184FA915588E8009814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4">
    <w:name w:val="2572BDBE70224413AF4972E5A17BBB7614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4">
    <w:name w:val="AE92926C40744168AAD9F12FA0AEBA9A14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4">
    <w:name w:val="329538E6470F4134866CC013299E963014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4">
    <w:name w:val="0C491F7A950A408AB23EF138873ABD9D14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4">
    <w:name w:val="32E18A6E5A644FAF83A79F69F7999E3E14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4">
    <w:name w:val="BE5ADD6C717D4339B306CF1E08E802801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4">
    <w:name w:val="F95312EFF7AD4B2FAA497AA0FCC0BD391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4">
    <w:name w:val="DB02086443254FDC90E868673881D09A1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4">
    <w:name w:val="FBE1C39C4AEB4EDAA3037BF9B44B34B31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4">
    <w:name w:val="4C9483A1534348F8AF6DCD10D5EAED011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4">
    <w:name w:val="B8371DFC11D1491D93581AD366A2772B1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4">
    <w:name w:val="4928252DF8B54C5AA196912F15989E9914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3">
    <w:name w:val="8FD3922AD5864C4FB6E5A6B55A6F39BD13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3">
    <w:name w:val="DEAAF59F4A1449E4AF3B9B6F4C46F7D913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5">
    <w:name w:val="F0DCD10C4F1F46C4AB496AC03015811E15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5">
    <w:name w:val="159337C65B634BC58B8EA2D82208CEF015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5">
    <w:name w:val="AB38A7806D274AFEBF1C91D0815773AD15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5">
    <w:name w:val="093FA0FD3179432184FA915588E8009815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5">
    <w:name w:val="2572BDBE70224413AF4972E5A17BBB7615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5">
    <w:name w:val="AE92926C40744168AAD9F12FA0AEBA9A15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5">
    <w:name w:val="329538E6470F4134866CC013299E963015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5">
    <w:name w:val="0C491F7A950A408AB23EF138873ABD9D15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5">
    <w:name w:val="32E18A6E5A644FAF83A79F69F7999E3E15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5">
    <w:name w:val="BE5ADD6C717D4339B306CF1E08E802801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5">
    <w:name w:val="F95312EFF7AD4B2FAA497AA0FCC0BD391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5">
    <w:name w:val="DB02086443254FDC90E868673881D09A1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5">
    <w:name w:val="FBE1C39C4AEB4EDAA3037BF9B44B34B31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5">
    <w:name w:val="4C9483A1534348F8AF6DCD10D5EAED011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5">
    <w:name w:val="B8371DFC11D1491D93581AD366A2772B1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5">
    <w:name w:val="4928252DF8B54C5AA196912F15989E9915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4">
    <w:name w:val="8FD3922AD5864C4FB6E5A6B55A6F39BD14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4">
    <w:name w:val="DEAAF59F4A1449E4AF3B9B6F4C46F7D914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6">
    <w:name w:val="F0DCD10C4F1F46C4AB496AC03015811E16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6">
    <w:name w:val="159337C65B634BC58B8EA2D82208CEF016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6">
    <w:name w:val="AB38A7806D274AFEBF1C91D0815773AD16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6">
    <w:name w:val="093FA0FD3179432184FA915588E8009816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6">
    <w:name w:val="2572BDBE70224413AF4972E5A17BBB7616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6">
    <w:name w:val="AE92926C40744168AAD9F12FA0AEBA9A16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6">
    <w:name w:val="329538E6470F4134866CC013299E963016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6">
    <w:name w:val="0C491F7A950A408AB23EF138873ABD9D16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6">
    <w:name w:val="32E18A6E5A644FAF83A79F69F7999E3E16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6">
    <w:name w:val="BE5ADD6C717D4339B306CF1E08E802801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6">
    <w:name w:val="F95312EFF7AD4B2FAA497AA0FCC0BD391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6">
    <w:name w:val="DB02086443254FDC90E868673881D09A1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6">
    <w:name w:val="FBE1C39C4AEB4EDAA3037BF9B44B34B31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6">
    <w:name w:val="4C9483A1534348F8AF6DCD10D5EAED011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6">
    <w:name w:val="B8371DFC11D1491D93581AD366A2772B1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6">
    <w:name w:val="4928252DF8B54C5AA196912F15989E9916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5">
    <w:name w:val="8FD3922AD5864C4FB6E5A6B55A6F39BD15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5">
    <w:name w:val="DEAAF59F4A1449E4AF3B9B6F4C46F7D915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7">
    <w:name w:val="F0DCD10C4F1F46C4AB496AC03015811E17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7">
    <w:name w:val="159337C65B634BC58B8EA2D82208CEF017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7">
    <w:name w:val="AB38A7806D274AFEBF1C91D0815773AD17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7">
    <w:name w:val="093FA0FD3179432184FA915588E8009817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7">
    <w:name w:val="2572BDBE70224413AF4972E5A17BBB7617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7">
    <w:name w:val="AE92926C40744168AAD9F12FA0AEBA9A17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7">
    <w:name w:val="329538E6470F4134866CC013299E963017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7">
    <w:name w:val="0C491F7A950A408AB23EF138873ABD9D17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7">
    <w:name w:val="32E18A6E5A644FAF83A79F69F7999E3E17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7">
    <w:name w:val="BE5ADD6C717D4339B306CF1E08E802801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7">
    <w:name w:val="F95312EFF7AD4B2FAA497AA0FCC0BD391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7">
    <w:name w:val="DB02086443254FDC90E868673881D09A1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7">
    <w:name w:val="FBE1C39C4AEB4EDAA3037BF9B44B34B31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7">
    <w:name w:val="4C9483A1534348F8AF6DCD10D5EAED011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7">
    <w:name w:val="B8371DFC11D1491D93581AD366A2772B1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7">
    <w:name w:val="4928252DF8B54C5AA196912F15989E9917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6">
    <w:name w:val="8FD3922AD5864C4FB6E5A6B55A6F39BD16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6">
    <w:name w:val="DEAAF59F4A1449E4AF3B9B6F4C46F7D916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8">
    <w:name w:val="F0DCD10C4F1F46C4AB496AC03015811E18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8">
    <w:name w:val="159337C65B634BC58B8EA2D82208CEF018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8">
    <w:name w:val="AB38A7806D274AFEBF1C91D0815773AD18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8">
    <w:name w:val="093FA0FD3179432184FA915588E8009818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8">
    <w:name w:val="2572BDBE70224413AF4972E5A17BBB7618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8">
    <w:name w:val="AE92926C40744168AAD9F12FA0AEBA9A18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8">
    <w:name w:val="329538E6470F4134866CC013299E963018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8">
    <w:name w:val="0C491F7A950A408AB23EF138873ABD9D18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8">
    <w:name w:val="32E18A6E5A644FAF83A79F69F7999E3E18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8">
    <w:name w:val="BE5ADD6C717D4339B306CF1E08E802801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8">
    <w:name w:val="F95312EFF7AD4B2FAA497AA0FCC0BD391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8">
    <w:name w:val="DB02086443254FDC90E868673881D09A1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8">
    <w:name w:val="FBE1C39C4AEB4EDAA3037BF9B44B34B31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8">
    <w:name w:val="4C9483A1534348F8AF6DCD10D5EAED011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8">
    <w:name w:val="B8371DFC11D1491D93581AD366A2772B1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8">
    <w:name w:val="4928252DF8B54C5AA196912F15989E9918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7">
    <w:name w:val="8FD3922AD5864C4FB6E5A6B55A6F39BD17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7">
    <w:name w:val="DEAAF59F4A1449E4AF3B9B6F4C46F7D917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19">
    <w:name w:val="F0DCD10C4F1F46C4AB496AC03015811E19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19">
    <w:name w:val="159337C65B634BC58B8EA2D82208CEF019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19">
    <w:name w:val="AB38A7806D274AFEBF1C91D0815773AD19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19">
    <w:name w:val="093FA0FD3179432184FA915588E8009819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19">
    <w:name w:val="2572BDBE70224413AF4972E5A17BBB7619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19">
    <w:name w:val="AE92926C40744168AAD9F12FA0AEBA9A19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19">
    <w:name w:val="329538E6470F4134866CC013299E963019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19">
    <w:name w:val="0C491F7A950A408AB23EF138873ABD9D19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19">
    <w:name w:val="32E18A6E5A644FAF83A79F69F7999E3E19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19">
    <w:name w:val="BE5ADD6C717D4339B306CF1E08E802801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19">
    <w:name w:val="F95312EFF7AD4B2FAA497AA0FCC0BD391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19">
    <w:name w:val="DB02086443254FDC90E868673881D09A1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19">
    <w:name w:val="FBE1C39C4AEB4EDAA3037BF9B44B34B31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19">
    <w:name w:val="4C9483A1534348F8AF6DCD10D5EAED011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19">
    <w:name w:val="B8371DFC11D1491D93581AD366A2772B1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19">
    <w:name w:val="4928252DF8B54C5AA196912F15989E9919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8">
    <w:name w:val="8FD3922AD5864C4FB6E5A6B55A6F39BD18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8">
    <w:name w:val="DEAAF59F4A1449E4AF3B9B6F4C46F7D918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0">
    <w:name w:val="F0DCD10C4F1F46C4AB496AC03015811E20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0">
    <w:name w:val="159337C65B634BC58B8EA2D82208CEF020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0">
    <w:name w:val="AB38A7806D274AFEBF1C91D0815773AD20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0">
    <w:name w:val="093FA0FD3179432184FA915588E8009820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0">
    <w:name w:val="2572BDBE70224413AF4972E5A17BBB7620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0">
    <w:name w:val="AE92926C40744168AAD9F12FA0AEBA9A20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0">
    <w:name w:val="329538E6470F4134866CC013299E963020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0">
    <w:name w:val="0C491F7A950A408AB23EF138873ABD9D20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0">
    <w:name w:val="32E18A6E5A644FAF83A79F69F7999E3E20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0">
    <w:name w:val="BE5ADD6C717D4339B306CF1E08E802802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0">
    <w:name w:val="F95312EFF7AD4B2FAA497AA0FCC0BD392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0">
    <w:name w:val="DB02086443254FDC90E868673881D09A2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0">
    <w:name w:val="FBE1C39C4AEB4EDAA3037BF9B44B34B32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0">
    <w:name w:val="4C9483A1534348F8AF6DCD10D5EAED012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0">
    <w:name w:val="B8371DFC11D1491D93581AD366A2772B20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0">
    <w:name w:val="4928252DF8B54C5AA196912F15989E9920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19">
    <w:name w:val="8FD3922AD5864C4FB6E5A6B55A6F39BD19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19">
    <w:name w:val="DEAAF59F4A1449E4AF3B9B6F4C46F7D919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1">
    <w:name w:val="F0DCD10C4F1F46C4AB496AC03015811E21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1">
    <w:name w:val="159337C65B634BC58B8EA2D82208CEF021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1">
    <w:name w:val="AB38A7806D274AFEBF1C91D0815773AD21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1">
    <w:name w:val="093FA0FD3179432184FA915588E8009821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1">
    <w:name w:val="2572BDBE70224413AF4972E5A17BBB7621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1">
    <w:name w:val="AE92926C40744168AAD9F12FA0AEBA9A21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1">
    <w:name w:val="329538E6470F4134866CC013299E963021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1">
    <w:name w:val="0C491F7A950A408AB23EF138873ABD9D21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1">
    <w:name w:val="32E18A6E5A644FAF83A79F69F7999E3E21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1">
    <w:name w:val="BE5ADD6C717D4339B306CF1E08E802802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1">
    <w:name w:val="F95312EFF7AD4B2FAA497AA0FCC0BD392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1">
    <w:name w:val="DB02086443254FDC90E868673881D09A2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1">
    <w:name w:val="FBE1C39C4AEB4EDAA3037BF9B44B34B32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1">
    <w:name w:val="4C9483A1534348F8AF6DCD10D5EAED012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1">
    <w:name w:val="B8371DFC11D1491D93581AD366A2772B21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1">
    <w:name w:val="4928252DF8B54C5AA196912F15989E9921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0">
    <w:name w:val="8FD3922AD5864C4FB6E5A6B55A6F39BD20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0">
    <w:name w:val="DEAAF59F4A1449E4AF3B9B6F4C46F7D920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2">
    <w:name w:val="F0DCD10C4F1F46C4AB496AC03015811E22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2">
    <w:name w:val="159337C65B634BC58B8EA2D82208CEF022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2">
    <w:name w:val="AB38A7806D274AFEBF1C91D0815773AD22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2">
    <w:name w:val="093FA0FD3179432184FA915588E8009822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2">
    <w:name w:val="2572BDBE70224413AF4972E5A17BBB7622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2">
    <w:name w:val="AE92926C40744168AAD9F12FA0AEBA9A22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2">
    <w:name w:val="329538E6470F4134866CC013299E963022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2">
    <w:name w:val="0C491F7A950A408AB23EF138873ABD9D22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2">
    <w:name w:val="32E18A6E5A644FAF83A79F69F7999E3E22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2">
    <w:name w:val="BE5ADD6C717D4339B306CF1E08E802802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2">
    <w:name w:val="F95312EFF7AD4B2FAA497AA0FCC0BD392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2">
    <w:name w:val="DB02086443254FDC90E868673881D09A2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2">
    <w:name w:val="FBE1C39C4AEB4EDAA3037BF9B44B34B32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2">
    <w:name w:val="4C9483A1534348F8AF6DCD10D5EAED012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2">
    <w:name w:val="B8371DFC11D1491D93581AD366A2772B22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2">
    <w:name w:val="4928252DF8B54C5AA196912F15989E9922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1">
    <w:name w:val="8FD3922AD5864C4FB6E5A6B55A6F39BD21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1">
    <w:name w:val="DEAAF59F4A1449E4AF3B9B6F4C46F7D921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3">
    <w:name w:val="F0DCD10C4F1F46C4AB496AC03015811E23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3">
    <w:name w:val="159337C65B634BC58B8EA2D82208CEF023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3">
    <w:name w:val="AB38A7806D274AFEBF1C91D0815773AD23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3">
    <w:name w:val="093FA0FD3179432184FA915588E8009823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3">
    <w:name w:val="2572BDBE70224413AF4972E5A17BBB7623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3">
    <w:name w:val="AE92926C40744168AAD9F12FA0AEBA9A23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3">
    <w:name w:val="329538E6470F4134866CC013299E963023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3">
    <w:name w:val="0C491F7A950A408AB23EF138873ABD9D23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3">
    <w:name w:val="32E18A6E5A644FAF83A79F69F7999E3E23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3">
    <w:name w:val="BE5ADD6C717D4339B306CF1E08E802802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3">
    <w:name w:val="F95312EFF7AD4B2FAA497AA0FCC0BD392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3">
    <w:name w:val="DB02086443254FDC90E868673881D09A2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3">
    <w:name w:val="FBE1C39C4AEB4EDAA3037BF9B44B34B32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3">
    <w:name w:val="4C9483A1534348F8AF6DCD10D5EAED012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3">
    <w:name w:val="B8371DFC11D1491D93581AD366A2772B23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3">
    <w:name w:val="4928252DF8B54C5AA196912F15989E9923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2">
    <w:name w:val="8FD3922AD5864C4FB6E5A6B55A6F39BD22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2">
    <w:name w:val="DEAAF59F4A1449E4AF3B9B6F4C46F7D922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4">
    <w:name w:val="F0DCD10C4F1F46C4AB496AC03015811E24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4">
    <w:name w:val="159337C65B634BC58B8EA2D82208CEF024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4">
    <w:name w:val="AB38A7806D274AFEBF1C91D0815773AD24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4">
    <w:name w:val="093FA0FD3179432184FA915588E8009824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4">
    <w:name w:val="2572BDBE70224413AF4972E5A17BBB7624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4">
    <w:name w:val="AE92926C40744168AAD9F12FA0AEBA9A24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4">
    <w:name w:val="329538E6470F4134866CC013299E963024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4">
    <w:name w:val="0C491F7A950A408AB23EF138873ABD9D24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4">
    <w:name w:val="32E18A6E5A644FAF83A79F69F7999E3E24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4">
    <w:name w:val="BE5ADD6C717D4339B306CF1E08E802802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4">
    <w:name w:val="F95312EFF7AD4B2FAA497AA0FCC0BD392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4">
    <w:name w:val="DB02086443254FDC90E868673881D09A2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4">
    <w:name w:val="FBE1C39C4AEB4EDAA3037BF9B44B34B32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4">
    <w:name w:val="4C9483A1534348F8AF6DCD10D5EAED012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4">
    <w:name w:val="B8371DFC11D1491D93581AD366A2772B24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4">
    <w:name w:val="4928252DF8B54C5AA196912F15989E9924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3">
    <w:name w:val="8FD3922AD5864C4FB6E5A6B55A6F39BD23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3">
    <w:name w:val="DEAAF59F4A1449E4AF3B9B6F4C46F7D923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5">
    <w:name w:val="F0DCD10C4F1F46C4AB496AC03015811E25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5">
    <w:name w:val="159337C65B634BC58B8EA2D82208CEF025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5">
    <w:name w:val="AB38A7806D274AFEBF1C91D0815773AD25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5">
    <w:name w:val="093FA0FD3179432184FA915588E8009825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5">
    <w:name w:val="2572BDBE70224413AF4972E5A17BBB7625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5">
    <w:name w:val="AE92926C40744168AAD9F12FA0AEBA9A25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5">
    <w:name w:val="329538E6470F4134866CC013299E963025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5">
    <w:name w:val="0C491F7A950A408AB23EF138873ABD9D25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5">
    <w:name w:val="32E18A6E5A644FAF83A79F69F7999E3E25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5">
    <w:name w:val="BE5ADD6C717D4339B306CF1E08E802802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5">
    <w:name w:val="F95312EFF7AD4B2FAA497AA0FCC0BD392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5">
    <w:name w:val="DB02086443254FDC90E868673881D09A2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5">
    <w:name w:val="FBE1C39C4AEB4EDAA3037BF9B44B34B32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5">
    <w:name w:val="4C9483A1534348F8AF6DCD10D5EAED012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5">
    <w:name w:val="B8371DFC11D1491D93581AD366A2772B25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5">
    <w:name w:val="4928252DF8B54C5AA196912F15989E9925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4">
    <w:name w:val="8FD3922AD5864C4FB6E5A6B55A6F39BD24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4">
    <w:name w:val="DEAAF59F4A1449E4AF3B9B6F4C46F7D924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6">
    <w:name w:val="F0DCD10C4F1F46C4AB496AC03015811E26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6">
    <w:name w:val="159337C65B634BC58B8EA2D82208CEF026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6">
    <w:name w:val="AB38A7806D274AFEBF1C91D0815773AD26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6">
    <w:name w:val="093FA0FD3179432184FA915588E8009826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6">
    <w:name w:val="2572BDBE70224413AF4972E5A17BBB7626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6">
    <w:name w:val="AE92926C40744168AAD9F12FA0AEBA9A26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6">
    <w:name w:val="329538E6470F4134866CC013299E963026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6">
    <w:name w:val="0C491F7A950A408AB23EF138873ABD9D26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6">
    <w:name w:val="32E18A6E5A644FAF83A79F69F7999E3E26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6">
    <w:name w:val="BE5ADD6C717D4339B306CF1E08E802802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6">
    <w:name w:val="F95312EFF7AD4B2FAA497AA0FCC0BD392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6">
    <w:name w:val="DB02086443254FDC90E868673881D09A2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6">
    <w:name w:val="FBE1C39C4AEB4EDAA3037BF9B44B34B32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6">
    <w:name w:val="4C9483A1534348F8AF6DCD10D5EAED012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6">
    <w:name w:val="B8371DFC11D1491D93581AD366A2772B26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6">
    <w:name w:val="4928252DF8B54C5AA196912F15989E9926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5">
    <w:name w:val="8FD3922AD5864C4FB6E5A6B55A6F39BD25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5">
    <w:name w:val="DEAAF59F4A1449E4AF3B9B6F4C46F7D925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7">
    <w:name w:val="F0DCD10C4F1F46C4AB496AC03015811E27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7">
    <w:name w:val="159337C65B634BC58B8EA2D82208CEF027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7">
    <w:name w:val="AB38A7806D274AFEBF1C91D0815773AD27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7">
    <w:name w:val="093FA0FD3179432184FA915588E8009827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7">
    <w:name w:val="2572BDBE70224413AF4972E5A17BBB7627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7">
    <w:name w:val="AE92926C40744168AAD9F12FA0AEBA9A27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7">
    <w:name w:val="329538E6470F4134866CC013299E963027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7">
    <w:name w:val="0C491F7A950A408AB23EF138873ABD9D27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7">
    <w:name w:val="32E18A6E5A644FAF83A79F69F7999E3E27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7">
    <w:name w:val="BE5ADD6C717D4339B306CF1E08E802802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7">
    <w:name w:val="F95312EFF7AD4B2FAA497AA0FCC0BD392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7">
    <w:name w:val="DB02086443254FDC90E868673881D09A2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7">
    <w:name w:val="FBE1C39C4AEB4EDAA3037BF9B44B34B32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7">
    <w:name w:val="4C9483A1534348F8AF6DCD10D5EAED012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7">
    <w:name w:val="B8371DFC11D1491D93581AD366A2772B27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7">
    <w:name w:val="4928252DF8B54C5AA196912F15989E9927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6">
    <w:name w:val="8FD3922AD5864C4FB6E5A6B55A6F39BD26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6">
    <w:name w:val="DEAAF59F4A1449E4AF3B9B6F4C46F7D926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8">
    <w:name w:val="F0DCD10C4F1F46C4AB496AC03015811E28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8">
    <w:name w:val="159337C65B634BC58B8EA2D82208CEF028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8">
    <w:name w:val="AB38A7806D274AFEBF1C91D0815773AD28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8">
    <w:name w:val="093FA0FD3179432184FA915588E8009828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8">
    <w:name w:val="2572BDBE70224413AF4972E5A17BBB7628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8">
    <w:name w:val="AE92926C40744168AAD9F12FA0AEBA9A28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8">
    <w:name w:val="329538E6470F4134866CC013299E963028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8">
    <w:name w:val="0C491F7A950A408AB23EF138873ABD9D28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8">
    <w:name w:val="32E18A6E5A644FAF83A79F69F7999E3E28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8">
    <w:name w:val="BE5ADD6C717D4339B306CF1E08E802802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8">
    <w:name w:val="F95312EFF7AD4B2FAA497AA0FCC0BD392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8">
    <w:name w:val="DB02086443254FDC90E868673881D09A2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8">
    <w:name w:val="FBE1C39C4AEB4EDAA3037BF9B44B34B32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8">
    <w:name w:val="4C9483A1534348F8AF6DCD10D5EAED012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8">
    <w:name w:val="B8371DFC11D1491D93581AD366A2772B28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8">
    <w:name w:val="4928252DF8B54C5AA196912F15989E9928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7">
    <w:name w:val="8FD3922AD5864C4FB6E5A6B55A6F39BD27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7">
    <w:name w:val="DEAAF59F4A1449E4AF3B9B6F4C46F7D927"/>
    <w:rsid w:val="001241B0"/>
    <w:pPr>
      <w:jc w:val="both"/>
    </w:pPr>
    <w:rPr>
      <w:rFonts w:eastAsiaTheme="minorHAnsi"/>
      <w:lang w:eastAsia="en-US"/>
    </w:rPr>
  </w:style>
  <w:style w:type="paragraph" w:customStyle="1" w:styleId="F0DCD10C4F1F46C4AB496AC03015811E29">
    <w:name w:val="F0DCD10C4F1F46C4AB496AC03015811E29"/>
    <w:rsid w:val="001241B0"/>
    <w:pPr>
      <w:jc w:val="both"/>
    </w:pPr>
    <w:rPr>
      <w:rFonts w:eastAsiaTheme="minorHAnsi"/>
      <w:lang w:eastAsia="en-US"/>
    </w:rPr>
  </w:style>
  <w:style w:type="paragraph" w:customStyle="1" w:styleId="159337C65B634BC58B8EA2D82208CEF029">
    <w:name w:val="159337C65B634BC58B8EA2D82208CEF029"/>
    <w:rsid w:val="001241B0"/>
    <w:pPr>
      <w:jc w:val="both"/>
    </w:pPr>
    <w:rPr>
      <w:rFonts w:eastAsiaTheme="minorHAnsi"/>
      <w:lang w:eastAsia="en-US"/>
    </w:rPr>
  </w:style>
  <w:style w:type="paragraph" w:customStyle="1" w:styleId="AB38A7806D274AFEBF1C91D0815773AD29">
    <w:name w:val="AB38A7806D274AFEBF1C91D0815773AD29"/>
    <w:rsid w:val="001241B0"/>
    <w:pPr>
      <w:jc w:val="both"/>
    </w:pPr>
    <w:rPr>
      <w:rFonts w:eastAsiaTheme="minorHAnsi"/>
      <w:lang w:eastAsia="en-US"/>
    </w:rPr>
  </w:style>
  <w:style w:type="paragraph" w:customStyle="1" w:styleId="093FA0FD3179432184FA915588E8009829">
    <w:name w:val="093FA0FD3179432184FA915588E8009829"/>
    <w:rsid w:val="001241B0"/>
    <w:pPr>
      <w:jc w:val="both"/>
    </w:pPr>
    <w:rPr>
      <w:rFonts w:eastAsiaTheme="minorHAnsi"/>
      <w:lang w:eastAsia="en-US"/>
    </w:rPr>
  </w:style>
  <w:style w:type="paragraph" w:customStyle="1" w:styleId="2572BDBE70224413AF4972E5A17BBB7629">
    <w:name w:val="2572BDBE70224413AF4972E5A17BBB7629"/>
    <w:rsid w:val="001241B0"/>
    <w:pPr>
      <w:jc w:val="both"/>
    </w:pPr>
    <w:rPr>
      <w:rFonts w:eastAsiaTheme="minorHAnsi"/>
      <w:lang w:eastAsia="en-US"/>
    </w:rPr>
  </w:style>
  <w:style w:type="paragraph" w:customStyle="1" w:styleId="AE92926C40744168AAD9F12FA0AEBA9A29">
    <w:name w:val="AE92926C40744168AAD9F12FA0AEBA9A29"/>
    <w:rsid w:val="001241B0"/>
    <w:pPr>
      <w:jc w:val="both"/>
    </w:pPr>
    <w:rPr>
      <w:rFonts w:eastAsiaTheme="minorHAnsi"/>
      <w:lang w:eastAsia="en-US"/>
    </w:rPr>
  </w:style>
  <w:style w:type="paragraph" w:customStyle="1" w:styleId="329538E6470F4134866CC013299E963029">
    <w:name w:val="329538E6470F4134866CC013299E963029"/>
    <w:rsid w:val="001241B0"/>
    <w:pPr>
      <w:jc w:val="both"/>
    </w:pPr>
    <w:rPr>
      <w:rFonts w:eastAsiaTheme="minorHAnsi"/>
      <w:lang w:eastAsia="en-US"/>
    </w:rPr>
  </w:style>
  <w:style w:type="paragraph" w:customStyle="1" w:styleId="0C491F7A950A408AB23EF138873ABD9D29">
    <w:name w:val="0C491F7A950A408AB23EF138873ABD9D29"/>
    <w:rsid w:val="001241B0"/>
    <w:pPr>
      <w:jc w:val="both"/>
    </w:pPr>
    <w:rPr>
      <w:rFonts w:eastAsiaTheme="minorHAnsi"/>
      <w:lang w:eastAsia="en-US"/>
    </w:rPr>
  </w:style>
  <w:style w:type="paragraph" w:customStyle="1" w:styleId="32E18A6E5A644FAF83A79F69F7999E3E29">
    <w:name w:val="32E18A6E5A644FAF83A79F69F7999E3E29"/>
    <w:rsid w:val="001241B0"/>
    <w:pPr>
      <w:jc w:val="both"/>
    </w:pPr>
    <w:rPr>
      <w:rFonts w:eastAsiaTheme="minorHAnsi"/>
      <w:lang w:eastAsia="en-US"/>
    </w:rPr>
  </w:style>
  <w:style w:type="paragraph" w:customStyle="1" w:styleId="BE5ADD6C717D4339B306CF1E08E8028029">
    <w:name w:val="BE5ADD6C717D4339B306CF1E08E802802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29">
    <w:name w:val="F95312EFF7AD4B2FAA497AA0FCC0BD392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29">
    <w:name w:val="DB02086443254FDC90E868673881D09A2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29">
    <w:name w:val="FBE1C39C4AEB4EDAA3037BF9B44B34B32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29">
    <w:name w:val="4C9483A1534348F8AF6DCD10D5EAED012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29">
    <w:name w:val="B8371DFC11D1491D93581AD366A2772B29"/>
    <w:rsid w:val="001241B0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29">
    <w:name w:val="4928252DF8B54C5AA196912F15989E9929"/>
    <w:rsid w:val="001241B0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8FD3922AD5864C4FB6E5A6B55A6F39BD28">
    <w:name w:val="8FD3922AD5864C4FB6E5A6B55A6F39BD28"/>
    <w:rsid w:val="001241B0"/>
    <w:pPr>
      <w:jc w:val="both"/>
    </w:pPr>
    <w:rPr>
      <w:rFonts w:eastAsiaTheme="minorHAnsi"/>
      <w:lang w:eastAsia="en-US"/>
    </w:rPr>
  </w:style>
  <w:style w:type="paragraph" w:customStyle="1" w:styleId="DEAAF59F4A1449E4AF3B9B6F4C46F7D928">
    <w:name w:val="DEAAF59F4A1449E4AF3B9B6F4C46F7D928"/>
    <w:rsid w:val="001241B0"/>
    <w:pPr>
      <w:jc w:val="both"/>
    </w:pPr>
    <w:rPr>
      <w:rFonts w:eastAsiaTheme="minorHAnsi"/>
      <w:lang w:eastAsia="en-US"/>
    </w:rPr>
  </w:style>
  <w:style w:type="paragraph" w:customStyle="1" w:styleId="75FE135A9AA9400F9007E6DB4FF4C4AD">
    <w:name w:val="75FE135A9AA9400F9007E6DB4FF4C4AD"/>
    <w:rsid w:val="000C2B96"/>
  </w:style>
  <w:style w:type="paragraph" w:customStyle="1" w:styleId="E4C64DAB52DB46E59C05982CBDBEDEAA">
    <w:name w:val="E4C64DAB52DB46E59C05982CBDBEDEAA"/>
    <w:rsid w:val="000C2B96"/>
  </w:style>
  <w:style w:type="paragraph" w:customStyle="1" w:styleId="B1CB025F906F40B6892E7A3FF38792A0">
    <w:name w:val="B1CB025F906F40B6892E7A3FF38792A0"/>
    <w:rsid w:val="000C2B96"/>
  </w:style>
  <w:style w:type="paragraph" w:customStyle="1" w:styleId="BA6ED8C6C0FB406AB6D7121077196891">
    <w:name w:val="BA6ED8C6C0FB406AB6D7121077196891"/>
    <w:rsid w:val="000C2B96"/>
  </w:style>
  <w:style w:type="paragraph" w:customStyle="1" w:styleId="90858C943127490FBDDD9961DEB43637">
    <w:name w:val="90858C943127490FBDDD9961DEB43637"/>
    <w:rsid w:val="000C2B96"/>
  </w:style>
  <w:style w:type="paragraph" w:customStyle="1" w:styleId="75FE135A9AA9400F9007E6DB4FF4C4AD1">
    <w:name w:val="75FE135A9AA9400F9007E6DB4FF4C4AD1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">
    <w:name w:val="E4C64DAB52DB46E59C05982CBDBEDEAA1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">
    <w:name w:val="B1CB025F906F40B6892E7A3FF38792A01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">
    <w:name w:val="BA6ED8C6C0FB406AB6D71210771968911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">
    <w:name w:val="90858C943127490FBDDD9961DEB436371"/>
    <w:rsid w:val="000C2B96"/>
    <w:pPr>
      <w:jc w:val="both"/>
    </w:pPr>
    <w:rPr>
      <w:rFonts w:eastAsiaTheme="minorHAnsi"/>
      <w:lang w:eastAsia="en-US"/>
    </w:rPr>
  </w:style>
  <w:style w:type="paragraph" w:customStyle="1" w:styleId="AE92926C40744168AAD9F12FA0AEBA9A30">
    <w:name w:val="AE92926C40744168AAD9F12FA0AEBA9A30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0">
    <w:name w:val="329538E6470F4134866CC013299E963030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0">
    <w:name w:val="0C491F7A950A408AB23EF138873ABD9D30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0">
    <w:name w:val="32E18A6E5A644FAF83A79F69F7999E3E30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0">
    <w:name w:val="BE5ADD6C717D4339B306CF1E08E802803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0">
    <w:name w:val="F95312EFF7AD4B2FAA497AA0FCC0BD393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0">
    <w:name w:val="DB02086443254FDC90E868673881D09A3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0">
    <w:name w:val="FBE1C39C4AEB4EDAA3037BF9B44B34B33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0">
    <w:name w:val="4C9483A1534348F8AF6DCD10D5EAED013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0">
    <w:name w:val="B8371DFC11D1491D93581AD366A2772B3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0">
    <w:name w:val="4928252DF8B54C5AA196912F15989E9930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">
    <w:name w:val="DF2D4783821D411BA739713F97827C5C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">
    <w:name w:val="CBD75E85F8AC42C5BE8E19C1CE354469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2">
    <w:name w:val="75FE135A9AA9400F9007E6DB4FF4C4AD2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">
    <w:name w:val="E4C64DAB52DB46E59C05982CBDBEDEAA2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">
    <w:name w:val="B1CB025F906F40B6892E7A3FF38792A02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">
    <w:name w:val="BA6ED8C6C0FB406AB6D71210771968912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">
    <w:name w:val="90858C943127490FBDDD9961DEB436372"/>
    <w:rsid w:val="000C2B96"/>
    <w:pPr>
      <w:jc w:val="both"/>
    </w:pPr>
    <w:rPr>
      <w:rFonts w:eastAsiaTheme="minorHAnsi"/>
      <w:lang w:eastAsia="en-US"/>
    </w:rPr>
  </w:style>
  <w:style w:type="paragraph" w:customStyle="1" w:styleId="AE92926C40744168AAD9F12FA0AEBA9A31">
    <w:name w:val="AE92926C40744168AAD9F12FA0AEBA9A31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1">
    <w:name w:val="329538E6470F4134866CC013299E963031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1">
    <w:name w:val="0C491F7A950A408AB23EF138873ABD9D31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1">
    <w:name w:val="32E18A6E5A644FAF83A79F69F7999E3E31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1">
    <w:name w:val="BE5ADD6C717D4339B306CF1E08E802803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1">
    <w:name w:val="F95312EFF7AD4B2FAA497AA0FCC0BD393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1">
    <w:name w:val="DB02086443254FDC90E868673881D09A3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1">
    <w:name w:val="FBE1C39C4AEB4EDAA3037BF9B44B34B33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1">
    <w:name w:val="4C9483A1534348F8AF6DCD10D5EAED013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1">
    <w:name w:val="B8371DFC11D1491D93581AD366A2772B3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1">
    <w:name w:val="4928252DF8B54C5AA196912F15989E9931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">
    <w:name w:val="DF2D4783821D411BA739713F97827C5C1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">
    <w:name w:val="CBD75E85F8AC42C5BE8E19C1CE3544691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3">
    <w:name w:val="75FE135A9AA9400F9007E6DB4FF4C4AD3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">
    <w:name w:val="E4C64DAB52DB46E59C05982CBDBEDEAA3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">
    <w:name w:val="B1CB025F906F40B6892E7A3FF38792A03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">
    <w:name w:val="BA6ED8C6C0FB406AB6D71210771968913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">
    <w:name w:val="90858C943127490FBDDD9961DEB436373"/>
    <w:rsid w:val="000C2B96"/>
    <w:pPr>
      <w:jc w:val="both"/>
    </w:pPr>
    <w:rPr>
      <w:rFonts w:eastAsiaTheme="minorHAnsi"/>
      <w:lang w:eastAsia="en-US"/>
    </w:rPr>
  </w:style>
  <w:style w:type="paragraph" w:customStyle="1" w:styleId="AE92926C40744168AAD9F12FA0AEBA9A32">
    <w:name w:val="AE92926C40744168AAD9F12FA0AEBA9A32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2">
    <w:name w:val="329538E6470F4134866CC013299E963032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2">
    <w:name w:val="0C491F7A950A408AB23EF138873ABD9D32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2">
    <w:name w:val="32E18A6E5A644FAF83A79F69F7999E3E32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2">
    <w:name w:val="BE5ADD6C717D4339B306CF1E08E802803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2">
    <w:name w:val="F95312EFF7AD4B2FAA497AA0FCC0BD393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2">
    <w:name w:val="DB02086443254FDC90E868673881D09A3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2">
    <w:name w:val="FBE1C39C4AEB4EDAA3037BF9B44B34B33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2">
    <w:name w:val="4C9483A1534348F8AF6DCD10D5EAED013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2">
    <w:name w:val="B8371DFC11D1491D93581AD366A2772B3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2">
    <w:name w:val="4928252DF8B54C5AA196912F15989E9932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">
    <w:name w:val="DF2D4783821D411BA739713F97827C5C2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">
    <w:name w:val="CBD75E85F8AC42C5BE8E19C1CE3544692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4">
    <w:name w:val="75FE135A9AA9400F9007E6DB4FF4C4AD4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4">
    <w:name w:val="E4C64DAB52DB46E59C05982CBDBEDEAA4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4">
    <w:name w:val="B1CB025F906F40B6892E7A3FF38792A04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4">
    <w:name w:val="BA6ED8C6C0FB406AB6D71210771968914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4">
    <w:name w:val="90858C943127490FBDDD9961DEB436374"/>
    <w:rsid w:val="000C2B96"/>
    <w:pPr>
      <w:jc w:val="both"/>
    </w:pPr>
    <w:rPr>
      <w:rFonts w:eastAsiaTheme="minorHAnsi"/>
      <w:lang w:eastAsia="en-US"/>
    </w:rPr>
  </w:style>
  <w:style w:type="paragraph" w:customStyle="1" w:styleId="AE92926C40744168AAD9F12FA0AEBA9A33">
    <w:name w:val="AE92926C40744168AAD9F12FA0AEBA9A33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3">
    <w:name w:val="329538E6470F4134866CC013299E963033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3">
    <w:name w:val="0C491F7A950A408AB23EF138873ABD9D33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3">
    <w:name w:val="32E18A6E5A644FAF83A79F69F7999E3E33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3">
    <w:name w:val="BE5ADD6C717D4339B306CF1E08E802803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3">
    <w:name w:val="F95312EFF7AD4B2FAA497AA0FCC0BD393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3">
    <w:name w:val="DB02086443254FDC90E868673881D09A3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3">
    <w:name w:val="FBE1C39C4AEB4EDAA3037BF9B44B34B33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3">
    <w:name w:val="4C9483A1534348F8AF6DCD10D5EAED013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3">
    <w:name w:val="B8371DFC11D1491D93581AD366A2772B3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3">
    <w:name w:val="4928252DF8B54C5AA196912F15989E9933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">
    <w:name w:val="DF2D4783821D411BA739713F97827C5C3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">
    <w:name w:val="CBD75E85F8AC42C5BE8E19C1CE3544693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5">
    <w:name w:val="75FE135A9AA9400F9007E6DB4FF4C4AD5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5">
    <w:name w:val="E4C64DAB52DB46E59C05982CBDBEDEAA5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5">
    <w:name w:val="B1CB025F906F40B6892E7A3FF38792A05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5">
    <w:name w:val="BA6ED8C6C0FB406AB6D71210771968915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5">
    <w:name w:val="90858C943127490FBDDD9961DEB436375"/>
    <w:rsid w:val="000C2B96"/>
    <w:pPr>
      <w:jc w:val="both"/>
    </w:pPr>
    <w:rPr>
      <w:rFonts w:eastAsiaTheme="minorHAnsi"/>
      <w:lang w:eastAsia="en-US"/>
    </w:rPr>
  </w:style>
  <w:style w:type="paragraph" w:customStyle="1" w:styleId="AE92926C40744168AAD9F12FA0AEBA9A34">
    <w:name w:val="AE92926C40744168AAD9F12FA0AEBA9A34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4">
    <w:name w:val="329538E6470F4134866CC013299E963034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4">
    <w:name w:val="0C491F7A950A408AB23EF138873ABD9D34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4">
    <w:name w:val="32E18A6E5A644FAF83A79F69F7999E3E34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4">
    <w:name w:val="BE5ADD6C717D4339B306CF1E08E802803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4">
    <w:name w:val="F95312EFF7AD4B2FAA497AA0FCC0BD393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4">
    <w:name w:val="DB02086443254FDC90E868673881D09A3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4">
    <w:name w:val="FBE1C39C4AEB4EDAA3037BF9B44B34B33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4">
    <w:name w:val="4C9483A1534348F8AF6DCD10D5EAED013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4">
    <w:name w:val="B8371DFC11D1491D93581AD366A2772B3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4">
    <w:name w:val="4928252DF8B54C5AA196912F15989E9934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4">
    <w:name w:val="DF2D4783821D411BA739713F97827C5C4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4">
    <w:name w:val="CBD75E85F8AC42C5BE8E19C1CE3544694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6">
    <w:name w:val="75FE135A9AA9400F9007E6DB4FF4C4AD6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6">
    <w:name w:val="E4C64DAB52DB46E59C05982CBDBEDEAA6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6">
    <w:name w:val="B1CB025F906F40B6892E7A3FF38792A06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6">
    <w:name w:val="BA6ED8C6C0FB406AB6D71210771968916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6">
    <w:name w:val="90858C943127490FBDDD9961DEB436376"/>
    <w:rsid w:val="000C2B96"/>
    <w:pPr>
      <w:jc w:val="both"/>
    </w:pPr>
    <w:rPr>
      <w:rFonts w:eastAsiaTheme="minorHAnsi"/>
      <w:lang w:eastAsia="en-US"/>
    </w:rPr>
  </w:style>
  <w:style w:type="paragraph" w:customStyle="1" w:styleId="AE92926C40744168AAD9F12FA0AEBA9A35">
    <w:name w:val="AE92926C40744168AAD9F12FA0AEBA9A35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5">
    <w:name w:val="329538E6470F4134866CC013299E963035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5">
    <w:name w:val="0C491F7A950A408AB23EF138873ABD9D35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5">
    <w:name w:val="32E18A6E5A644FAF83A79F69F7999E3E35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5">
    <w:name w:val="BE5ADD6C717D4339B306CF1E08E802803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5">
    <w:name w:val="F95312EFF7AD4B2FAA497AA0FCC0BD393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5">
    <w:name w:val="DB02086443254FDC90E868673881D09A3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5">
    <w:name w:val="FBE1C39C4AEB4EDAA3037BF9B44B34B33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5">
    <w:name w:val="4C9483A1534348F8AF6DCD10D5EAED013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5">
    <w:name w:val="B8371DFC11D1491D93581AD366A2772B3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5">
    <w:name w:val="4928252DF8B54C5AA196912F15989E9935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5">
    <w:name w:val="DF2D4783821D411BA739713F97827C5C5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5">
    <w:name w:val="CBD75E85F8AC42C5BE8E19C1CE3544695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">
    <w:name w:val="9532356D371C478DA0B472721E4B88D3"/>
    <w:rsid w:val="000C2B96"/>
  </w:style>
  <w:style w:type="paragraph" w:customStyle="1" w:styleId="75FE135A9AA9400F9007E6DB4FF4C4AD7">
    <w:name w:val="75FE135A9AA9400F9007E6DB4FF4C4AD7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7">
    <w:name w:val="E4C64DAB52DB46E59C05982CBDBEDEAA7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7">
    <w:name w:val="B1CB025F906F40B6892E7A3FF38792A07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7">
    <w:name w:val="BA6ED8C6C0FB406AB6D71210771968917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7">
    <w:name w:val="90858C943127490FBDDD9961DEB436377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">
    <w:name w:val="9532356D371C478DA0B472721E4B88D31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6">
    <w:name w:val="329538E6470F4134866CC013299E963036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6">
    <w:name w:val="0C491F7A950A408AB23EF138873ABD9D36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6">
    <w:name w:val="32E18A6E5A644FAF83A79F69F7999E3E36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6">
    <w:name w:val="BE5ADD6C717D4339B306CF1E08E802803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6">
    <w:name w:val="F95312EFF7AD4B2FAA497AA0FCC0BD393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6">
    <w:name w:val="DB02086443254FDC90E868673881D09A3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6">
    <w:name w:val="FBE1C39C4AEB4EDAA3037BF9B44B34B33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6">
    <w:name w:val="4C9483A1534348F8AF6DCD10D5EAED013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6">
    <w:name w:val="B8371DFC11D1491D93581AD366A2772B3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6">
    <w:name w:val="4928252DF8B54C5AA196912F15989E9936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6">
    <w:name w:val="DF2D4783821D411BA739713F97827C5C6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6">
    <w:name w:val="CBD75E85F8AC42C5BE8E19C1CE3544696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8">
    <w:name w:val="75FE135A9AA9400F9007E6DB4FF4C4AD8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8">
    <w:name w:val="E4C64DAB52DB46E59C05982CBDBEDEAA8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8">
    <w:name w:val="B1CB025F906F40B6892E7A3FF38792A08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8">
    <w:name w:val="BA6ED8C6C0FB406AB6D71210771968918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8">
    <w:name w:val="90858C943127490FBDDD9961DEB436378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">
    <w:name w:val="9532356D371C478DA0B472721E4B88D32"/>
    <w:rsid w:val="000C2B96"/>
    <w:pPr>
      <w:jc w:val="both"/>
    </w:pPr>
    <w:rPr>
      <w:rFonts w:eastAsiaTheme="minorHAnsi"/>
      <w:lang w:eastAsia="en-US"/>
    </w:rPr>
  </w:style>
  <w:style w:type="paragraph" w:customStyle="1" w:styleId="329538E6470F4134866CC013299E963037">
    <w:name w:val="329538E6470F4134866CC013299E963037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7">
    <w:name w:val="0C491F7A950A408AB23EF138873ABD9D37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7">
    <w:name w:val="32E18A6E5A644FAF83A79F69F7999E3E37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7">
    <w:name w:val="BE5ADD6C717D4339B306CF1E08E802803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7">
    <w:name w:val="F95312EFF7AD4B2FAA497AA0FCC0BD393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7">
    <w:name w:val="DB02086443254FDC90E868673881D09A3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7">
    <w:name w:val="FBE1C39C4AEB4EDAA3037BF9B44B34B33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7">
    <w:name w:val="4C9483A1534348F8AF6DCD10D5EAED013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7">
    <w:name w:val="B8371DFC11D1491D93581AD366A2772B3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7">
    <w:name w:val="4928252DF8B54C5AA196912F15989E9937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7">
    <w:name w:val="DF2D4783821D411BA739713F97827C5C7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7">
    <w:name w:val="CBD75E85F8AC42C5BE8E19C1CE3544697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">
    <w:name w:val="4B1993906F8445FC9A198BBF3AA5C76B"/>
    <w:rsid w:val="000C2B96"/>
  </w:style>
  <w:style w:type="paragraph" w:customStyle="1" w:styleId="75FE135A9AA9400F9007E6DB4FF4C4AD9">
    <w:name w:val="75FE135A9AA9400F9007E6DB4FF4C4AD9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9">
    <w:name w:val="E4C64DAB52DB46E59C05982CBDBEDEAA9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9">
    <w:name w:val="B1CB025F906F40B6892E7A3FF38792A09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9">
    <w:name w:val="BA6ED8C6C0FB406AB6D71210771968919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9">
    <w:name w:val="90858C943127490FBDDD9961DEB436379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3">
    <w:name w:val="9532356D371C478DA0B472721E4B88D33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">
    <w:name w:val="4B1993906F8445FC9A198BBF3AA5C76B1"/>
    <w:rsid w:val="000C2B96"/>
    <w:pPr>
      <w:jc w:val="both"/>
    </w:pPr>
    <w:rPr>
      <w:rFonts w:eastAsiaTheme="minorHAnsi"/>
      <w:lang w:eastAsia="en-US"/>
    </w:rPr>
  </w:style>
  <w:style w:type="paragraph" w:customStyle="1" w:styleId="0C491F7A950A408AB23EF138873ABD9D38">
    <w:name w:val="0C491F7A950A408AB23EF138873ABD9D38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8">
    <w:name w:val="32E18A6E5A644FAF83A79F69F7999E3E38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8">
    <w:name w:val="BE5ADD6C717D4339B306CF1E08E802803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8">
    <w:name w:val="F95312EFF7AD4B2FAA497AA0FCC0BD393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8">
    <w:name w:val="DB02086443254FDC90E868673881D09A3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8">
    <w:name w:val="FBE1C39C4AEB4EDAA3037BF9B44B34B33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8">
    <w:name w:val="4C9483A1534348F8AF6DCD10D5EAED013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8">
    <w:name w:val="B8371DFC11D1491D93581AD366A2772B3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8">
    <w:name w:val="4928252DF8B54C5AA196912F15989E9938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8">
    <w:name w:val="DF2D4783821D411BA739713F97827C5C8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8">
    <w:name w:val="CBD75E85F8AC42C5BE8E19C1CE3544698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">
    <w:name w:val="81E226802A734568A4909243B561E2DB"/>
    <w:rsid w:val="000C2B96"/>
  </w:style>
  <w:style w:type="paragraph" w:customStyle="1" w:styleId="75FE135A9AA9400F9007E6DB4FF4C4AD10">
    <w:name w:val="75FE135A9AA9400F9007E6DB4FF4C4AD10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0">
    <w:name w:val="E4C64DAB52DB46E59C05982CBDBEDEAA10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0">
    <w:name w:val="B1CB025F906F40B6892E7A3FF38792A010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0">
    <w:name w:val="BA6ED8C6C0FB406AB6D712107719689110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0">
    <w:name w:val="90858C943127490FBDDD9961DEB4363710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4">
    <w:name w:val="9532356D371C478DA0B472721E4B88D34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">
    <w:name w:val="4B1993906F8445FC9A198BBF3AA5C76B2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">
    <w:name w:val="81E226802A734568A4909243B561E2DB1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39">
    <w:name w:val="32E18A6E5A644FAF83A79F69F7999E3E39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39">
    <w:name w:val="BE5ADD6C717D4339B306CF1E08E802803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39">
    <w:name w:val="F95312EFF7AD4B2FAA497AA0FCC0BD393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39">
    <w:name w:val="DB02086443254FDC90E868673881D09A3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39">
    <w:name w:val="FBE1C39C4AEB4EDAA3037BF9B44B34B33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39">
    <w:name w:val="4C9483A1534348F8AF6DCD10D5EAED013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39">
    <w:name w:val="B8371DFC11D1491D93581AD366A2772B3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39">
    <w:name w:val="4928252DF8B54C5AA196912F15989E9939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9">
    <w:name w:val="DF2D4783821D411BA739713F97827C5C9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9">
    <w:name w:val="CBD75E85F8AC42C5BE8E19C1CE3544699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11">
    <w:name w:val="75FE135A9AA9400F9007E6DB4FF4C4AD11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1">
    <w:name w:val="E4C64DAB52DB46E59C05982CBDBEDEAA11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1">
    <w:name w:val="B1CB025F906F40B6892E7A3FF38792A011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1">
    <w:name w:val="BA6ED8C6C0FB406AB6D712107719689111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1">
    <w:name w:val="90858C943127490FBDDD9961DEB4363711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5">
    <w:name w:val="9532356D371C478DA0B472721E4B88D35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3">
    <w:name w:val="4B1993906F8445FC9A198BBF3AA5C76B3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">
    <w:name w:val="81E226802A734568A4909243B561E2DB2"/>
    <w:rsid w:val="000C2B96"/>
    <w:pPr>
      <w:jc w:val="both"/>
    </w:pPr>
    <w:rPr>
      <w:rFonts w:eastAsiaTheme="minorHAnsi"/>
      <w:lang w:eastAsia="en-US"/>
    </w:rPr>
  </w:style>
  <w:style w:type="paragraph" w:customStyle="1" w:styleId="32E18A6E5A644FAF83A79F69F7999E3E40">
    <w:name w:val="32E18A6E5A644FAF83A79F69F7999E3E40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40">
    <w:name w:val="BE5ADD6C717D4339B306CF1E08E802804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0">
    <w:name w:val="F95312EFF7AD4B2FAA497AA0FCC0BD394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0">
    <w:name w:val="DB02086443254FDC90E868673881D09A4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0">
    <w:name w:val="FBE1C39C4AEB4EDAA3037BF9B44B34B34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0">
    <w:name w:val="4C9483A1534348F8AF6DCD10D5EAED014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0">
    <w:name w:val="B8371DFC11D1491D93581AD366A2772B4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0">
    <w:name w:val="4928252DF8B54C5AA196912F15989E9940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0">
    <w:name w:val="DF2D4783821D411BA739713F97827C5C10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0">
    <w:name w:val="CBD75E85F8AC42C5BE8E19C1CE35446910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">
    <w:name w:val="19B1F9BDA19E4977B8268BF4EBDBE04F"/>
    <w:rsid w:val="000C2B96"/>
  </w:style>
  <w:style w:type="paragraph" w:customStyle="1" w:styleId="75FE135A9AA9400F9007E6DB4FF4C4AD12">
    <w:name w:val="75FE135A9AA9400F9007E6DB4FF4C4AD12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2">
    <w:name w:val="E4C64DAB52DB46E59C05982CBDBEDEAA12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2">
    <w:name w:val="B1CB025F906F40B6892E7A3FF38792A012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2">
    <w:name w:val="BA6ED8C6C0FB406AB6D712107719689112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2">
    <w:name w:val="90858C943127490FBDDD9961DEB4363712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6">
    <w:name w:val="9532356D371C478DA0B472721E4B88D36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4">
    <w:name w:val="4B1993906F8445FC9A198BBF3AA5C76B4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3">
    <w:name w:val="81E226802A734568A4909243B561E2DB3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">
    <w:name w:val="19B1F9BDA19E4977B8268BF4EBDBE04F1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41">
    <w:name w:val="BE5ADD6C717D4339B306CF1E08E802804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1">
    <w:name w:val="F95312EFF7AD4B2FAA497AA0FCC0BD394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1">
    <w:name w:val="DB02086443254FDC90E868673881D09A4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1">
    <w:name w:val="FBE1C39C4AEB4EDAA3037BF9B44B34B34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1">
    <w:name w:val="4C9483A1534348F8AF6DCD10D5EAED014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1">
    <w:name w:val="B8371DFC11D1491D93581AD366A2772B4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1">
    <w:name w:val="4928252DF8B54C5AA196912F15989E9941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1">
    <w:name w:val="DF2D4783821D411BA739713F97827C5C11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1">
    <w:name w:val="CBD75E85F8AC42C5BE8E19C1CE35446911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13">
    <w:name w:val="75FE135A9AA9400F9007E6DB4FF4C4AD13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3">
    <w:name w:val="E4C64DAB52DB46E59C05982CBDBEDEAA13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3">
    <w:name w:val="B1CB025F906F40B6892E7A3FF38792A013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3">
    <w:name w:val="BA6ED8C6C0FB406AB6D712107719689113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3">
    <w:name w:val="90858C943127490FBDDD9961DEB4363713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7">
    <w:name w:val="9532356D371C478DA0B472721E4B88D37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5">
    <w:name w:val="4B1993906F8445FC9A198BBF3AA5C76B5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4">
    <w:name w:val="81E226802A734568A4909243B561E2DB4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">
    <w:name w:val="19B1F9BDA19E4977B8268BF4EBDBE04F2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42">
    <w:name w:val="BE5ADD6C717D4339B306CF1E08E802804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2">
    <w:name w:val="F95312EFF7AD4B2FAA497AA0FCC0BD394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2">
    <w:name w:val="DB02086443254FDC90E868673881D09A4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2">
    <w:name w:val="FBE1C39C4AEB4EDAA3037BF9B44B34B34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2">
    <w:name w:val="4C9483A1534348F8AF6DCD10D5EAED014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2">
    <w:name w:val="B8371DFC11D1491D93581AD366A2772B4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2">
    <w:name w:val="4928252DF8B54C5AA196912F15989E9942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2">
    <w:name w:val="DF2D4783821D411BA739713F97827C5C12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2">
    <w:name w:val="CBD75E85F8AC42C5BE8E19C1CE35446912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14">
    <w:name w:val="75FE135A9AA9400F9007E6DB4FF4C4AD14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4">
    <w:name w:val="E4C64DAB52DB46E59C05982CBDBEDEAA14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4">
    <w:name w:val="B1CB025F906F40B6892E7A3FF38792A014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4">
    <w:name w:val="BA6ED8C6C0FB406AB6D712107719689114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4">
    <w:name w:val="90858C943127490FBDDD9961DEB4363714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8">
    <w:name w:val="9532356D371C478DA0B472721E4B88D38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6">
    <w:name w:val="4B1993906F8445FC9A198BBF3AA5C76B6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5">
    <w:name w:val="81E226802A734568A4909243B561E2DB5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3">
    <w:name w:val="19B1F9BDA19E4977B8268BF4EBDBE04F3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43">
    <w:name w:val="BE5ADD6C717D4339B306CF1E08E802804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3">
    <w:name w:val="F95312EFF7AD4B2FAA497AA0FCC0BD394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3">
    <w:name w:val="DB02086443254FDC90E868673881D09A4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3">
    <w:name w:val="FBE1C39C4AEB4EDAA3037BF9B44B34B34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3">
    <w:name w:val="4C9483A1534348F8AF6DCD10D5EAED014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3">
    <w:name w:val="B8371DFC11D1491D93581AD366A2772B4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3">
    <w:name w:val="4928252DF8B54C5AA196912F15989E9943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3">
    <w:name w:val="DF2D4783821D411BA739713F97827C5C13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3">
    <w:name w:val="CBD75E85F8AC42C5BE8E19C1CE35446913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15">
    <w:name w:val="75FE135A9AA9400F9007E6DB4FF4C4AD15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5">
    <w:name w:val="E4C64DAB52DB46E59C05982CBDBEDEAA15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5">
    <w:name w:val="B1CB025F906F40B6892E7A3FF38792A015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5">
    <w:name w:val="BA6ED8C6C0FB406AB6D712107719689115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5">
    <w:name w:val="90858C943127490FBDDD9961DEB4363715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9">
    <w:name w:val="9532356D371C478DA0B472721E4B88D39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7">
    <w:name w:val="4B1993906F8445FC9A198BBF3AA5C76B7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6">
    <w:name w:val="81E226802A734568A4909243B561E2DB6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4">
    <w:name w:val="19B1F9BDA19E4977B8268BF4EBDBE04F4"/>
    <w:rsid w:val="000C2B96"/>
    <w:pPr>
      <w:jc w:val="both"/>
    </w:pPr>
    <w:rPr>
      <w:rFonts w:eastAsiaTheme="minorHAnsi"/>
      <w:lang w:eastAsia="en-US"/>
    </w:rPr>
  </w:style>
  <w:style w:type="paragraph" w:customStyle="1" w:styleId="BE5ADD6C717D4339B306CF1E08E8028044">
    <w:name w:val="BE5ADD6C717D4339B306CF1E08E802804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4">
    <w:name w:val="F95312EFF7AD4B2FAA497AA0FCC0BD394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4">
    <w:name w:val="DB02086443254FDC90E868673881D09A4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4">
    <w:name w:val="FBE1C39C4AEB4EDAA3037BF9B44B34B34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4">
    <w:name w:val="4C9483A1534348F8AF6DCD10D5EAED014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4">
    <w:name w:val="B8371DFC11D1491D93581AD366A2772B4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4">
    <w:name w:val="4928252DF8B54C5AA196912F15989E9944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4">
    <w:name w:val="DF2D4783821D411BA739713F97827C5C14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4">
    <w:name w:val="CBD75E85F8AC42C5BE8E19C1CE35446914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">
    <w:name w:val="3F091A76C2674615AE28F823D26C2C89"/>
    <w:rsid w:val="000C2B96"/>
  </w:style>
  <w:style w:type="paragraph" w:customStyle="1" w:styleId="75FE135A9AA9400F9007E6DB4FF4C4AD16">
    <w:name w:val="75FE135A9AA9400F9007E6DB4FF4C4AD16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6">
    <w:name w:val="E4C64DAB52DB46E59C05982CBDBEDEAA16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6">
    <w:name w:val="B1CB025F906F40B6892E7A3FF38792A016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6">
    <w:name w:val="BA6ED8C6C0FB406AB6D712107719689116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6">
    <w:name w:val="90858C943127490FBDDD9961DEB4363716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0">
    <w:name w:val="9532356D371C478DA0B472721E4B88D310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8">
    <w:name w:val="4B1993906F8445FC9A198BBF3AA5C76B8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7">
    <w:name w:val="81E226802A734568A4909243B561E2DB7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5">
    <w:name w:val="19B1F9BDA19E4977B8268BF4EBDBE04F5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">
    <w:name w:val="3F091A76C2674615AE28F823D26C2C89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5">
    <w:name w:val="F95312EFF7AD4B2FAA497AA0FCC0BD394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5">
    <w:name w:val="DB02086443254FDC90E868673881D09A4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5">
    <w:name w:val="FBE1C39C4AEB4EDAA3037BF9B44B34B34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5">
    <w:name w:val="4C9483A1534348F8AF6DCD10D5EAED014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5">
    <w:name w:val="B8371DFC11D1491D93581AD366A2772B4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5">
    <w:name w:val="4928252DF8B54C5AA196912F15989E9945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5">
    <w:name w:val="DF2D4783821D411BA739713F97827C5C15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5">
    <w:name w:val="CBD75E85F8AC42C5BE8E19C1CE35446915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17">
    <w:name w:val="75FE135A9AA9400F9007E6DB4FF4C4AD17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7">
    <w:name w:val="E4C64DAB52DB46E59C05982CBDBEDEAA17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7">
    <w:name w:val="B1CB025F906F40B6892E7A3FF38792A017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7">
    <w:name w:val="BA6ED8C6C0FB406AB6D712107719689117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7">
    <w:name w:val="90858C943127490FBDDD9961DEB4363717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1">
    <w:name w:val="9532356D371C478DA0B472721E4B88D311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9">
    <w:name w:val="4B1993906F8445FC9A198BBF3AA5C76B9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8">
    <w:name w:val="81E226802A734568A4909243B561E2DB8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6">
    <w:name w:val="19B1F9BDA19E4977B8268BF4EBDBE04F6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2">
    <w:name w:val="3F091A76C2674615AE28F823D26C2C89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6">
    <w:name w:val="F95312EFF7AD4B2FAA497AA0FCC0BD394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6">
    <w:name w:val="DB02086443254FDC90E868673881D09A4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6">
    <w:name w:val="FBE1C39C4AEB4EDAA3037BF9B44B34B34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6">
    <w:name w:val="4C9483A1534348F8AF6DCD10D5EAED014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6">
    <w:name w:val="B8371DFC11D1491D93581AD366A2772B4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6">
    <w:name w:val="4928252DF8B54C5AA196912F15989E9946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6">
    <w:name w:val="DF2D4783821D411BA739713F97827C5C16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6">
    <w:name w:val="CBD75E85F8AC42C5BE8E19C1CE35446916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18">
    <w:name w:val="75FE135A9AA9400F9007E6DB4FF4C4AD18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8">
    <w:name w:val="E4C64DAB52DB46E59C05982CBDBEDEAA18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8">
    <w:name w:val="B1CB025F906F40B6892E7A3FF38792A018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8">
    <w:name w:val="BA6ED8C6C0FB406AB6D712107719689118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8">
    <w:name w:val="90858C943127490FBDDD9961DEB4363718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2">
    <w:name w:val="9532356D371C478DA0B472721E4B88D312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0">
    <w:name w:val="4B1993906F8445FC9A198BBF3AA5C76B10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9">
    <w:name w:val="81E226802A734568A4909243B561E2DB9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7">
    <w:name w:val="19B1F9BDA19E4977B8268BF4EBDBE04F7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3">
    <w:name w:val="3F091A76C2674615AE28F823D26C2C89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7">
    <w:name w:val="F95312EFF7AD4B2FAA497AA0FCC0BD394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7">
    <w:name w:val="DB02086443254FDC90E868673881D09A4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7">
    <w:name w:val="FBE1C39C4AEB4EDAA3037BF9B44B34B34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7">
    <w:name w:val="4C9483A1534348F8AF6DCD10D5EAED014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7">
    <w:name w:val="B8371DFC11D1491D93581AD366A2772B4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7">
    <w:name w:val="4928252DF8B54C5AA196912F15989E9947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7">
    <w:name w:val="DF2D4783821D411BA739713F97827C5C17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7">
    <w:name w:val="CBD75E85F8AC42C5BE8E19C1CE35446917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19">
    <w:name w:val="75FE135A9AA9400F9007E6DB4FF4C4AD19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19">
    <w:name w:val="E4C64DAB52DB46E59C05982CBDBEDEAA19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19">
    <w:name w:val="B1CB025F906F40B6892E7A3FF38792A019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19">
    <w:name w:val="BA6ED8C6C0FB406AB6D712107719689119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19">
    <w:name w:val="90858C943127490FBDDD9961DEB4363719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3">
    <w:name w:val="9532356D371C478DA0B472721E4B88D313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1">
    <w:name w:val="4B1993906F8445FC9A198BBF3AA5C76B11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0">
    <w:name w:val="81E226802A734568A4909243B561E2DB10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8">
    <w:name w:val="19B1F9BDA19E4977B8268BF4EBDBE04F8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4">
    <w:name w:val="3F091A76C2674615AE28F823D26C2C89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8">
    <w:name w:val="F95312EFF7AD4B2FAA497AA0FCC0BD394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8">
    <w:name w:val="DB02086443254FDC90E868673881D09A4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8">
    <w:name w:val="FBE1C39C4AEB4EDAA3037BF9B44B34B34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8">
    <w:name w:val="4C9483A1534348F8AF6DCD10D5EAED014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8">
    <w:name w:val="B8371DFC11D1491D93581AD366A2772B4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8">
    <w:name w:val="4928252DF8B54C5AA196912F15989E9948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8">
    <w:name w:val="DF2D4783821D411BA739713F97827C5C18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8">
    <w:name w:val="CBD75E85F8AC42C5BE8E19C1CE35446918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20">
    <w:name w:val="75FE135A9AA9400F9007E6DB4FF4C4AD20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0">
    <w:name w:val="E4C64DAB52DB46E59C05982CBDBEDEAA20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0">
    <w:name w:val="B1CB025F906F40B6892E7A3FF38792A020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0">
    <w:name w:val="BA6ED8C6C0FB406AB6D712107719689120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0">
    <w:name w:val="90858C943127490FBDDD9961DEB4363720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4">
    <w:name w:val="9532356D371C478DA0B472721E4B88D314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2">
    <w:name w:val="4B1993906F8445FC9A198BBF3AA5C76B12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1">
    <w:name w:val="81E226802A734568A4909243B561E2DB11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9">
    <w:name w:val="19B1F9BDA19E4977B8268BF4EBDBE04F9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5">
    <w:name w:val="3F091A76C2674615AE28F823D26C2C89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49">
    <w:name w:val="F95312EFF7AD4B2FAA497AA0FCC0BD394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49">
    <w:name w:val="DB02086443254FDC90E868673881D09A4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49">
    <w:name w:val="FBE1C39C4AEB4EDAA3037BF9B44B34B34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49">
    <w:name w:val="4C9483A1534348F8AF6DCD10D5EAED014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49">
    <w:name w:val="B8371DFC11D1491D93581AD366A2772B4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49">
    <w:name w:val="4928252DF8B54C5AA196912F15989E9949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19">
    <w:name w:val="DF2D4783821D411BA739713F97827C5C19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19">
    <w:name w:val="CBD75E85F8AC42C5BE8E19C1CE35446919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21">
    <w:name w:val="75FE135A9AA9400F9007E6DB4FF4C4AD21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1">
    <w:name w:val="E4C64DAB52DB46E59C05982CBDBEDEAA21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1">
    <w:name w:val="B1CB025F906F40B6892E7A3FF38792A021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1">
    <w:name w:val="BA6ED8C6C0FB406AB6D712107719689121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1">
    <w:name w:val="90858C943127490FBDDD9961DEB4363721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5">
    <w:name w:val="9532356D371C478DA0B472721E4B88D315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3">
    <w:name w:val="4B1993906F8445FC9A198BBF3AA5C76B13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2">
    <w:name w:val="81E226802A734568A4909243B561E2DB12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0">
    <w:name w:val="19B1F9BDA19E4977B8268BF4EBDBE04F10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6">
    <w:name w:val="3F091A76C2674615AE28F823D26C2C89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50">
    <w:name w:val="F95312EFF7AD4B2FAA497AA0FCC0BD395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0">
    <w:name w:val="DB02086443254FDC90E868673881D09A5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0">
    <w:name w:val="FBE1C39C4AEB4EDAA3037BF9B44B34B35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0">
    <w:name w:val="4C9483A1534348F8AF6DCD10D5EAED015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0">
    <w:name w:val="B8371DFC11D1491D93581AD366A2772B5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0">
    <w:name w:val="4928252DF8B54C5AA196912F15989E9950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0">
    <w:name w:val="DF2D4783821D411BA739713F97827C5C20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0">
    <w:name w:val="CBD75E85F8AC42C5BE8E19C1CE35446920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22">
    <w:name w:val="75FE135A9AA9400F9007E6DB4FF4C4AD22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2">
    <w:name w:val="E4C64DAB52DB46E59C05982CBDBEDEAA22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2">
    <w:name w:val="B1CB025F906F40B6892E7A3FF38792A022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2">
    <w:name w:val="BA6ED8C6C0FB406AB6D712107719689122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2">
    <w:name w:val="90858C943127490FBDDD9961DEB4363722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6">
    <w:name w:val="9532356D371C478DA0B472721E4B88D316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4">
    <w:name w:val="4B1993906F8445FC9A198BBF3AA5C76B14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3">
    <w:name w:val="81E226802A734568A4909243B561E2DB13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1">
    <w:name w:val="19B1F9BDA19E4977B8268BF4EBDBE04F11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7">
    <w:name w:val="3F091A76C2674615AE28F823D26C2C89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51">
    <w:name w:val="F95312EFF7AD4B2FAA497AA0FCC0BD395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1">
    <w:name w:val="DB02086443254FDC90E868673881D09A5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1">
    <w:name w:val="FBE1C39C4AEB4EDAA3037BF9B44B34B35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1">
    <w:name w:val="4C9483A1534348F8AF6DCD10D5EAED015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1">
    <w:name w:val="B8371DFC11D1491D93581AD366A2772B5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1">
    <w:name w:val="4928252DF8B54C5AA196912F15989E9951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1">
    <w:name w:val="DF2D4783821D411BA739713F97827C5C21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1">
    <w:name w:val="CBD75E85F8AC42C5BE8E19C1CE35446921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23">
    <w:name w:val="75FE135A9AA9400F9007E6DB4FF4C4AD23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3">
    <w:name w:val="E4C64DAB52DB46E59C05982CBDBEDEAA23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3">
    <w:name w:val="B1CB025F906F40B6892E7A3FF38792A023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3">
    <w:name w:val="BA6ED8C6C0FB406AB6D712107719689123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3">
    <w:name w:val="90858C943127490FBDDD9961DEB4363723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7">
    <w:name w:val="9532356D371C478DA0B472721E4B88D317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5">
    <w:name w:val="4B1993906F8445FC9A198BBF3AA5C76B15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4">
    <w:name w:val="81E226802A734568A4909243B561E2DB14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2">
    <w:name w:val="19B1F9BDA19E4977B8268BF4EBDBE04F12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8">
    <w:name w:val="3F091A76C2674615AE28F823D26C2C89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5312EFF7AD4B2FAA497AA0FCC0BD3952">
    <w:name w:val="F95312EFF7AD4B2FAA497AA0FCC0BD395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2">
    <w:name w:val="DB02086443254FDC90E868673881D09A5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2">
    <w:name w:val="FBE1C39C4AEB4EDAA3037BF9B44B34B35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2">
    <w:name w:val="4C9483A1534348F8AF6DCD10D5EAED015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2">
    <w:name w:val="B8371DFC11D1491D93581AD366A2772B5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2">
    <w:name w:val="4928252DF8B54C5AA196912F15989E9952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2">
    <w:name w:val="DF2D4783821D411BA739713F97827C5C22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2">
    <w:name w:val="CBD75E85F8AC42C5BE8E19C1CE35446922"/>
    <w:rsid w:val="000C2B96"/>
    <w:pPr>
      <w:jc w:val="both"/>
    </w:pPr>
    <w:rPr>
      <w:rFonts w:eastAsiaTheme="minorHAnsi"/>
      <w:lang w:eastAsia="en-US"/>
    </w:rPr>
  </w:style>
  <w:style w:type="paragraph" w:customStyle="1" w:styleId="59E04667810C48BFA86F1A255139C1F0">
    <w:name w:val="59E04667810C48BFA86F1A255139C1F0"/>
    <w:rsid w:val="000C2B96"/>
  </w:style>
  <w:style w:type="paragraph" w:customStyle="1" w:styleId="75FE135A9AA9400F9007E6DB4FF4C4AD24">
    <w:name w:val="75FE135A9AA9400F9007E6DB4FF4C4AD24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4">
    <w:name w:val="E4C64DAB52DB46E59C05982CBDBEDEAA24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4">
    <w:name w:val="B1CB025F906F40B6892E7A3FF38792A024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4">
    <w:name w:val="BA6ED8C6C0FB406AB6D712107719689124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4">
    <w:name w:val="90858C943127490FBDDD9961DEB4363724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8">
    <w:name w:val="9532356D371C478DA0B472721E4B88D318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6">
    <w:name w:val="4B1993906F8445FC9A198BBF3AA5C76B16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5">
    <w:name w:val="81E226802A734568A4909243B561E2DB15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3">
    <w:name w:val="19B1F9BDA19E4977B8268BF4EBDBE04F13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9">
    <w:name w:val="3F091A76C2674615AE28F823D26C2C89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1">
    <w:name w:val="59E04667810C48BFA86F1A255139C1F0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3">
    <w:name w:val="DB02086443254FDC90E868673881D09A5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3">
    <w:name w:val="FBE1C39C4AEB4EDAA3037BF9B44B34B35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3">
    <w:name w:val="4C9483A1534348F8AF6DCD10D5EAED015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3">
    <w:name w:val="B8371DFC11D1491D93581AD366A2772B5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3">
    <w:name w:val="4928252DF8B54C5AA196912F15989E9953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3">
    <w:name w:val="DF2D4783821D411BA739713F97827C5C23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3">
    <w:name w:val="CBD75E85F8AC42C5BE8E19C1CE35446923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25">
    <w:name w:val="75FE135A9AA9400F9007E6DB4FF4C4AD25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5">
    <w:name w:val="E4C64DAB52DB46E59C05982CBDBEDEAA25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5">
    <w:name w:val="B1CB025F906F40B6892E7A3FF38792A025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5">
    <w:name w:val="BA6ED8C6C0FB406AB6D712107719689125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5">
    <w:name w:val="90858C943127490FBDDD9961DEB4363725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19">
    <w:name w:val="9532356D371C478DA0B472721E4B88D319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7">
    <w:name w:val="4B1993906F8445FC9A198BBF3AA5C76B17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6">
    <w:name w:val="81E226802A734568A4909243B561E2DB16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4">
    <w:name w:val="19B1F9BDA19E4977B8268BF4EBDBE04F14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0">
    <w:name w:val="3F091A76C2674615AE28F823D26C2C891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2">
    <w:name w:val="59E04667810C48BFA86F1A255139C1F0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4">
    <w:name w:val="DB02086443254FDC90E868673881D09A5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4">
    <w:name w:val="FBE1C39C4AEB4EDAA3037BF9B44B34B35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4">
    <w:name w:val="4C9483A1534348F8AF6DCD10D5EAED015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4">
    <w:name w:val="B8371DFC11D1491D93581AD366A2772B5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4">
    <w:name w:val="4928252DF8B54C5AA196912F15989E9954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4">
    <w:name w:val="DF2D4783821D411BA739713F97827C5C24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4">
    <w:name w:val="CBD75E85F8AC42C5BE8E19C1CE35446924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26">
    <w:name w:val="75FE135A9AA9400F9007E6DB4FF4C4AD26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6">
    <w:name w:val="E4C64DAB52DB46E59C05982CBDBEDEAA26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6">
    <w:name w:val="B1CB025F906F40B6892E7A3FF38792A026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6">
    <w:name w:val="BA6ED8C6C0FB406AB6D712107719689126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6">
    <w:name w:val="90858C943127490FBDDD9961DEB4363726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0">
    <w:name w:val="9532356D371C478DA0B472721E4B88D320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8">
    <w:name w:val="4B1993906F8445FC9A198BBF3AA5C76B18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7">
    <w:name w:val="81E226802A734568A4909243B561E2DB17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5">
    <w:name w:val="19B1F9BDA19E4977B8268BF4EBDBE04F15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1">
    <w:name w:val="3F091A76C2674615AE28F823D26C2C891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3">
    <w:name w:val="59E04667810C48BFA86F1A255139C1F0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5">
    <w:name w:val="DB02086443254FDC90E868673881D09A5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5">
    <w:name w:val="FBE1C39C4AEB4EDAA3037BF9B44B34B35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5">
    <w:name w:val="4C9483A1534348F8AF6DCD10D5EAED015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5">
    <w:name w:val="B8371DFC11D1491D93581AD366A2772B5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5">
    <w:name w:val="4928252DF8B54C5AA196912F15989E9955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5">
    <w:name w:val="DF2D4783821D411BA739713F97827C5C25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5">
    <w:name w:val="CBD75E85F8AC42C5BE8E19C1CE35446925"/>
    <w:rsid w:val="000C2B96"/>
    <w:pPr>
      <w:jc w:val="both"/>
    </w:pPr>
    <w:rPr>
      <w:rFonts w:eastAsiaTheme="minorHAnsi"/>
      <w:lang w:eastAsia="en-US"/>
    </w:rPr>
  </w:style>
  <w:style w:type="paragraph" w:customStyle="1" w:styleId="C531573F1E484C2DA2183E8F141F8720">
    <w:name w:val="C531573F1E484C2DA2183E8F141F8720"/>
    <w:rsid w:val="000C2B96"/>
  </w:style>
  <w:style w:type="paragraph" w:customStyle="1" w:styleId="75FE135A9AA9400F9007E6DB4FF4C4AD27">
    <w:name w:val="75FE135A9AA9400F9007E6DB4FF4C4AD27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7">
    <w:name w:val="E4C64DAB52DB46E59C05982CBDBEDEAA27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7">
    <w:name w:val="B1CB025F906F40B6892E7A3FF38792A027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7">
    <w:name w:val="BA6ED8C6C0FB406AB6D712107719689127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7">
    <w:name w:val="90858C943127490FBDDD9961DEB4363727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1">
    <w:name w:val="9532356D371C478DA0B472721E4B88D321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19">
    <w:name w:val="4B1993906F8445FC9A198BBF3AA5C76B19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8">
    <w:name w:val="81E226802A734568A4909243B561E2DB18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6">
    <w:name w:val="19B1F9BDA19E4977B8268BF4EBDBE04F16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2">
    <w:name w:val="3F091A76C2674615AE28F823D26C2C891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4">
    <w:name w:val="59E04667810C48BFA86F1A255139C1F0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B02086443254FDC90E868673881D09A56">
    <w:name w:val="DB02086443254FDC90E868673881D09A5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6">
    <w:name w:val="FBE1C39C4AEB4EDAA3037BF9B44B34B35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6">
    <w:name w:val="4C9483A1534348F8AF6DCD10D5EAED015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6">
    <w:name w:val="B8371DFC11D1491D93581AD366A2772B5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6">
    <w:name w:val="4928252DF8B54C5AA196912F15989E9956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6">
    <w:name w:val="DF2D4783821D411BA739713F97827C5C26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6">
    <w:name w:val="CBD75E85F8AC42C5BE8E19C1CE35446926"/>
    <w:rsid w:val="000C2B96"/>
    <w:pPr>
      <w:jc w:val="both"/>
    </w:pPr>
    <w:rPr>
      <w:rFonts w:eastAsiaTheme="minorHAnsi"/>
      <w:lang w:eastAsia="en-US"/>
    </w:rPr>
  </w:style>
  <w:style w:type="paragraph" w:customStyle="1" w:styleId="80C8F6321A0C4D59939C19A4922C777E">
    <w:name w:val="80C8F6321A0C4D59939C19A4922C777E"/>
    <w:rsid w:val="000C2B96"/>
  </w:style>
  <w:style w:type="paragraph" w:customStyle="1" w:styleId="0E748F0368794627A899DD0B0E5C1FDA">
    <w:name w:val="0E748F0368794627A899DD0B0E5C1FDA"/>
    <w:rsid w:val="000C2B96"/>
  </w:style>
  <w:style w:type="paragraph" w:customStyle="1" w:styleId="93361DC0C3E4435C9EDC952B3EA5EBDD">
    <w:name w:val="93361DC0C3E4435C9EDC952B3EA5EBDD"/>
    <w:rsid w:val="000C2B96"/>
  </w:style>
  <w:style w:type="paragraph" w:customStyle="1" w:styleId="C7B1A305380C4E55B29E25C5B62F655D">
    <w:name w:val="C7B1A305380C4E55B29E25C5B62F655D"/>
    <w:rsid w:val="000C2B96"/>
  </w:style>
  <w:style w:type="paragraph" w:customStyle="1" w:styleId="0C69F1D27A2F4F73B423EE4A3BB38A7B">
    <w:name w:val="0C69F1D27A2F4F73B423EE4A3BB38A7B"/>
    <w:rsid w:val="000C2B96"/>
  </w:style>
  <w:style w:type="paragraph" w:customStyle="1" w:styleId="75FE135A9AA9400F9007E6DB4FF4C4AD28">
    <w:name w:val="75FE135A9AA9400F9007E6DB4FF4C4AD28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8">
    <w:name w:val="E4C64DAB52DB46E59C05982CBDBEDEAA28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8">
    <w:name w:val="B1CB025F906F40B6892E7A3FF38792A028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8">
    <w:name w:val="BA6ED8C6C0FB406AB6D712107719689128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8">
    <w:name w:val="90858C943127490FBDDD9961DEB4363728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2">
    <w:name w:val="9532356D371C478DA0B472721E4B88D322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0">
    <w:name w:val="4B1993906F8445FC9A198BBF3AA5C76B20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19">
    <w:name w:val="81E226802A734568A4909243B561E2DB19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7">
    <w:name w:val="19B1F9BDA19E4977B8268BF4EBDBE04F17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3">
    <w:name w:val="3F091A76C2674615AE28F823D26C2C891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5">
    <w:name w:val="59E04667810C48BFA86F1A255139C1F0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7">
    <w:name w:val="FBE1C39C4AEB4EDAA3037BF9B44B34B35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7">
    <w:name w:val="4C9483A1534348F8AF6DCD10D5EAED015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7">
    <w:name w:val="B8371DFC11D1491D93581AD366A2772B5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7">
    <w:name w:val="4928252DF8B54C5AA196912F15989E9957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7">
    <w:name w:val="DF2D4783821D411BA739713F97827C5C27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7">
    <w:name w:val="CBD75E85F8AC42C5BE8E19C1CE35446927"/>
    <w:rsid w:val="000C2B96"/>
    <w:pPr>
      <w:jc w:val="both"/>
    </w:pPr>
    <w:rPr>
      <w:rFonts w:eastAsiaTheme="minorHAnsi"/>
      <w:lang w:eastAsia="en-US"/>
    </w:rPr>
  </w:style>
  <w:style w:type="paragraph" w:customStyle="1" w:styleId="F5AF512C8D534C4D85CFF78F44946311">
    <w:name w:val="F5AF512C8D534C4D85CFF78F44946311"/>
    <w:rsid w:val="000C2B96"/>
  </w:style>
  <w:style w:type="paragraph" w:customStyle="1" w:styleId="E5223727E6594035AEA82FD94A3AE34F">
    <w:name w:val="E5223727E6594035AEA82FD94A3AE34F"/>
    <w:rsid w:val="000C2B96"/>
  </w:style>
  <w:style w:type="paragraph" w:customStyle="1" w:styleId="39E2A6A02D7643D7AFEC6C3710B27677">
    <w:name w:val="39E2A6A02D7643D7AFEC6C3710B27677"/>
    <w:rsid w:val="000C2B96"/>
  </w:style>
  <w:style w:type="paragraph" w:customStyle="1" w:styleId="75FE135A9AA9400F9007E6DB4FF4C4AD29">
    <w:name w:val="75FE135A9AA9400F9007E6DB4FF4C4AD29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29">
    <w:name w:val="E4C64DAB52DB46E59C05982CBDBEDEAA29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29">
    <w:name w:val="B1CB025F906F40B6892E7A3FF38792A029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29">
    <w:name w:val="BA6ED8C6C0FB406AB6D712107719689129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29">
    <w:name w:val="90858C943127490FBDDD9961DEB4363729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3">
    <w:name w:val="9532356D371C478DA0B472721E4B88D323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1">
    <w:name w:val="4B1993906F8445FC9A198BBF3AA5C76B21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0">
    <w:name w:val="81E226802A734568A4909243B561E2DB20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8">
    <w:name w:val="19B1F9BDA19E4977B8268BF4EBDBE04F18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4">
    <w:name w:val="3F091A76C2674615AE28F823D26C2C891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6">
    <w:name w:val="59E04667810C48BFA86F1A255139C1F0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1">
    <w:name w:val="39E2A6A02D7643D7AFEC6C3710B27677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8">
    <w:name w:val="FBE1C39C4AEB4EDAA3037BF9B44B34B35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8">
    <w:name w:val="4C9483A1534348F8AF6DCD10D5EAED015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8">
    <w:name w:val="B8371DFC11D1491D93581AD366A2772B5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8">
    <w:name w:val="4928252DF8B54C5AA196912F15989E9958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8">
    <w:name w:val="DF2D4783821D411BA739713F97827C5C28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8">
    <w:name w:val="CBD75E85F8AC42C5BE8E19C1CE35446928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30">
    <w:name w:val="75FE135A9AA9400F9007E6DB4FF4C4AD30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0">
    <w:name w:val="E4C64DAB52DB46E59C05982CBDBEDEAA30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0">
    <w:name w:val="B1CB025F906F40B6892E7A3FF38792A030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0">
    <w:name w:val="BA6ED8C6C0FB406AB6D712107719689130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0">
    <w:name w:val="90858C943127490FBDDD9961DEB4363730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4">
    <w:name w:val="9532356D371C478DA0B472721E4B88D324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2">
    <w:name w:val="4B1993906F8445FC9A198BBF3AA5C76B22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1">
    <w:name w:val="81E226802A734568A4909243B561E2DB21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19">
    <w:name w:val="19B1F9BDA19E4977B8268BF4EBDBE04F19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5">
    <w:name w:val="3F091A76C2674615AE28F823D26C2C891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7">
    <w:name w:val="59E04667810C48BFA86F1A255139C1F0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2">
    <w:name w:val="39E2A6A02D7643D7AFEC6C3710B27677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59">
    <w:name w:val="FBE1C39C4AEB4EDAA3037BF9B44B34B35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59">
    <w:name w:val="4C9483A1534348F8AF6DCD10D5EAED015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59">
    <w:name w:val="B8371DFC11D1491D93581AD366A2772B5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59">
    <w:name w:val="4928252DF8B54C5AA196912F15989E9959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29">
    <w:name w:val="DF2D4783821D411BA739713F97827C5C29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29">
    <w:name w:val="CBD75E85F8AC42C5BE8E19C1CE35446929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31">
    <w:name w:val="75FE135A9AA9400F9007E6DB4FF4C4AD31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1">
    <w:name w:val="E4C64DAB52DB46E59C05982CBDBEDEAA31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1">
    <w:name w:val="B1CB025F906F40B6892E7A3FF38792A031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1">
    <w:name w:val="BA6ED8C6C0FB406AB6D712107719689131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1">
    <w:name w:val="90858C943127490FBDDD9961DEB4363731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5">
    <w:name w:val="9532356D371C478DA0B472721E4B88D325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3">
    <w:name w:val="4B1993906F8445FC9A198BBF3AA5C76B23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2">
    <w:name w:val="81E226802A734568A4909243B561E2DB22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0">
    <w:name w:val="19B1F9BDA19E4977B8268BF4EBDBE04F20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6">
    <w:name w:val="3F091A76C2674615AE28F823D26C2C891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8">
    <w:name w:val="59E04667810C48BFA86F1A255139C1F0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3">
    <w:name w:val="39E2A6A02D7643D7AFEC6C3710B27677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60">
    <w:name w:val="FBE1C39C4AEB4EDAA3037BF9B44B34B36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60">
    <w:name w:val="4C9483A1534348F8AF6DCD10D5EAED016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60">
    <w:name w:val="B8371DFC11D1491D93581AD366A2772B6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0">
    <w:name w:val="4928252DF8B54C5AA196912F15989E9960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0">
    <w:name w:val="DF2D4783821D411BA739713F97827C5C30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0">
    <w:name w:val="CBD75E85F8AC42C5BE8E19C1CE35446930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32">
    <w:name w:val="75FE135A9AA9400F9007E6DB4FF4C4AD32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2">
    <w:name w:val="E4C64DAB52DB46E59C05982CBDBEDEAA32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2">
    <w:name w:val="B1CB025F906F40B6892E7A3FF38792A032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2">
    <w:name w:val="BA6ED8C6C0FB406AB6D712107719689132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2">
    <w:name w:val="90858C943127490FBDDD9961DEB4363732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6">
    <w:name w:val="9532356D371C478DA0B472721E4B88D326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4">
    <w:name w:val="4B1993906F8445FC9A198BBF3AA5C76B24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3">
    <w:name w:val="81E226802A734568A4909243B561E2DB23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1">
    <w:name w:val="19B1F9BDA19E4977B8268BF4EBDBE04F21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7">
    <w:name w:val="3F091A76C2674615AE28F823D26C2C891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9">
    <w:name w:val="59E04667810C48BFA86F1A255139C1F0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4">
    <w:name w:val="39E2A6A02D7643D7AFEC6C3710B27677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61">
    <w:name w:val="FBE1C39C4AEB4EDAA3037BF9B44B34B36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61">
    <w:name w:val="4C9483A1534348F8AF6DCD10D5EAED016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61">
    <w:name w:val="B8371DFC11D1491D93581AD366A2772B6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1">
    <w:name w:val="4928252DF8B54C5AA196912F15989E9961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1">
    <w:name w:val="DF2D4783821D411BA739713F97827C5C31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1">
    <w:name w:val="CBD75E85F8AC42C5BE8E19C1CE35446931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33">
    <w:name w:val="75FE135A9AA9400F9007E6DB4FF4C4AD33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3">
    <w:name w:val="E4C64DAB52DB46E59C05982CBDBEDEAA33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3">
    <w:name w:val="B1CB025F906F40B6892E7A3FF38792A033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3">
    <w:name w:val="BA6ED8C6C0FB406AB6D712107719689133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3">
    <w:name w:val="90858C943127490FBDDD9961DEB4363733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7">
    <w:name w:val="9532356D371C478DA0B472721E4B88D327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5">
    <w:name w:val="4B1993906F8445FC9A198BBF3AA5C76B25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4">
    <w:name w:val="81E226802A734568A4909243B561E2DB24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2">
    <w:name w:val="19B1F9BDA19E4977B8268BF4EBDBE04F22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8">
    <w:name w:val="3F091A76C2674615AE28F823D26C2C891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10">
    <w:name w:val="59E04667810C48BFA86F1A255139C1F01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5">
    <w:name w:val="39E2A6A02D7643D7AFEC6C3710B276775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62">
    <w:name w:val="FBE1C39C4AEB4EDAA3037BF9B44B34B36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62">
    <w:name w:val="4C9483A1534348F8AF6DCD10D5EAED016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62">
    <w:name w:val="B8371DFC11D1491D93581AD366A2772B6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2">
    <w:name w:val="4928252DF8B54C5AA196912F15989E9962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2">
    <w:name w:val="DF2D4783821D411BA739713F97827C5C32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2">
    <w:name w:val="CBD75E85F8AC42C5BE8E19C1CE35446932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34">
    <w:name w:val="75FE135A9AA9400F9007E6DB4FF4C4AD34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4">
    <w:name w:val="E4C64DAB52DB46E59C05982CBDBEDEAA34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4">
    <w:name w:val="B1CB025F906F40B6892E7A3FF38792A034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4">
    <w:name w:val="BA6ED8C6C0FB406AB6D712107719689134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4">
    <w:name w:val="90858C943127490FBDDD9961DEB4363734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8">
    <w:name w:val="9532356D371C478DA0B472721E4B88D328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6">
    <w:name w:val="4B1993906F8445FC9A198BBF3AA5C76B26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5">
    <w:name w:val="81E226802A734568A4909243B561E2DB25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3">
    <w:name w:val="19B1F9BDA19E4977B8268BF4EBDBE04F23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19">
    <w:name w:val="3F091A76C2674615AE28F823D26C2C891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11">
    <w:name w:val="59E04667810C48BFA86F1A255139C1F01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6">
    <w:name w:val="39E2A6A02D7643D7AFEC6C3710B276776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BE1C39C4AEB4EDAA3037BF9B44B34B363">
    <w:name w:val="FBE1C39C4AEB4EDAA3037BF9B44B34B36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C9483A1534348F8AF6DCD10D5EAED0163">
    <w:name w:val="4C9483A1534348F8AF6DCD10D5EAED016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B8371DFC11D1491D93581AD366A2772B63">
    <w:name w:val="B8371DFC11D1491D93581AD366A2772B6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3">
    <w:name w:val="4928252DF8B54C5AA196912F15989E9963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3">
    <w:name w:val="DF2D4783821D411BA739713F97827C5C33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3">
    <w:name w:val="CBD75E85F8AC42C5BE8E19C1CE35446933"/>
    <w:rsid w:val="000C2B96"/>
    <w:pPr>
      <w:jc w:val="both"/>
    </w:pPr>
    <w:rPr>
      <w:rFonts w:eastAsiaTheme="minorHAnsi"/>
      <w:lang w:eastAsia="en-US"/>
    </w:rPr>
  </w:style>
  <w:style w:type="paragraph" w:customStyle="1" w:styleId="D164F15BB5904DEF8EFD7A9ECADD2E2F">
    <w:name w:val="D164F15BB5904DEF8EFD7A9ECADD2E2F"/>
    <w:rsid w:val="000C2B96"/>
  </w:style>
  <w:style w:type="paragraph" w:customStyle="1" w:styleId="79C2F5E3EDEB4C38AC4DF2DDDCFF12D8">
    <w:name w:val="79C2F5E3EDEB4C38AC4DF2DDDCFF12D8"/>
    <w:rsid w:val="000C2B96"/>
  </w:style>
  <w:style w:type="paragraph" w:customStyle="1" w:styleId="13217ADD72C44136BF9FF5CBD3053FDA">
    <w:name w:val="13217ADD72C44136BF9FF5CBD3053FDA"/>
    <w:rsid w:val="000C2B96"/>
  </w:style>
  <w:style w:type="paragraph" w:customStyle="1" w:styleId="2B100366FA094FA9A727F3B751E01C8C">
    <w:name w:val="2B100366FA094FA9A727F3B751E01C8C"/>
    <w:rsid w:val="000C2B96"/>
  </w:style>
  <w:style w:type="paragraph" w:customStyle="1" w:styleId="75FE135A9AA9400F9007E6DB4FF4C4AD35">
    <w:name w:val="75FE135A9AA9400F9007E6DB4FF4C4AD35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5">
    <w:name w:val="E4C64DAB52DB46E59C05982CBDBEDEAA35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5">
    <w:name w:val="B1CB025F906F40B6892E7A3FF38792A035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5">
    <w:name w:val="BA6ED8C6C0FB406AB6D712107719689135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5">
    <w:name w:val="90858C943127490FBDDD9961DEB4363735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29">
    <w:name w:val="9532356D371C478DA0B472721E4B88D329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7">
    <w:name w:val="4B1993906F8445FC9A198BBF3AA5C76B27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6">
    <w:name w:val="81E226802A734568A4909243B561E2DB26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4">
    <w:name w:val="19B1F9BDA19E4977B8268BF4EBDBE04F24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20">
    <w:name w:val="3F091A76C2674615AE28F823D26C2C8920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12">
    <w:name w:val="59E04667810C48BFA86F1A255139C1F01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7">
    <w:name w:val="39E2A6A02D7643D7AFEC6C3710B276777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164F15BB5904DEF8EFD7A9ECADD2E2F1">
    <w:name w:val="D164F15BB5904DEF8EFD7A9ECADD2E2F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79C2F5E3EDEB4C38AC4DF2DDDCFF12D81">
    <w:name w:val="79C2F5E3EDEB4C38AC4DF2DDDCFF12D8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3217ADD72C44136BF9FF5CBD3053FDA1">
    <w:name w:val="13217ADD72C44136BF9FF5CBD3053FDA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B100366FA094FA9A727F3B751E01C8C1">
    <w:name w:val="2B100366FA094FA9A727F3B751E01C8C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4">
    <w:name w:val="4928252DF8B54C5AA196912F15989E9964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4">
    <w:name w:val="DF2D4783821D411BA739713F97827C5C34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4">
    <w:name w:val="CBD75E85F8AC42C5BE8E19C1CE35446934"/>
    <w:rsid w:val="000C2B96"/>
    <w:pPr>
      <w:jc w:val="both"/>
    </w:pPr>
    <w:rPr>
      <w:rFonts w:eastAsiaTheme="minorHAnsi"/>
      <w:lang w:eastAsia="en-US"/>
    </w:rPr>
  </w:style>
  <w:style w:type="paragraph" w:customStyle="1" w:styleId="75FE135A9AA9400F9007E6DB4FF4C4AD36">
    <w:name w:val="75FE135A9AA9400F9007E6DB4FF4C4AD36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6">
    <w:name w:val="E4C64DAB52DB46E59C05982CBDBEDEAA36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6">
    <w:name w:val="B1CB025F906F40B6892E7A3FF38792A036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6">
    <w:name w:val="BA6ED8C6C0FB406AB6D712107719689136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6">
    <w:name w:val="90858C943127490FBDDD9961DEB4363736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30">
    <w:name w:val="9532356D371C478DA0B472721E4B88D330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8">
    <w:name w:val="4B1993906F8445FC9A198BBF3AA5C76B28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7">
    <w:name w:val="81E226802A734568A4909243B561E2DB27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5">
    <w:name w:val="19B1F9BDA19E4977B8268BF4EBDBE04F25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21">
    <w:name w:val="3F091A76C2674615AE28F823D26C2C892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13">
    <w:name w:val="59E04667810C48BFA86F1A255139C1F01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8">
    <w:name w:val="39E2A6A02D7643D7AFEC6C3710B276778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164F15BB5904DEF8EFD7A9ECADD2E2F2">
    <w:name w:val="D164F15BB5904DEF8EFD7A9ECADD2E2F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79C2F5E3EDEB4C38AC4DF2DDDCFF12D82">
    <w:name w:val="79C2F5E3EDEB4C38AC4DF2DDDCFF12D8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3217ADD72C44136BF9FF5CBD3053FDA2">
    <w:name w:val="13217ADD72C44136BF9FF5CBD3053FDA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B100366FA094FA9A727F3B751E01C8C2">
    <w:name w:val="2B100366FA094FA9A727F3B751E01C8C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5">
    <w:name w:val="4928252DF8B54C5AA196912F15989E9965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5">
    <w:name w:val="DF2D4783821D411BA739713F97827C5C35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5">
    <w:name w:val="CBD75E85F8AC42C5BE8E19C1CE35446935"/>
    <w:rsid w:val="000C2B96"/>
    <w:pPr>
      <w:jc w:val="both"/>
    </w:pPr>
    <w:rPr>
      <w:rFonts w:eastAsiaTheme="minorHAnsi"/>
      <w:lang w:eastAsia="en-US"/>
    </w:rPr>
  </w:style>
  <w:style w:type="paragraph" w:customStyle="1" w:styleId="F9965B1FB69848EDA76FD7C4494F4882">
    <w:name w:val="F9965B1FB69848EDA76FD7C4494F4882"/>
    <w:rsid w:val="000C2B96"/>
  </w:style>
  <w:style w:type="paragraph" w:customStyle="1" w:styleId="75FE135A9AA9400F9007E6DB4FF4C4AD37">
    <w:name w:val="75FE135A9AA9400F9007E6DB4FF4C4AD37"/>
    <w:rsid w:val="000C2B96"/>
    <w:pPr>
      <w:jc w:val="both"/>
    </w:pPr>
    <w:rPr>
      <w:rFonts w:eastAsiaTheme="minorHAnsi"/>
      <w:lang w:eastAsia="en-US"/>
    </w:rPr>
  </w:style>
  <w:style w:type="paragraph" w:customStyle="1" w:styleId="E4C64DAB52DB46E59C05982CBDBEDEAA37">
    <w:name w:val="E4C64DAB52DB46E59C05982CBDBEDEAA37"/>
    <w:rsid w:val="000C2B96"/>
    <w:pPr>
      <w:jc w:val="both"/>
    </w:pPr>
    <w:rPr>
      <w:rFonts w:eastAsiaTheme="minorHAnsi"/>
      <w:lang w:eastAsia="en-US"/>
    </w:rPr>
  </w:style>
  <w:style w:type="paragraph" w:customStyle="1" w:styleId="B1CB025F906F40B6892E7A3FF38792A037">
    <w:name w:val="B1CB025F906F40B6892E7A3FF38792A037"/>
    <w:rsid w:val="000C2B96"/>
    <w:pPr>
      <w:jc w:val="both"/>
    </w:pPr>
    <w:rPr>
      <w:rFonts w:eastAsiaTheme="minorHAnsi"/>
      <w:lang w:eastAsia="en-US"/>
    </w:rPr>
  </w:style>
  <w:style w:type="paragraph" w:customStyle="1" w:styleId="BA6ED8C6C0FB406AB6D712107719689137">
    <w:name w:val="BA6ED8C6C0FB406AB6D712107719689137"/>
    <w:rsid w:val="000C2B96"/>
    <w:pPr>
      <w:jc w:val="both"/>
    </w:pPr>
    <w:rPr>
      <w:rFonts w:eastAsiaTheme="minorHAnsi"/>
      <w:lang w:eastAsia="en-US"/>
    </w:rPr>
  </w:style>
  <w:style w:type="paragraph" w:customStyle="1" w:styleId="90858C943127490FBDDD9961DEB4363737">
    <w:name w:val="90858C943127490FBDDD9961DEB4363737"/>
    <w:rsid w:val="000C2B96"/>
    <w:pPr>
      <w:jc w:val="both"/>
    </w:pPr>
    <w:rPr>
      <w:rFonts w:eastAsiaTheme="minorHAnsi"/>
      <w:lang w:eastAsia="en-US"/>
    </w:rPr>
  </w:style>
  <w:style w:type="paragraph" w:customStyle="1" w:styleId="9532356D371C478DA0B472721E4B88D331">
    <w:name w:val="9532356D371C478DA0B472721E4B88D331"/>
    <w:rsid w:val="000C2B96"/>
    <w:pPr>
      <w:jc w:val="both"/>
    </w:pPr>
    <w:rPr>
      <w:rFonts w:eastAsiaTheme="minorHAnsi"/>
      <w:lang w:eastAsia="en-US"/>
    </w:rPr>
  </w:style>
  <w:style w:type="paragraph" w:customStyle="1" w:styleId="4B1993906F8445FC9A198BBF3AA5C76B29">
    <w:name w:val="4B1993906F8445FC9A198BBF3AA5C76B29"/>
    <w:rsid w:val="000C2B96"/>
    <w:pPr>
      <w:jc w:val="both"/>
    </w:pPr>
    <w:rPr>
      <w:rFonts w:eastAsiaTheme="minorHAnsi"/>
      <w:lang w:eastAsia="en-US"/>
    </w:rPr>
  </w:style>
  <w:style w:type="paragraph" w:customStyle="1" w:styleId="81E226802A734568A4909243B561E2DB28">
    <w:name w:val="81E226802A734568A4909243B561E2DB28"/>
    <w:rsid w:val="000C2B96"/>
    <w:pPr>
      <w:jc w:val="both"/>
    </w:pPr>
    <w:rPr>
      <w:rFonts w:eastAsiaTheme="minorHAnsi"/>
      <w:lang w:eastAsia="en-US"/>
    </w:rPr>
  </w:style>
  <w:style w:type="paragraph" w:customStyle="1" w:styleId="19B1F9BDA19E4977B8268BF4EBDBE04F26">
    <w:name w:val="19B1F9BDA19E4977B8268BF4EBDBE04F26"/>
    <w:rsid w:val="000C2B96"/>
    <w:pPr>
      <w:jc w:val="both"/>
    </w:pPr>
    <w:rPr>
      <w:rFonts w:eastAsiaTheme="minorHAnsi"/>
      <w:lang w:eastAsia="en-US"/>
    </w:rPr>
  </w:style>
  <w:style w:type="paragraph" w:customStyle="1" w:styleId="3F091A76C2674615AE28F823D26C2C8922">
    <w:name w:val="3F091A76C2674615AE28F823D26C2C8922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59E04667810C48BFA86F1A255139C1F014">
    <w:name w:val="59E04667810C48BFA86F1A255139C1F014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39E2A6A02D7643D7AFEC6C3710B276779">
    <w:name w:val="39E2A6A02D7643D7AFEC6C3710B276779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164F15BB5904DEF8EFD7A9ECADD2E2F3">
    <w:name w:val="D164F15BB5904DEF8EFD7A9ECADD2E2F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79C2F5E3EDEB4C38AC4DF2DDDCFF12D83">
    <w:name w:val="79C2F5E3EDEB4C38AC4DF2DDDCFF12D8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13217ADD72C44136BF9FF5CBD3053FDA3">
    <w:name w:val="13217ADD72C44136BF9FF5CBD3053FDA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2B100366FA094FA9A727F3B751E01C8C3">
    <w:name w:val="2B100366FA094FA9A727F3B751E01C8C3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F9965B1FB69848EDA76FD7C4494F48821">
    <w:name w:val="F9965B1FB69848EDA76FD7C4494F48821"/>
    <w:rsid w:val="000C2B96"/>
    <w:pPr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4928252DF8B54C5AA196912F15989E9966">
    <w:name w:val="4928252DF8B54C5AA196912F15989E9966"/>
    <w:rsid w:val="000C2B96"/>
    <w:pPr>
      <w:ind w:left="720"/>
      <w:contextualSpacing/>
      <w:jc w:val="both"/>
    </w:pPr>
    <w:rPr>
      <w:rFonts w:eastAsiaTheme="minorHAnsi"/>
      <w:lang w:eastAsia="en-US"/>
    </w:rPr>
  </w:style>
  <w:style w:type="paragraph" w:customStyle="1" w:styleId="DF2D4783821D411BA739713F97827C5C36">
    <w:name w:val="DF2D4783821D411BA739713F97827C5C36"/>
    <w:rsid w:val="000C2B96"/>
    <w:pPr>
      <w:jc w:val="both"/>
    </w:pPr>
    <w:rPr>
      <w:rFonts w:eastAsiaTheme="minorHAnsi"/>
      <w:lang w:eastAsia="en-US"/>
    </w:rPr>
  </w:style>
  <w:style w:type="paragraph" w:customStyle="1" w:styleId="CBD75E85F8AC42C5BE8E19C1CE35446936">
    <w:name w:val="CBD75E85F8AC42C5BE8E19C1CE35446936"/>
    <w:rsid w:val="000C2B96"/>
    <w:pPr>
      <w:jc w:val="both"/>
    </w:pPr>
    <w:rPr>
      <w:rFonts w:eastAsiaTheme="minorHAnsi"/>
      <w:lang w:eastAsia="en-US"/>
    </w:rPr>
  </w:style>
  <w:style w:type="paragraph" w:customStyle="1" w:styleId="A595E0956CF1465C8B75B802E1A994FF">
    <w:name w:val="A595E0956CF1465C8B75B802E1A994FF"/>
    <w:rsid w:val="000C2B96"/>
  </w:style>
  <w:style w:type="paragraph" w:customStyle="1" w:styleId="F0E0BA6560E34451AB1654DA100B7EEF">
    <w:name w:val="F0E0BA6560E34451AB1654DA100B7EEF"/>
    <w:rsid w:val="000C2B96"/>
  </w:style>
  <w:style w:type="paragraph" w:customStyle="1" w:styleId="F604B722448A46B488E3E3490629D176">
    <w:name w:val="F604B722448A46B488E3E3490629D176"/>
    <w:rsid w:val="00817621"/>
  </w:style>
  <w:style w:type="paragraph" w:customStyle="1" w:styleId="BB2FF21781FB417E8713278B7F37F03A">
    <w:name w:val="BB2FF21781FB417E8713278B7F37F03A"/>
    <w:rsid w:val="00817621"/>
  </w:style>
  <w:style w:type="paragraph" w:customStyle="1" w:styleId="E7F304727E4F4F85B92E39483F303212">
    <w:name w:val="E7F304727E4F4F85B92E39483F303212"/>
    <w:rsid w:val="00817621"/>
  </w:style>
  <w:style w:type="paragraph" w:customStyle="1" w:styleId="E12DA8CDFC64464BB5E75B1D78712D4F">
    <w:name w:val="E12DA8CDFC64464BB5E75B1D78712D4F"/>
    <w:rsid w:val="00817621"/>
  </w:style>
  <w:style w:type="paragraph" w:customStyle="1" w:styleId="AC28C0D44CD442CEAE2854991ECE007F">
    <w:name w:val="AC28C0D44CD442CEAE2854991ECE007F"/>
    <w:rsid w:val="00817621"/>
  </w:style>
  <w:style w:type="paragraph" w:customStyle="1" w:styleId="3B4491C3014042BA8CB0B08E9AC5F5A0">
    <w:name w:val="3B4491C3014042BA8CB0B08E9AC5F5A0"/>
    <w:rsid w:val="00817621"/>
  </w:style>
  <w:style w:type="paragraph" w:customStyle="1" w:styleId="649FD92039054E309B1F3C1DFCA4B28D">
    <w:name w:val="649FD92039054E309B1F3C1DFCA4B28D"/>
    <w:rsid w:val="00817621"/>
  </w:style>
  <w:style w:type="paragraph" w:customStyle="1" w:styleId="6B01988E7952460A992589A5087E8383">
    <w:name w:val="6B01988E7952460A992589A5087E8383"/>
    <w:rsid w:val="00817621"/>
  </w:style>
  <w:style w:type="paragraph" w:customStyle="1" w:styleId="BE8F95A7E7094BFC9F5E99D62B190E79">
    <w:name w:val="BE8F95A7E7094BFC9F5E99D62B190E79"/>
    <w:rsid w:val="00817621"/>
  </w:style>
  <w:style w:type="paragraph" w:customStyle="1" w:styleId="0C4277C87BC8432B92113A9DFB3E20A2">
    <w:name w:val="0C4277C87BC8432B92113A9DFB3E20A2"/>
    <w:rsid w:val="00817621"/>
  </w:style>
  <w:style w:type="paragraph" w:customStyle="1" w:styleId="DCCCF3AC921744149AD90AD1D0286968">
    <w:name w:val="DCCCF3AC921744149AD90AD1D0286968"/>
    <w:rsid w:val="00914C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FDC6F-F192-4A5C-8244-446E883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 Modelo de certificación sustitutiva de la inspección de estaciones_v5_....dotx</Template>
  <TotalTime>2</TotalTime>
  <Pages>7</Pages>
  <Words>1863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certficación de instalación de estaciones radioeléctricas</vt:lpstr>
    </vt:vector>
  </TitlesOfParts>
  <Company>SGITID/SETID/MAETD</Company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certficación de instalación de estaciones radioeléctricas</dc:title>
  <dc:creator>Subdirección General de Inspección de las Telecomunicaciones e Infraestructuras Digitales</dc:creator>
  <cp:keywords>certificación instalación, estaciones radioeléctricas, espectro, reglamento uso dominio público radioeléctrico</cp:keywords>
  <cp:lastModifiedBy>Subias Diaz-Blanco, Alvaro</cp:lastModifiedBy>
  <cp:revision>6</cp:revision>
  <cp:lastPrinted>2018-11-13T09:20:00Z</cp:lastPrinted>
  <dcterms:created xsi:type="dcterms:W3CDTF">2020-09-29T12:26:00Z</dcterms:created>
  <dcterms:modified xsi:type="dcterms:W3CDTF">2020-09-29T12:29:00Z</dcterms:modified>
  <cp:category>Modelos Web</cp:category>
</cp:coreProperties>
</file>